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DB8129" w14:textId="77777777" w:rsidR="008A72B7" w:rsidRPr="00C35CC3" w:rsidRDefault="002A10C5" w:rsidP="008A72B7">
      <w:pPr>
        <w:shd w:val="clear" w:color="auto" w:fill="FFFFFF"/>
        <w:rPr>
          <w:rFonts w:ascii="Proxima Nova Alt Reg" w:eastAsia="Times New Roman" w:hAnsi="Proxima Nova Alt Reg" w:cs="Times New Roman"/>
          <w:b/>
          <w:color w:val="342791"/>
          <w:sz w:val="40"/>
          <w:szCs w:val="40"/>
          <w:lang w:val="en-AU"/>
        </w:rPr>
      </w:pPr>
      <w:r w:rsidRPr="00C35CC3">
        <w:rPr>
          <w:rFonts w:ascii="Proxima Nova Alt Reg" w:eastAsia="Times New Roman" w:hAnsi="Proxima Nova Alt Reg" w:cs="Times New Roman"/>
          <w:b/>
          <w:color w:val="342791"/>
          <w:sz w:val="40"/>
          <w:szCs w:val="40"/>
          <w:lang w:val="en-AU"/>
        </w:rPr>
        <w:t>WELCOME TO THE FEARLESS STARTUP KIT!</w:t>
      </w:r>
      <w:r w:rsidR="008A72B7" w:rsidRPr="00C35CC3">
        <w:rPr>
          <w:rFonts w:ascii="Proxima Nova Alt Reg" w:eastAsia="Times New Roman" w:hAnsi="Proxima Nova Alt Reg" w:cs="Times New Roman"/>
          <w:b/>
          <w:color w:val="342791"/>
          <w:sz w:val="40"/>
          <w:szCs w:val="40"/>
          <w:lang w:val="en-AU"/>
        </w:rPr>
        <w:br/>
      </w:r>
    </w:p>
    <w:p w14:paraId="41F6C781" w14:textId="4486D50F" w:rsidR="002A10C5" w:rsidRDefault="002A10C5" w:rsidP="008A72B7">
      <w:pPr>
        <w:shd w:val="clear" w:color="auto" w:fill="FFFFFF"/>
        <w:rPr>
          <w:rFonts w:ascii="Proxima Nova Alt Reg" w:eastAsia="Times New Roman" w:hAnsi="Proxima Nova Alt Reg" w:cs="Times New Roman"/>
          <w:color w:val="222222"/>
          <w:lang w:val="en-AU"/>
        </w:rPr>
      </w:pPr>
      <w:r>
        <w:rPr>
          <w:rFonts w:ascii="Proxima Nova Alt Reg" w:eastAsia="Times New Roman" w:hAnsi="Proxima Nova Alt Reg" w:cs="Times New Roman"/>
          <w:color w:val="222222"/>
          <w:lang w:val="en-AU"/>
        </w:rPr>
        <w:t xml:space="preserve">This kit is based on our proprietary Brand Development </w:t>
      </w:r>
      <w:r w:rsidR="008B2B19">
        <w:rPr>
          <w:rFonts w:ascii="Proxima Nova Alt Reg" w:eastAsia="Times New Roman" w:hAnsi="Proxima Nova Alt Reg" w:cs="Times New Roman"/>
          <w:color w:val="222222"/>
          <w:lang w:val="en-AU"/>
        </w:rPr>
        <w:t xml:space="preserve">Program </w:t>
      </w:r>
      <w:r>
        <w:rPr>
          <w:rFonts w:ascii="Proxima Nova Alt Reg" w:eastAsia="Times New Roman" w:hAnsi="Proxima Nova Alt Reg" w:cs="Times New Roman"/>
          <w:color w:val="222222"/>
          <w:lang w:val="en-AU"/>
        </w:rPr>
        <w:t>that we take our clients through to either create or reinvigorate their own brands. This process will help you refine your brand essence, identify your brand positioning, and discover new value you can add to your industry.</w:t>
      </w:r>
    </w:p>
    <w:p w14:paraId="33506FE3" w14:textId="77777777" w:rsidR="002A10C5" w:rsidRDefault="002A10C5" w:rsidP="008A72B7">
      <w:pPr>
        <w:shd w:val="clear" w:color="auto" w:fill="FFFFFF"/>
        <w:rPr>
          <w:rFonts w:ascii="Proxima Nova Alt Reg" w:eastAsia="Times New Roman" w:hAnsi="Proxima Nova Alt Reg" w:cs="Times New Roman"/>
          <w:color w:val="222222"/>
          <w:lang w:val="en-AU"/>
        </w:rPr>
      </w:pPr>
    </w:p>
    <w:p w14:paraId="2FE13101" w14:textId="45B3D879" w:rsidR="002A10C5" w:rsidRDefault="002A10C5" w:rsidP="008A72B7">
      <w:pPr>
        <w:shd w:val="clear" w:color="auto" w:fill="FFFFFF"/>
        <w:rPr>
          <w:rFonts w:ascii="Proxima Nova Alt Reg" w:eastAsia="Times New Roman" w:hAnsi="Proxima Nova Alt Reg" w:cs="Times New Roman"/>
          <w:color w:val="222222"/>
          <w:lang w:val="en-AU"/>
        </w:rPr>
      </w:pPr>
      <w:r>
        <w:rPr>
          <w:rFonts w:ascii="Proxima Nova Alt Reg" w:eastAsia="Times New Roman" w:hAnsi="Proxima Nova Alt Reg" w:cs="Times New Roman"/>
          <w:color w:val="222222"/>
          <w:lang w:val="en-AU"/>
        </w:rPr>
        <w:t xml:space="preserve">All the information gathered and cultivated during the Brand Development </w:t>
      </w:r>
      <w:r w:rsidR="00A87344">
        <w:rPr>
          <w:rFonts w:ascii="Proxima Nova Alt Reg" w:eastAsia="Times New Roman" w:hAnsi="Proxima Nova Alt Reg" w:cs="Times New Roman"/>
          <w:color w:val="222222"/>
          <w:lang w:val="en-AU"/>
        </w:rPr>
        <w:t>Program</w:t>
      </w:r>
      <w:r>
        <w:rPr>
          <w:rFonts w:ascii="Proxima Nova Alt Reg" w:eastAsia="Times New Roman" w:hAnsi="Proxima Nova Alt Reg" w:cs="Times New Roman"/>
          <w:color w:val="222222"/>
          <w:lang w:val="en-AU"/>
        </w:rPr>
        <w:t xml:space="preserve"> will inform any future communication strategy and ensure that all </w:t>
      </w:r>
      <w:r w:rsidR="00D57A57">
        <w:rPr>
          <w:rFonts w:ascii="Proxima Nova Alt Reg" w:eastAsia="Times New Roman" w:hAnsi="Proxima Nova Alt Reg" w:cs="Times New Roman"/>
          <w:color w:val="222222"/>
          <w:lang w:val="en-AU"/>
        </w:rPr>
        <w:t xml:space="preserve">your </w:t>
      </w:r>
      <w:r>
        <w:rPr>
          <w:rFonts w:ascii="Proxima Nova Alt Reg" w:eastAsia="Times New Roman" w:hAnsi="Proxima Nova Alt Reg" w:cs="Times New Roman"/>
          <w:color w:val="222222"/>
          <w:lang w:val="en-AU"/>
        </w:rPr>
        <w:t>brand messages will remain consistent and enduring.</w:t>
      </w:r>
    </w:p>
    <w:p w14:paraId="1FBB886D" w14:textId="77777777" w:rsidR="00BA6A31" w:rsidRDefault="00BA6A31" w:rsidP="008A72B7">
      <w:pPr>
        <w:shd w:val="clear" w:color="auto" w:fill="FFFFFF"/>
        <w:rPr>
          <w:rFonts w:ascii="Proxima Nova Alt Reg" w:eastAsia="Times New Roman" w:hAnsi="Proxima Nova Alt Reg" w:cs="Times New Roman"/>
          <w:color w:val="222222"/>
          <w:lang w:val="en-AU"/>
        </w:rPr>
      </w:pPr>
    </w:p>
    <w:p w14:paraId="786D714C" w14:textId="35209B16" w:rsidR="00BA6A31" w:rsidRDefault="00BA6A31" w:rsidP="008A72B7">
      <w:pPr>
        <w:shd w:val="clear" w:color="auto" w:fill="FFFFFF"/>
        <w:rPr>
          <w:rFonts w:ascii="Proxima Nova Alt Reg" w:eastAsia="Times New Roman" w:hAnsi="Proxima Nova Alt Reg" w:cs="Times New Roman"/>
          <w:color w:val="222222"/>
          <w:lang w:val="en-AU"/>
        </w:rPr>
      </w:pPr>
      <w:r>
        <w:rPr>
          <w:rFonts w:ascii="Proxima Nova Alt Reg" w:eastAsia="Times New Roman" w:hAnsi="Proxima Nova Alt Reg" w:cs="Times New Roman"/>
          <w:color w:val="222222"/>
          <w:lang w:val="en-AU"/>
        </w:rPr>
        <w:t>Before you get started, it is worth noting that you will need, at the very minimum, 1 hour to finish the first draft of your Brand Development Notes.</w:t>
      </w:r>
    </w:p>
    <w:p w14:paraId="6D21CF86" w14:textId="77777777" w:rsidR="002A10C5" w:rsidRDefault="002A10C5" w:rsidP="008A72B7">
      <w:pPr>
        <w:shd w:val="clear" w:color="auto" w:fill="FFFFFF"/>
        <w:rPr>
          <w:rFonts w:ascii="Proxima Nova Alt Reg" w:eastAsia="Times New Roman" w:hAnsi="Proxima Nova Alt Reg" w:cs="Times New Roman"/>
          <w:color w:val="222222"/>
          <w:lang w:val="en-AU"/>
        </w:rPr>
      </w:pPr>
    </w:p>
    <w:p w14:paraId="4523318E" w14:textId="3EEA5A62" w:rsidR="002A10C5" w:rsidRPr="00D57A57" w:rsidRDefault="002A10C5" w:rsidP="008A72B7">
      <w:pPr>
        <w:shd w:val="clear" w:color="auto" w:fill="FFFFFF"/>
        <w:rPr>
          <w:rFonts w:ascii="Proxima Nova Alt Reg" w:eastAsia="Times New Roman" w:hAnsi="Proxima Nova Alt Reg" w:cs="Times New Roman"/>
          <w:b/>
          <w:color w:val="222222"/>
          <w:sz w:val="28"/>
          <w:szCs w:val="28"/>
          <w:lang w:val="en-AU"/>
        </w:rPr>
      </w:pPr>
      <w:r w:rsidRPr="00D57A57">
        <w:rPr>
          <w:rFonts w:ascii="Proxima Nova Alt Reg" w:eastAsia="Times New Roman" w:hAnsi="Proxima Nova Alt Reg" w:cs="Times New Roman"/>
          <w:b/>
          <w:color w:val="222222"/>
          <w:sz w:val="28"/>
          <w:szCs w:val="28"/>
          <w:lang w:val="en-AU"/>
        </w:rPr>
        <w:t>So</w:t>
      </w:r>
      <w:r w:rsidR="00BA6A31">
        <w:rPr>
          <w:rFonts w:ascii="Proxima Nova Alt Reg" w:eastAsia="Times New Roman" w:hAnsi="Proxima Nova Alt Reg" w:cs="Times New Roman"/>
          <w:b/>
          <w:color w:val="222222"/>
          <w:sz w:val="28"/>
          <w:szCs w:val="28"/>
          <w:lang w:val="en-AU"/>
        </w:rPr>
        <w:t xml:space="preserve"> without further ado,</w:t>
      </w:r>
      <w:r w:rsidRPr="00D57A57">
        <w:rPr>
          <w:rFonts w:ascii="Proxima Nova Alt Reg" w:eastAsia="Times New Roman" w:hAnsi="Proxima Nova Alt Reg" w:cs="Times New Roman"/>
          <w:b/>
          <w:color w:val="222222"/>
          <w:sz w:val="28"/>
          <w:szCs w:val="28"/>
          <w:lang w:val="en-AU"/>
        </w:rPr>
        <w:t xml:space="preserve"> let’s get started!</w:t>
      </w:r>
    </w:p>
    <w:p w14:paraId="7230E162" w14:textId="77777777" w:rsidR="002A10C5" w:rsidRDefault="002A10C5" w:rsidP="008A72B7">
      <w:pPr>
        <w:shd w:val="clear" w:color="auto" w:fill="FFFFFF"/>
        <w:rPr>
          <w:rFonts w:ascii="Proxima Nova Alt Reg" w:eastAsia="Times New Roman" w:hAnsi="Proxima Nova Alt Reg" w:cs="Times New Roman"/>
          <w:color w:val="222222"/>
          <w:lang w:val="en-AU"/>
        </w:rPr>
      </w:pPr>
    </w:p>
    <w:p w14:paraId="584373C5" w14:textId="77777777" w:rsidR="002A10C5" w:rsidRPr="002A10C5" w:rsidRDefault="002A10C5" w:rsidP="002A10C5">
      <w:pPr>
        <w:shd w:val="clear" w:color="auto" w:fill="FFFFFF"/>
        <w:rPr>
          <w:rFonts w:ascii="Proxima Nova Alt Reg" w:eastAsia="Times New Roman" w:hAnsi="Proxima Nova Alt Reg" w:cs="Times New Roman"/>
          <w:b/>
          <w:color w:val="342791"/>
          <w:sz w:val="30"/>
          <w:szCs w:val="30"/>
          <w:lang w:val="en-AU"/>
        </w:rPr>
      </w:pPr>
      <w:r>
        <w:rPr>
          <w:rFonts w:ascii="Proxima Nova Alt Reg" w:eastAsia="Times New Roman" w:hAnsi="Proxima Nova Alt Reg" w:cs="Times New Roman"/>
          <w:color w:val="222222"/>
          <w:lang w:val="en-AU"/>
        </w:rPr>
        <w:br w:type="page"/>
      </w:r>
      <w:r>
        <w:rPr>
          <w:rFonts w:ascii="Proxima Nova Alt Reg" w:eastAsia="Times New Roman" w:hAnsi="Proxima Nova Alt Reg" w:cs="Times New Roman"/>
          <w:b/>
          <w:color w:val="342791"/>
          <w:sz w:val="30"/>
          <w:szCs w:val="30"/>
          <w:lang w:val="en-AU"/>
        </w:rPr>
        <w:lastRenderedPageBreak/>
        <w:t>CONTENTS</w:t>
      </w:r>
      <w:r w:rsidRPr="002A10C5">
        <w:rPr>
          <w:rFonts w:ascii="Proxima Nova Alt Reg" w:eastAsia="Times New Roman" w:hAnsi="Proxima Nova Alt Reg" w:cs="Times New Roman"/>
          <w:b/>
          <w:color w:val="342791"/>
          <w:sz w:val="30"/>
          <w:szCs w:val="30"/>
          <w:lang w:val="en-AU"/>
        </w:rPr>
        <w:br/>
      </w:r>
    </w:p>
    <w:p w14:paraId="2EBD407B" w14:textId="31167DCB" w:rsidR="002A10C5" w:rsidRDefault="008D239D" w:rsidP="002A10C5">
      <w:pPr>
        <w:shd w:val="clear" w:color="auto" w:fill="FFFFFF"/>
        <w:rPr>
          <w:rFonts w:ascii="Proxima Nova Alt Reg" w:eastAsia="Times New Roman" w:hAnsi="Proxima Nova Alt Reg" w:cs="Times New Roman"/>
          <w:color w:val="222222"/>
          <w:lang w:val="en-AU"/>
        </w:rPr>
      </w:pPr>
      <w:r w:rsidRPr="00CE68A5">
        <w:rPr>
          <w:rFonts w:ascii="Proxima Nova Alt Reg" w:eastAsia="Times New Roman" w:hAnsi="Proxima Nova Alt Reg" w:cs="Times New Roman"/>
          <w:b/>
          <w:color w:val="222222"/>
          <w:lang w:val="en-AU"/>
        </w:rPr>
        <w:t>About Brand Essence</w:t>
      </w:r>
      <w:r>
        <w:rPr>
          <w:rFonts w:ascii="Proxima Nova Alt Reg" w:eastAsia="Times New Roman" w:hAnsi="Proxima Nova Alt Reg" w:cs="Times New Roman"/>
          <w:color w:val="222222"/>
          <w:lang w:val="en-AU"/>
        </w:rPr>
        <w:t>………</w:t>
      </w:r>
      <w:r w:rsidR="00CE68A5">
        <w:rPr>
          <w:rFonts w:ascii="Proxima Nova Alt Reg" w:eastAsia="Times New Roman" w:hAnsi="Proxima Nova Alt Reg" w:cs="Times New Roman"/>
          <w:color w:val="222222"/>
          <w:lang w:val="en-AU"/>
        </w:rPr>
        <w:t>..</w:t>
      </w:r>
      <w:r>
        <w:rPr>
          <w:rFonts w:ascii="Proxima Nova Alt Reg" w:eastAsia="Times New Roman" w:hAnsi="Proxima Nova Alt Reg" w:cs="Times New Roman"/>
          <w:color w:val="222222"/>
          <w:lang w:val="en-AU"/>
        </w:rPr>
        <w:t>……......……………………………………………………………………….3</w:t>
      </w:r>
    </w:p>
    <w:p w14:paraId="2D5F8873" w14:textId="77777777" w:rsidR="008D239D" w:rsidRDefault="008D239D" w:rsidP="002A10C5">
      <w:pPr>
        <w:shd w:val="clear" w:color="auto" w:fill="FFFFFF"/>
        <w:rPr>
          <w:rFonts w:ascii="Proxima Nova Alt Reg" w:eastAsia="Times New Roman" w:hAnsi="Proxima Nova Alt Reg" w:cs="Times New Roman"/>
          <w:color w:val="222222"/>
          <w:lang w:val="en-AU"/>
        </w:rPr>
      </w:pPr>
    </w:p>
    <w:p w14:paraId="45026E7B" w14:textId="77777777" w:rsidR="008D239D" w:rsidRDefault="008D239D" w:rsidP="002A10C5">
      <w:pPr>
        <w:shd w:val="clear" w:color="auto" w:fill="FFFFFF"/>
        <w:rPr>
          <w:rFonts w:ascii="Proxima Nova Alt Reg" w:eastAsia="Times New Roman" w:hAnsi="Proxima Nova Alt Reg" w:cs="Times New Roman"/>
          <w:color w:val="222222"/>
          <w:lang w:val="en-AU"/>
        </w:rPr>
      </w:pPr>
      <w:r>
        <w:rPr>
          <w:rFonts w:ascii="Proxima Nova Alt Reg" w:eastAsia="Times New Roman" w:hAnsi="Proxima Nova Alt Reg" w:cs="Times New Roman"/>
          <w:color w:val="222222"/>
          <w:lang w:val="en-AU"/>
        </w:rPr>
        <w:t>Your Brand Essence Notes……………………………………………………………………………………5</w:t>
      </w:r>
    </w:p>
    <w:p w14:paraId="09554233" w14:textId="77777777" w:rsidR="008D239D" w:rsidRDefault="008D239D" w:rsidP="002A10C5">
      <w:pPr>
        <w:shd w:val="clear" w:color="auto" w:fill="FFFFFF"/>
        <w:rPr>
          <w:rFonts w:ascii="Proxima Nova Alt Reg" w:eastAsia="Times New Roman" w:hAnsi="Proxima Nova Alt Reg" w:cs="Times New Roman"/>
          <w:color w:val="222222"/>
          <w:lang w:val="en-AU"/>
        </w:rPr>
      </w:pPr>
    </w:p>
    <w:p w14:paraId="26D94604" w14:textId="77777777" w:rsidR="008D239D" w:rsidRDefault="008D239D" w:rsidP="002A10C5">
      <w:pPr>
        <w:shd w:val="clear" w:color="auto" w:fill="FFFFFF"/>
        <w:rPr>
          <w:rFonts w:ascii="Proxima Nova Alt Reg" w:eastAsia="Times New Roman" w:hAnsi="Proxima Nova Alt Reg" w:cs="Times New Roman"/>
          <w:color w:val="222222"/>
          <w:lang w:val="en-AU"/>
        </w:rPr>
      </w:pPr>
      <w:r>
        <w:rPr>
          <w:rFonts w:ascii="Proxima Nova Alt Reg" w:eastAsia="Times New Roman" w:hAnsi="Proxima Nova Alt Reg" w:cs="Times New Roman"/>
          <w:color w:val="222222"/>
          <w:lang w:val="en-AU"/>
        </w:rPr>
        <w:t>Your Brand Essence Wheel…………………………………………………………………………………..8</w:t>
      </w:r>
    </w:p>
    <w:p w14:paraId="785FD6B9" w14:textId="77777777" w:rsidR="008D239D" w:rsidRDefault="008D239D" w:rsidP="002A10C5">
      <w:pPr>
        <w:shd w:val="clear" w:color="auto" w:fill="FFFFFF"/>
        <w:rPr>
          <w:rFonts w:ascii="Proxima Nova Alt Reg" w:eastAsia="Times New Roman" w:hAnsi="Proxima Nova Alt Reg" w:cs="Times New Roman"/>
          <w:color w:val="222222"/>
          <w:lang w:val="en-AU"/>
        </w:rPr>
      </w:pPr>
    </w:p>
    <w:p w14:paraId="0FBD7E28" w14:textId="46E4AE0F" w:rsidR="008D239D" w:rsidRDefault="008D239D" w:rsidP="002A10C5">
      <w:pPr>
        <w:shd w:val="clear" w:color="auto" w:fill="FFFFFF"/>
        <w:rPr>
          <w:rFonts w:ascii="Proxima Nova Alt Reg" w:eastAsia="Times New Roman" w:hAnsi="Proxima Nova Alt Reg" w:cs="Times New Roman"/>
          <w:color w:val="222222"/>
          <w:lang w:val="en-AU"/>
        </w:rPr>
      </w:pPr>
      <w:r w:rsidRPr="00CE68A5">
        <w:rPr>
          <w:rFonts w:ascii="Proxima Nova Alt Reg" w:eastAsia="Times New Roman" w:hAnsi="Proxima Nova Alt Reg" w:cs="Times New Roman"/>
          <w:b/>
          <w:color w:val="222222"/>
          <w:lang w:val="en-AU"/>
        </w:rPr>
        <w:t>About Brand Positioning</w:t>
      </w:r>
      <w:r>
        <w:rPr>
          <w:rFonts w:ascii="Proxima Nova Alt Reg" w:eastAsia="Times New Roman" w:hAnsi="Proxima Nova Alt Reg" w:cs="Times New Roman"/>
          <w:color w:val="222222"/>
          <w:lang w:val="en-AU"/>
        </w:rPr>
        <w:t>……………………………………………………………………………………..9</w:t>
      </w:r>
    </w:p>
    <w:p w14:paraId="739D7D40" w14:textId="77777777" w:rsidR="008D239D" w:rsidRDefault="008D239D" w:rsidP="002A10C5">
      <w:pPr>
        <w:shd w:val="clear" w:color="auto" w:fill="FFFFFF"/>
        <w:rPr>
          <w:rFonts w:ascii="Proxima Nova Alt Reg" w:eastAsia="Times New Roman" w:hAnsi="Proxima Nova Alt Reg" w:cs="Times New Roman"/>
          <w:color w:val="222222"/>
          <w:lang w:val="en-AU"/>
        </w:rPr>
      </w:pPr>
    </w:p>
    <w:p w14:paraId="7BDAED58" w14:textId="77777777" w:rsidR="008D239D" w:rsidRDefault="008D239D" w:rsidP="002A10C5">
      <w:pPr>
        <w:shd w:val="clear" w:color="auto" w:fill="FFFFFF"/>
        <w:rPr>
          <w:rFonts w:ascii="Proxima Nova Alt Reg" w:eastAsia="Times New Roman" w:hAnsi="Proxima Nova Alt Reg" w:cs="Times New Roman"/>
          <w:color w:val="222222"/>
          <w:lang w:val="en-AU"/>
        </w:rPr>
      </w:pPr>
      <w:r>
        <w:rPr>
          <w:rFonts w:ascii="Proxima Nova Alt Reg" w:eastAsia="Times New Roman" w:hAnsi="Proxima Nova Alt Reg" w:cs="Times New Roman"/>
          <w:color w:val="222222"/>
          <w:lang w:val="en-AU"/>
        </w:rPr>
        <w:t>Your Brand Positioning Notes………………………………………………………………………………11</w:t>
      </w:r>
    </w:p>
    <w:p w14:paraId="18D034CB" w14:textId="77777777" w:rsidR="008D239D" w:rsidRDefault="008D239D" w:rsidP="002A10C5">
      <w:pPr>
        <w:shd w:val="clear" w:color="auto" w:fill="FFFFFF"/>
        <w:rPr>
          <w:rFonts w:ascii="Proxima Nova Alt Reg" w:eastAsia="Times New Roman" w:hAnsi="Proxima Nova Alt Reg" w:cs="Times New Roman"/>
          <w:color w:val="222222"/>
          <w:lang w:val="en-AU"/>
        </w:rPr>
      </w:pPr>
    </w:p>
    <w:p w14:paraId="068611E9" w14:textId="5F9EB10C" w:rsidR="008D239D" w:rsidRDefault="008D239D" w:rsidP="002A10C5">
      <w:pPr>
        <w:shd w:val="clear" w:color="auto" w:fill="FFFFFF"/>
        <w:rPr>
          <w:rFonts w:ascii="Proxima Nova Alt Reg" w:eastAsia="Times New Roman" w:hAnsi="Proxima Nova Alt Reg" w:cs="Times New Roman"/>
          <w:color w:val="222222"/>
          <w:lang w:val="en-AU"/>
        </w:rPr>
      </w:pPr>
      <w:r>
        <w:rPr>
          <w:rFonts w:ascii="Proxima Nova Alt Reg" w:eastAsia="Times New Roman" w:hAnsi="Proxima Nova Alt Reg" w:cs="Times New Roman"/>
          <w:color w:val="222222"/>
          <w:lang w:val="en-AU"/>
        </w:rPr>
        <w:t>Your Brand Positioning Map</w:t>
      </w:r>
      <w:r w:rsidR="00CF0EF2">
        <w:rPr>
          <w:rFonts w:ascii="Proxima Nova Alt Reg" w:eastAsia="Times New Roman" w:hAnsi="Proxima Nova Alt Reg" w:cs="Times New Roman"/>
          <w:color w:val="222222"/>
          <w:lang w:val="en-AU"/>
        </w:rPr>
        <w:t>………………………………………………………………………………..</w:t>
      </w:r>
      <w:r w:rsidR="00D9667B">
        <w:rPr>
          <w:rFonts w:ascii="Proxima Nova Alt Reg" w:eastAsia="Times New Roman" w:hAnsi="Proxima Nova Alt Reg" w:cs="Times New Roman"/>
          <w:color w:val="222222"/>
          <w:lang w:val="en-AU"/>
        </w:rPr>
        <w:t>14</w:t>
      </w:r>
    </w:p>
    <w:p w14:paraId="0797A4EC" w14:textId="77777777" w:rsidR="00D9667B" w:rsidRDefault="00D9667B" w:rsidP="002A10C5">
      <w:pPr>
        <w:shd w:val="clear" w:color="auto" w:fill="FFFFFF"/>
        <w:rPr>
          <w:rFonts w:ascii="Proxima Nova Alt Reg" w:eastAsia="Times New Roman" w:hAnsi="Proxima Nova Alt Reg" w:cs="Times New Roman"/>
          <w:color w:val="222222"/>
          <w:lang w:val="en-AU"/>
        </w:rPr>
      </w:pPr>
    </w:p>
    <w:p w14:paraId="65FB05DB" w14:textId="0043796B" w:rsidR="00D9667B" w:rsidRDefault="00D9667B" w:rsidP="002A10C5">
      <w:pPr>
        <w:shd w:val="clear" w:color="auto" w:fill="FFFFFF"/>
        <w:rPr>
          <w:rFonts w:ascii="Proxima Nova Alt Reg" w:eastAsia="Times New Roman" w:hAnsi="Proxima Nova Alt Reg" w:cs="Times New Roman"/>
          <w:color w:val="222222"/>
          <w:lang w:val="en-AU"/>
        </w:rPr>
      </w:pPr>
      <w:r w:rsidRPr="00CE68A5">
        <w:rPr>
          <w:rFonts w:ascii="Proxima Nova Alt Reg" w:eastAsia="Times New Roman" w:hAnsi="Proxima Nova Alt Reg" w:cs="Times New Roman"/>
          <w:b/>
          <w:color w:val="222222"/>
          <w:lang w:val="en-AU"/>
        </w:rPr>
        <w:t>About Value Innovation</w:t>
      </w:r>
      <w:r>
        <w:rPr>
          <w:rFonts w:ascii="Proxima Nova Alt Reg" w:eastAsia="Times New Roman" w:hAnsi="Proxima Nova Alt Reg" w:cs="Times New Roman"/>
          <w:color w:val="222222"/>
          <w:lang w:val="en-AU"/>
        </w:rPr>
        <w:t>…………………………………………………………………</w:t>
      </w:r>
      <w:r w:rsidR="00CE68A5">
        <w:rPr>
          <w:rFonts w:ascii="Proxima Nova Alt Reg" w:eastAsia="Times New Roman" w:hAnsi="Proxima Nova Alt Reg" w:cs="Times New Roman"/>
          <w:color w:val="222222"/>
          <w:lang w:val="en-AU"/>
        </w:rPr>
        <w:t>.</w:t>
      </w:r>
      <w:r>
        <w:rPr>
          <w:rFonts w:ascii="Proxima Nova Alt Reg" w:eastAsia="Times New Roman" w:hAnsi="Proxima Nova Alt Reg" w:cs="Times New Roman"/>
          <w:color w:val="222222"/>
          <w:lang w:val="en-AU"/>
        </w:rPr>
        <w:t>………………….16</w:t>
      </w:r>
    </w:p>
    <w:p w14:paraId="09283FE3" w14:textId="77777777" w:rsidR="00D9667B" w:rsidRDefault="00D9667B" w:rsidP="002A10C5">
      <w:pPr>
        <w:shd w:val="clear" w:color="auto" w:fill="FFFFFF"/>
        <w:rPr>
          <w:rFonts w:ascii="Proxima Nova Alt Reg" w:eastAsia="Times New Roman" w:hAnsi="Proxima Nova Alt Reg" w:cs="Times New Roman"/>
          <w:color w:val="222222"/>
          <w:lang w:val="en-AU"/>
        </w:rPr>
      </w:pPr>
    </w:p>
    <w:p w14:paraId="52AF1E60" w14:textId="52CBC90C" w:rsidR="00D9667B" w:rsidRDefault="00D9667B" w:rsidP="002A10C5">
      <w:pPr>
        <w:shd w:val="clear" w:color="auto" w:fill="FFFFFF"/>
        <w:rPr>
          <w:rFonts w:ascii="Proxima Nova Alt Reg" w:eastAsia="Times New Roman" w:hAnsi="Proxima Nova Alt Reg" w:cs="Times New Roman"/>
          <w:color w:val="222222"/>
          <w:lang w:val="en-AU"/>
        </w:rPr>
      </w:pPr>
      <w:r>
        <w:rPr>
          <w:rFonts w:ascii="Proxima Nova Alt Reg" w:eastAsia="Times New Roman" w:hAnsi="Proxima Nova Alt Reg" w:cs="Times New Roman"/>
          <w:color w:val="222222"/>
          <w:lang w:val="en-AU"/>
        </w:rPr>
        <w:t>Your Value Innovation Chart……………………………………………………………………………….17</w:t>
      </w:r>
    </w:p>
    <w:p w14:paraId="467A0210" w14:textId="77777777" w:rsidR="00CE68A5" w:rsidRDefault="00CE68A5" w:rsidP="002A10C5">
      <w:pPr>
        <w:shd w:val="clear" w:color="auto" w:fill="FFFFFF"/>
        <w:rPr>
          <w:rFonts w:ascii="Proxima Nova Alt Reg" w:eastAsia="Times New Roman" w:hAnsi="Proxima Nova Alt Reg" w:cs="Times New Roman"/>
          <w:color w:val="222222"/>
          <w:lang w:val="en-AU"/>
        </w:rPr>
      </w:pPr>
    </w:p>
    <w:p w14:paraId="51AE0843" w14:textId="029F4D95" w:rsidR="00CE68A5" w:rsidRDefault="00CE68A5" w:rsidP="002A10C5">
      <w:pPr>
        <w:shd w:val="clear" w:color="auto" w:fill="FFFFFF"/>
        <w:rPr>
          <w:rFonts w:ascii="Proxima Nova Alt Reg" w:eastAsia="Times New Roman" w:hAnsi="Proxima Nova Alt Reg" w:cs="Times New Roman"/>
          <w:color w:val="222222"/>
          <w:lang w:val="en-AU"/>
        </w:rPr>
      </w:pPr>
      <w:r w:rsidRPr="00CE68A5">
        <w:rPr>
          <w:rFonts w:ascii="Proxima Nova Alt Reg" w:eastAsia="Times New Roman" w:hAnsi="Proxima Nova Alt Reg" w:cs="Times New Roman"/>
          <w:b/>
          <w:color w:val="222222"/>
          <w:lang w:val="en-AU"/>
        </w:rPr>
        <w:t>The Fearless Startup Offer</w:t>
      </w:r>
      <w:r>
        <w:rPr>
          <w:rFonts w:ascii="Proxima Nova Alt Reg" w:eastAsia="Times New Roman" w:hAnsi="Proxima Nova Alt Reg" w:cs="Times New Roman"/>
          <w:color w:val="222222"/>
          <w:lang w:val="en-AU"/>
        </w:rPr>
        <w:t>…………………………………………………………..…………………….18</w:t>
      </w:r>
    </w:p>
    <w:p w14:paraId="28EACD1E" w14:textId="77777777" w:rsidR="00D9667B" w:rsidRDefault="00D9667B" w:rsidP="002A10C5">
      <w:pPr>
        <w:shd w:val="clear" w:color="auto" w:fill="FFFFFF"/>
        <w:rPr>
          <w:rFonts w:ascii="Proxima Nova Alt Reg" w:eastAsia="Times New Roman" w:hAnsi="Proxima Nova Alt Reg" w:cs="Times New Roman"/>
          <w:color w:val="222222"/>
          <w:lang w:val="en-AU"/>
        </w:rPr>
      </w:pPr>
    </w:p>
    <w:p w14:paraId="6EECA055" w14:textId="77777777" w:rsidR="00D9667B" w:rsidRDefault="00D9667B" w:rsidP="002A10C5">
      <w:pPr>
        <w:shd w:val="clear" w:color="auto" w:fill="FFFFFF"/>
        <w:rPr>
          <w:rFonts w:ascii="Proxima Nova Alt Reg" w:eastAsia="Times New Roman" w:hAnsi="Proxima Nova Alt Reg" w:cs="Times New Roman"/>
          <w:color w:val="222222"/>
          <w:lang w:val="en-AU"/>
        </w:rPr>
      </w:pPr>
    </w:p>
    <w:p w14:paraId="1841CBDC" w14:textId="77777777" w:rsidR="00D9667B" w:rsidRDefault="00D9667B" w:rsidP="002A10C5">
      <w:pPr>
        <w:shd w:val="clear" w:color="auto" w:fill="FFFFFF"/>
        <w:rPr>
          <w:rFonts w:ascii="Proxima Nova Alt Reg" w:eastAsia="Times New Roman" w:hAnsi="Proxima Nova Alt Reg" w:cs="Times New Roman"/>
          <w:color w:val="222222"/>
          <w:lang w:val="en-AU"/>
        </w:rPr>
      </w:pPr>
    </w:p>
    <w:p w14:paraId="2F3676C3" w14:textId="77777777" w:rsidR="00D9667B" w:rsidRDefault="00D9667B" w:rsidP="002A10C5">
      <w:pPr>
        <w:shd w:val="clear" w:color="auto" w:fill="FFFFFF"/>
        <w:rPr>
          <w:rFonts w:ascii="Proxima Nova Alt Reg" w:eastAsia="Times New Roman" w:hAnsi="Proxima Nova Alt Reg" w:cs="Times New Roman"/>
          <w:color w:val="222222"/>
          <w:lang w:val="en-AU"/>
        </w:rPr>
      </w:pPr>
    </w:p>
    <w:p w14:paraId="6069DA08" w14:textId="77777777" w:rsidR="008D239D" w:rsidRDefault="008D239D" w:rsidP="002A10C5">
      <w:pPr>
        <w:shd w:val="clear" w:color="auto" w:fill="FFFFFF"/>
        <w:rPr>
          <w:rFonts w:ascii="Proxima Nova Alt Reg" w:eastAsia="Times New Roman" w:hAnsi="Proxima Nova Alt Reg" w:cs="Times New Roman"/>
          <w:color w:val="222222"/>
          <w:lang w:val="en-AU"/>
        </w:rPr>
      </w:pPr>
    </w:p>
    <w:p w14:paraId="57DE3C32" w14:textId="77777777" w:rsidR="008D239D" w:rsidRDefault="008D239D" w:rsidP="002A10C5">
      <w:pPr>
        <w:shd w:val="clear" w:color="auto" w:fill="FFFFFF"/>
        <w:rPr>
          <w:rFonts w:ascii="Proxima Nova Alt Reg" w:eastAsia="Times New Roman" w:hAnsi="Proxima Nova Alt Reg" w:cs="Times New Roman"/>
          <w:color w:val="222222"/>
          <w:lang w:val="en-AU"/>
        </w:rPr>
      </w:pPr>
    </w:p>
    <w:p w14:paraId="03B83B76" w14:textId="77777777" w:rsidR="008D239D" w:rsidRDefault="008D239D" w:rsidP="002A10C5">
      <w:pPr>
        <w:shd w:val="clear" w:color="auto" w:fill="FFFFFF"/>
        <w:rPr>
          <w:rFonts w:ascii="Proxima Nova Alt Reg" w:eastAsia="Times New Roman" w:hAnsi="Proxima Nova Alt Reg" w:cs="Times New Roman"/>
          <w:color w:val="222222"/>
          <w:lang w:val="en-AU"/>
        </w:rPr>
      </w:pPr>
    </w:p>
    <w:p w14:paraId="4DCDC38E" w14:textId="77777777" w:rsidR="008D239D" w:rsidRPr="002A10C5" w:rsidRDefault="008D239D" w:rsidP="002A10C5">
      <w:pPr>
        <w:shd w:val="clear" w:color="auto" w:fill="FFFFFF"/>
        <w:rPr>
          <w:rFonts w:ascii="Proxima Nova Alt Reg" w:eastAsia="Times New Roman" w:hAnsi="Proxima Nova Alt Reg" w:cs="Times New Roman"/>
          <w:b/>
          <w:color w:val="222222"/>
          <w:lang w:val="en-AU"/>
        </w:rPr>
      </w:pPr>
    </w:p>
    <w:p w14:paraId="69D4066F" w14:textId="77777777" w:rsidR="002A10C5" w:rsidRPr="00C35CC3" w:rsidRDefault="002A10C5" w:rsidP="008D239D">
      <w:pPr>
        <w:rPr>
          <w:rFonts w:ascii="Proxima Nova Alt Reg" w:eastAsia="Times New Roman" w:hAnsi="Proxima Nova Alt Reg" w:cs="Times New Roman"/>
          <w:b/>
          <w:color w:val="222222"/>
          <w:lang w:val="en-AU"/>
        </w:rPr>
      </w:pPr>
      <w:r>
        <w:rPr>
          <w:rFonts w:ascii="Proxima Nova Alt Reg" w:eastAsia="Times New Roman" w:hAnsi="Proxima Nova Alt Reg" w:cs="Times New Roman"/>
          <w:color w:val="222222"/>
          <w:lang w:val="en-AU"/>
        </w:rPr>
        <w:br w:type="page"/>
      </w:r>
      <w:r w:rsidR="008D239D" w:rsidRPr="00C35CC3">
        <w:rPr>
          <w:rFonts w:ascii="Proxima Nova Alt Bd" w:eastAsia="Times New Roman" w:hAnsi="Proxima Nova Alt Bd" w:cs="Times New Roman"/>
          <w:b/>
          <w:color w:val="342791"/>
          <w:sz w:val="30"/>
          <w:szCs w:val="30"/>
          <w:lang w:val="en-AU"/>
        </w:rPr>
        <w:lastRenderedPageBreak/>
        <w:t xml:space="preserve">About </w:t>
      </w:r>
      <w:r w:rsidRPr="00C35CC3">
        <w:rPr>
          <w:rFonts w:ascii="Proxima Nova Alt Bd" w:eastAsia="Times New Roman" w:hAnsi="Proxima Nova Alt Bd" w:cs="Times New Roman"/>
          <w:b/>
          <w:color w:val="342791"/>
          <w:sz w:val="30"/>
          <w:szCs w:val="30"/>
          <w:lang w:val="en-AU"/>
        </w:rPr>
        <w:t>Brand</w:t>
      </w:r>
      <w:r w:rsidRPr="00C35CC3">
        <w:rPr>
          <w:rFonts w:ascii="Proxima Nova Alt Reg" w:eastAsia="Times New Roman" w:hAnsi="Proxima Nova Alt Reg" w:cs="Times New Roman"/>
          <w:b/>
          <w:color w:val="342791"/>
          <w:sz w:val="30"/>
          <w:szCs w:val="30"/>
          <w:lang w:val="en-AU"/>
        </w:rPr>
        <w:t xml:space="preserve"> Essence </w:t>
      </w:r>
      <w:r w:rsidRPr="00C35CC3">
        <w:rPr>
          <w:rFonts w:ascii="Proxima Nova Alt Reg" w:eastAsia="Times New Roman" w:hAnsi="Proxima Nova Alt Reg" w:cs="Times New Roman"/>
          <w:b/>
          <w:color w:val="342791"/>
          <w:sz w:val="30"/>
          <w:szCs w:val="30"/>
          <w:lang w:val="en-AU"/>
        </w:rPr>
        <w:br/>
      </w:r>
    </w:p>
    <w:p w14:paraId="0607C717"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What is a “brand essence”? </w:t>
      </w:r>
    </w:p>
    <w:p w14:paraId="736D6D02" w14:textId="77777777" w:rsidR="002A10C5" w:rsidRPr="00BC066A" w:rsidRDefault="002A10C5" w:rsidP="002A10C5">
      <w:pPr>
        <w:pStyle w:val="ListParagraph"/>
        <w:numPr>
          <w:ilvl w:val="0"/>
          <w:numId w:val="4"/>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A statement or set of words that captures the essence of our brand </w:t>
      </w:r>
    </w:p>
    <w:p w14:paraId="47FBD3A5" w14:textId="77777777" w:rsidR="002A10C5" w:rsidRPr="00BC066A" w:rsidRDefault="002A10C5" w:rsidP="002A10C5">
      <w:pPr>
        <w:pStyle w:val="ListParagraph"/>
        <w:numPr>
          <w:ilvl w:val="0"/>
          <w:numId w:val="4"/>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It is unique to your brand and differentiates you </w:t>
      </w:r>
    </w:p>
    <w:p w14:paraId="22F34CC4" w14:textId="77777777" w:rsidR="002A10C5" w:rsidRPr="00BC066A" w:rsidRDefault="002A10C5" w:rsidP="002A10C5">
      <w:pPr>
        <w:pStyle w:val="ListParagraph"/>
        <w:numPr>
          <w:ilvl w:val="0"/>
          <w:numId w:val="4"/>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Sits at the core of every internal and external brand communication </w:t>
      </w:r>
    </w:p>
    <w:p w14:paraId="6AD4BD4A" w14:textId="77777777" w:rsidR="002A10C5" w:rsidRPr="00BC066A" w:rsidRDefault="002A10C5" w:rsidP="002A10C5">
      <w:pPr>
        <w:rPr>
          <w:rFonts w:ascii="Proxima Nova Alt" w:eastAsia="Times New Roman" w:hAnsi="Proxima Nova Alt" w:cs="Times New Roman"/>
          <w:lang w:val="en-AU"/>
        </w:rPr>
      </w:pPr>
    </w:p>
    <w:p w14:paraId="7E6EA1A9"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The brand essence is not… </w:t>
      </w:r>
    </w:p>
    <w:p w14:paraId="753CD23E" w14:textId="77777777" w:rsidR="002A10C5" w:rsidRPr="00BC066A" w:rsidRDefault="002A10C5" w:rsidP="002A10C5">
      <w:pPr>
        <w:pStyle w:val="ListParagraph"/>
        <w:numPr>
          <w:ilvl w:val="0"/>
          <w:numId w:val="5"/>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An advertising slogan or tagline (necessarily) </w:t>
      </w:r>
    </w:p>
    <w:p w14:paraId="395A8C7C" w14:textId="77777777" w:rsidR="002A10C5" w:rsidRPr="00BC066A" w:rsidRDefault="002A10C5" w:rsidP="002A10C5">
      <w:pPr>
        <w:pStyle w:val="ListParagraph"/>
        <w:numPr>
          <w:ilvl w:val="0"/>
          <w:numId w:val="5"/>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Short term </w:t>
      </w:r>
    </w:p>
    <w:p w14:paraId="61CC438B" w14:textId="77777777" w:rsidR="002A10C5" w:rsidRPr="00BC066A" w:rsidRDefault="002A10C5" w:rsidP="002A10C5">
      <w:pPr>
        <w:pStyle w:val="ListParagraph"/>
        <w:numPr>
          <w:ilvl w:val="0"/>
          <w:numId w:val="5"/>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Just about advertising – it can also be reflected in: </w:t>
      </w:r>
    </w:p>
    <w:p w14:paraId="744804CF" w14:textId="77777777" w:rsidR="002A10C5" w:rsidRPr="00BC066A" w:rsidRDefault="002A10C5" w:rsidP="002A10C5">
      <w:pPr>
        <w:pStyle w:val="ListParagraph"/>
        <w:numPr>
          <w:ilvl w:val="1"/>
          <w:numId w:val="5"/>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PR/media profile</w:t>
      </w:r>
    </w:p>
    <w:p w14:paraId="09ED66D3" w14:textId="77777777" w:rsidR="002A10C5" w:rsidRPr="00BC066A" w:rsidRDefault="002A10C5" w:rsidP="002A10C5">
      <w:pPr>
        <w:pStyle w:val="ListParagraph"/>
        <w:numPr>
          <w:ilvl w:val="1"/>
          <w:numId w:val="5"/>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Logo</w:t>
      </w:r>
    </w:p>
    <w:p w14:paraId="738E563C" w14:textId="77777777" w:rsidR="002A10C5" w:rsidRPr="00BC066A" w:rsidRDefault="002A10C5" w:rsidP="002A10C5">
      <w:pPr>
        <w:pStyle w:val="ListParagraph"/>
        <w:numPr>
          <w:ilvl w:val="1"/>
          <w:numId w:val="5"/>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Stationery </w:t>
      </w:r>
    </w:p>
    <w:p w14:paraId="368F34BB" w14:textId="77777777" w:rsidR="002A10C5" w:rsidRPr="00BC066A" w:rsidRDefault="002A10C5" w:rsidP="002A10C5">
      <w:pPr>
        <w:pStyle w:val="ListParagraph"/>
        <w:numPr>
          <w:ilvl w:val="1"/>
          <w:numId w:val="5"/>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Signage </w:t>
      </w:r>
    </w:p>
    <w:p w14:paraId="2EE6CA5E" w14:textId="77777777" w:rsidR="002A10C5" w:rsidRPr="00BC066A" w:rsidRDefault="002A10C5" w:rsidP="002A10C5">
      <w:pPr>
        <w:pStyle w:val="ListParagraph"/>
        <w:numPr>
          <w:ilvl w:val="1"/>
          <w:numId w:val="5"/>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Etc </w:t>
      </w:r>
    </w:p>
    <w:p w14:paraId="66EE4938" w14:textId="77777777" w:rsidR="002A10C5" w:rsidRPr="00BC066A" w:rsidRDefault="002A10C5" w:rsidP="002A10C5">
      <w:pPr>
        <w:rPr>
          <w:rFonts w:ascii="Proxima Nova Alt" w:eastAsia="Times New Roman" w:hAnsi="Proxima Nova Alt" w:cs="Times New Roman"/>
          <w:lang w:val="en-AU"/>
        </w:rPr>
      </w:pPr>
    </w:p>
    <w:p w14:paraId="5E7BD7B6"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Why is it important to define our brand's essence? </w:t>
      </w:r>
    </w:p>
    <w:p w14:paraId="500F504F" w14:textId="77777777" w:rsidR="002A10C5" w:rsidRPr="00BC066A" w:rsidRDefault="002A10C5" w:rsidP="002A10C5">
      <w:pPr>
        <w:pStyle w:val="ListParagraph"/>
        <w:numPr>
          <w:ilvl w:val="0"/>
          <w:numId w:val="3"/>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Allows you to filter through the unique aspects of your brand, hone in on the characteristics that differentiate you from the other brands that operate in your market and find the factors that will resonate with people in order to maximise your success </w:t>
      </w:r>
    </w:p>
    <w:p w14:paraId="7688D5D1" w14:textId="77777777" w:rsidR="002A10C5" w:rsidRPr="00BC066A" w:rsidRDefault="002A10C5" w:rsidP="002A10C5">
      <w:pPr>
        <w:pStyle w:val="ListParagraph"/>
        <w:numPr>
          <w:ilvl w:val="0"/>
          <w:numId w:val="3"/>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Ensures every marketing dollar you spend is part of a co-ordinated plan </w:t>
      </w:r>
    </w:p>
    <w:p w14:paraId="7A7F9B13" w14:textId="77777777" w:rsidR="002A10C5" w:rsidRPr="00BC066A" w:rsidRDefault="002A10C5" w:rsidP="002A10C5">
      <w:pPr>
        <w:pStyle w:val="ListParagraph"/>
        <w:numPr>
          <w:ilvl w:val="0"/>
          <w:numId w:val="3"/>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Galvanises your organisation by clearly stating what it stands for </w:t>
      </w:r>
    </w:p>
    <w:p w14:paraId="0C6D1454" w14:textId="77777777" w:rsidR="002A10C5" w:rsidRPr="00BC066A" w:rsidRDefault="002A10C5" w:rsidP="002A10C5">
      <w:pPr>
        <w:rPr>
          <w:rFonts w:ascii="Proxima Nova Alt" w:eastAsia="Times New Roman" w:hAnsi="Proxima Nova Alt" w:cs="Times New Roman"/>
          <w:lang w:val="en-AU"/>
        </w:rPr>
      </w:pPr>
    </w:p>
    <w:p w14:paraId="4FB187B2"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What marks a successful brand essence? </w:t>
      </w:r>
    </w:p>
    <w:p w14:paraId="68AFA5CE" w14:textId="77777777" w:rsidR="002A10C5" w:rsidRPr="00BC066A" w:rsidRDefault="002A10C5" w:rsidP="002A10C5">
      <w:pPr>
        <w:pStyle w:val="ListParagraph"/>
        <w:numPr>
          <w:ilvl w:val="0"/>
          <w:numId w:val="6"/>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Inextricably true </w:t>
      </w:r>
    </w:p>
    <w:p w14:paraId="3578D07D" w14:textId="77777777" w:rsidR="002A10C5" w:rsidRPr="00BC066A" w:rsidRDefault="002A10C5" w:rsidP="002A10C5">
      <w:pPr>
        <w:pStyle w:val="ListParagraph"/>
        <w:numPr>
          <w:ilvl w:val="0"/>
          <w:numId w:val="6"/>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Evocative, emotional and inspiring </w:t>
      </w:r>
    </w:p>
    <w:p w14:paraId="76E32087" w14:textId="77777777" w:rsidR="002A10C5" w:rsidRPr="00BC066A" w:rsidRDefault="002A10C5" w:rsidP="002A10C5">
      <w:pPr>
        <w:pStyle w:val="ListParagraph"/>
        <w:numPr>
          <w:ilvl w:val="0"/>
          <w:numId w:val="6"/>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Has clarity </w:t>
      </w:r>
    </w:p>
    <w:p w14:paraId="0263C213" w14:textId="77777777" w:rsidR="002A10C5" w:rsidRPr="00BC066A" w:rsidRDefault="002A10C5" w:rsidP="002A10C5">
      <w:pPr>
        <w:pStyle w:val="ListParagraph"/>
        <w:numPr>
          <w:ilvl w:val="0"/>
          <w:numId w:val="6"/>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Demonstrates pride </w:t>
      </w:r>
    </w:p>
    <w:p w14:paraId="4818FD16" w14:textId="77777777" w:rsidR="002A10C5" w:rsidRPr="00BC066A" w:rsidRDefault="002A10C5" w:rsidP="002A10C5">
      <w:pPr>
        <w:pStyle w:val="ListParagraph"/>
        <w:numPr>
          <w:ilvl w:val="0"/>
          <w:numId w:val="6"/>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Makes a promise</w:t>
      </w:r>
    </w:p>
    <w:p w14:paraId="01B218F4" w14:textId="77777777" w:rsidR="002A10C5" w:rsidRPr="00BC066A" w:rsidRDefault="002A10C5" w:rsidP="002A10C5">
      <w:pPr>
        <w:rPr>
          <w:rFonts w:ascii="Proxima Nova Alt" w:eastAsia="Times New Roman" w:hAnsi="Proxima Nova Alt" w:cs="Times New Roman"/>
          <w:lang w:val="en-AU"/>
        </w:rPr>
      </w:pPr>
    </w:p>
    <w:p w14:paraId="2873F899" w14:textId="77777777" w:rsidR="002A10C5" w:rsidRPr="00BC066A" w:rsidRDefault="002A10C5" w:rsidP="002A10C5">
      <w:pPr>
        <w:rPr>
          <w:rFonts w:ascii="Proxima Nova Alt" w:eastAsia="Times New Roman" w:hAnsi="Proxima Nova Alt" w:cs="Times New Roman"/>
          <w:lang w:val="en-AU"/>
        </w:rPr>
      </w:pPr>
    </w:p>
    <w:p w14:paraId="0414C2A8" w14:textId="77777777" w:rsidR="002A10C5" w:rsidRPr="00BC066A" w:rsidRDefault="002A10C5" w:rsidP="002A10C5">
      <w:pPr>
        <w:rPr>
          <w:rFonts w:ascii="Proxima Nova Alt" w:eastAsia="Times New Roman" w:hAnsi="Proxima Nova Alt" w:cs="Times New Roman"/>
          <w:lang w:val="en-AU"/>
        </w:rPr>
      </w:pPr>
    </w:p>
    <w:p w14:paraId="2B7C4C92" w14:textId="77777777" w:rsidR="002A10C5" w:rsidRPr="00BC066A" w:rsidRDefault="002A10C5" w:rsidP="002A10C5">
      <w:pPr>
        <w:rPr>
          <w:rFonts w:ascii="Proxima Nova Alt" w:eastAsia="Times New Roman" w:hAnsi="Proxima Nova Alt" w:cs="Times New Roman"/>
          <w:lang w:val="en-AU"/>
        </w:rPr>
      </w:pPr>
    </w:p>
    <w:p w14:paraId="5A9256F4" w14:textId="77777777" w:rsidR="002A10C5" w:rsidRPr="00BC066A" w:rsidRDefault="002A10C5" w:rsidP="002A10C5">
      <w:pPr>
        <w:rPr>
          <w:rFonts w:ascii="Proxima Nova Alt" w:eastAsia="Times New Roman" w:hAnsi="Proxima Nova Alt" w:cs="Times New Roman"/>
          <w:lang w:val="en-AU"/>
        </w:rPr>
      </w:pPr>
    </w:p>
    <w:p w14:paraId="3B1EA748" w14:textId="77777777" w:rsidR="002A10C5" w:rsidRPr="00BC066A" w:rsidRDefault="002A10C5" w:rsidP="002A10C5">
      <w:pPr>
        <w:rPr>
          <w:rFonts w:ascii="Proxima Nova Alt" w:eastAsia="Times New Roman" w:hAnsi="Proxima Nova Alt" w:cs="Times New Roman"/>
          <w:lang w:val="en-AU"/>
        </w:rPr>
      </w:pPr>
    </w:p>
    <w:p w14:paraId="22044A6D"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lastRenderedPageBreak/>
        <w:t xml:space="preserve">How do we arrive at the brand essence? </w:t>
      </w:r>
    </w:p>
    <w:p w14:paraId="19A80633" w14:textId="77777777" w:rsidR="002A10C5" w:rsidRPr="00BC066A" w:rsidRDefault="002A10C5" w:rsidP="002A10C5">
      <w:pPr>
        <w:pStyle w:val="ListParagraph"/>
        <w:numPr>
          <w:ilvl w:val="0"/>
          <w:numId w:val="7"/>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Brainstorm facts and feelings </w:t>
      </w:r>
    </w:p>
    <w:p w14:paraId="5E029AC2" w14:textId="77777777" w:rsidR="002A10C5" w:rsidRPr="00BC066A" w:rsidRDefault="002A10C5" w:rsidP="002A10C5">
      <w:pPr>
        <w:pStyle w:val="ListParagraph"/>
        <w:numPr>
          <w:ilvl w:val="0"/>
          <w:numId w:val="7"/>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Identify and discuss themes </w:t>
      </w:r>
    </w:p>
    <w:p w14:paraId="24F7E237" w14:textId="77777777" w:rsidR="002A10C5" w:rsidRPr="00BC066A" w:rsidRDefault="002A10C5" w:rsidP="002A10C5">
      <w:pPr>
        <w:pStyle w:val="ListParagraph"/>
        <w:numPr>
          <w:ilvl w:val="0"/>
          <w:numId w:val="7"/>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Draft the brand essence statement </w:t>
      </w:r>
    </w:p>
    <w:p w14:paraId="54AE145F" w14:textId="77777777" w:rsidR="002A10C5" w:rsidRPr="00BC066A" w:rsidRDefault="002A10C5" w:rsidP="002A10C5">
      <w:pPr>
        <w:rPr>
          <w:rFonts w:ascii="Proxima Nova Alt" w:eastAsia="Times New Roman" w:hAnsi="Proxima Nova Alt" w:cs="Times New Roman"/>
          <w:lang w:val="en-AU"/>
        </w:rPr>
      </w:pPr>
    </w:p>
    <w:p w14:paraId="355069C9"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Who is involved in the brand essence workshop and what are their roles? </w:t>
      </w:r>
    </w:p>
    <w:p w14:paraId="68F725B9" w14:textId="77777777" w:rsidR="002A10C5" w:rsidRPr="00BC066A" w:rsidRDefault="002A10C5" w:rsidP="002A10C5">
      <w:pPr>
        <w:rPr>
          <w:rFonts w:ascii="Proxima Nova Alt" w:eastAsia="Times New Roman" w:hAnsi="Proxima Nova Alt" w:cs="Times New Roman"/>
          <w:lang w:val="en-AU"/>
        </w:rPr>
      </w:pPr>
    </w:p>
    <w:p w14:paraId="6C6F2503"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Internal Stakeholders: Provides the fundamental information required to form the basis of the brand essence. A range of people from different areas within the organisation is involved to provide a range of perspectives. </w:t>
      </w:r>
    </w:p>
    <w:p w14:paraId="7EEBD920" w14:textId="77777777" w:rsidR="002A10C5" w:rsidRPr="00BC066A" w:rsidRDefault="002A10C5" w:rsidP="002A10C5">
      <w:pPr>
        <w:rPr>
          <w:rFonts w:ascii="Proxima Nova Alt" w:eastAsia="Times New Roman" w:hAnsi="Proxima Nova Alt" w:cs="Times New Roman"/>
          <w:lang w:val="en-AU"/>
        </w:rPr>
      </w:pPr>
    </w:p>
    <w:p w14:paraId="38F59657"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External Eyes: Facilitate the flow of information, identify compelling themes and provide an outside perspective </w:t>
      </w:r>
    </w:p>
    <w:p w14:paraId="409548DE" w14:textId="77777777" w:rsidR="002A10C5" w:rsidRPr="00BC066A" w:rsidRDefault="002A10C5" w:rsidP="002A10C5">
      <w:pPr>
        <w:rPr>
          <w:rFonts w:ascii="Proxima Nova Alt" w:eastAsia="Times New Roman" w:hAnsi="Proxima Nova Alt" w:cs="Times New Roman"/>
          <w:lang w:val="en-AU"/>
        </w:rPr>
      </w:pPr>
    </w:p>
    <w:p w14:paraId="3A194E81"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The brand essence structure: </w:t>
      </w:r>
    </w:p>
    <w:p w14:paraId="77E58D3E" w14:textId="77777777" w:rsidR="002A10C5" w:rsidRPr="00BC066A" w:rsidRDefault="002A10C5" w:rsidP="002A10C5">
      <w:pPr>
        <w:pStyle w:val="ListParagraph"/>
        <w:numPr>
          <w:ilvl w:val="0"/>
          <w:numId w:val="8"/>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Attributes: Functions of the brand; what the brand does; how it works</w:t>
      </w:r>
    </w:p>
    <w:p w14:paraId="3C687052" w14:textId="77777777" w:rsidR="002A10C5" w:rsidRPr="00BC066A" w:rsidRDefault="002A10C5" w:rsidP="002A10C5">
      <w:pPr>
        <w:pStyle w:val="ListParagraph"/>
        <w:numPr>
          <w:ilvl w:val="0"/>
          <w:numId w:val="8"/>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Personality: How the brand is perceived; its image; what its like </w:t>
      </w:r>
    </w:p>
    <w:p w14:paraId="0DA9C9BE" w14:textId="77777777" w:rsidR="002A10C5" w:rsidRPr="00BC066A" w:rsidRDefault="002A10C5" w:rsidP="002A10C5">
      <w:pPr>
        <w:pStyle w:val="ListParagraph"/>
        <w:numPr>
          <w:ilvl w:val="0"/>
          <w:numId w:val="8"/>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Authority: The leveragable substance of the brand; its credibility </w:t>
      </w:r>
    </w:p>
    <w:p w14:paraId="45AD2A3B" w14:textId="77777777" w:rsidR="002A10C5" w:rsidRPr="00BC066A" w:rsidRDefault="002A10C5" w:rsidP="002A10C5">
      <w:pPr>
        <w:rPr>
          <w:rFonts w:ascii="Proxima Nova Alt" w:eastAsia="Times New Roman" w:hAnsi="Proxima Nova Alt" w:cs="Times New Roman"/>
          <w:lang w:val="en-AU"/>
        </w:rPr>
      </w:pPr>
    </w:p>
    <w:p w14:paraId="1F39F9B8"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t>Brand essence: The statement or words that best represents the findings</w:t>
      </w:r>
    </w:p>
    <w:p w14:paraId="0E2DCAFC" w14:textId="77777777" w:rsidR="002A10C5" w:rsidRPr="00BC066A" w:rsidRDefault="002A10C5" w:rsidP="002A10C5">
      <w:pPr>
        <w:rPr>
          <w:rFonts w:ascii="Proxima Nova Alt" w:eastAsia="Times New Roman" w:hAnsi="Proxima Nova Alt" w:cs="Times New Roman"/>
          <w:lang w:val="en-AU"/>
        </w:rPr>
      </w:pPr>
    </w:p>
    <w:p w14:paraId="0DD0CF6F"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t>Should the brand essence statement reflect where you are now or provide the framework for the kind of brand we'd like to be?</w:t>
      </w:r>
    </w:p>
    <w:p w14:paraId="1EB29D68" w14:textId="77777777" w:rsidR="002A10C5" w:rsidRPr="00BC066A" w:rsidRDefault="002A10C5" w:rsidP="002A10C5">
      <w:pPr>
        <w:pStyle w:val="ListParagraph"/>
        <w:numPr>
          <w:ilvl w:val="0"/>
          <w:numId w:val="9"/>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The brand essence is aspirational; something to live up to and constantly meet </w:t>
      </w:r>
    </w:p>
    <w:p w14:paraId="454D6E94" w14:textId="77777777" w:rsidR="002A10C5" w:rsidRPr="00BC066A" w:rsidRDefault="002A10C5" w:rsidP="002A10C5">
      <w:pPr>
        <w:pStyle w:val="ListParagraph"/>
        <w:numPr>
          <w:ilvl w:val="0"/>
          <w:numId w:val="9"/>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But it must be rooted in reality </w:t>
      </w:r>
    </w:p>
    <w:p w14:paraId="46980EC3" w14:textId="77777777" w:rsidR="002A10C5" w:rsidRPr="00BC066A" w:rsidRDefault="002A10C5" w:rsidP="002A10C5">
      <w:pPr>
        <w:pStyle w:val="ListParagraph"/>
        <w:numPr>
          <w:ilvl w:val="0"/>
          <w:numId w:val="9"/>
        </w:numPr>
        <w:rPr>
          <w:rFonts w:ascii="Proxima Nova Alt" w:eastAsia="Times New Roman" w:hAnsi="Proxima Nova Alt" w:cs="Times New Roman"/>
          <w:lang w:val="en-AU"/>
        </w:rPr>
      </w:pPr>
      <w:r w:rsidRPr="00BC066A">
        <w:rPr>
          <w:rFonts w:ascii="Proxima Nova Alt" w:eastAsia="Times New Roman" w:hAnsi="Proxima Nova Alt" w:cs="Times New Roman"/>
          <w:lang w:val="en-AU"/>
        </w:rPr>
        <w:t xml:space="preserve">The best brand essence examples are timeless, aspirational and achievable </w:t>
      </w:r>
    </w:p>
    <w:p w14:paraId="527B375D" w14:textId="77777777" w:rsidR="002A10C5" w:rsidRDefault="002A10C5" w:rsidP="002A10C5">
      <w:pPr>
        <w:rPr>
          <w:rFonts w:ascii="Proxima Nova Alt Reg" w:eastAsia="Times New Roman" w:hAnsi="Proxima Nova Alt Reg" w:cs="Times New Roman"/>
          <w:color w:val="26157F"/>
          <w:lang w:val="en-AU"/>
        </w:rPr>
      </w:pPr>
    </w:p>
    <w:p w14:paraId="5C07D389" w14:textId="77777777" w:rsidR="002A10C5" w:rsidRDefault="002A10C5" w:rsidP="002A10C5">
      <w:pPr>
        <w:rPr>
          <w:rFonts w:ascii="Proxima Nova Alt Reg" w:eastAsia="Times New Roman" w:hAnsi="Proxima Nova Alt Reg" w:cs="Times New Roman"/>
          <w:color w:val="26157F"/>
          <w:lang w:val="en-AU"/>
        </w:rPr>
      </w:pPr>
    </w:p>
    <w:p w14:paraId="334B0610" w14:textId="77777777" w:rsidR="002A10C5" w:rsidRPr="000B01BF" w:rsidRDefault="002A10C5" w:rsidP="002A10C5">
      <w:pPr>
        <w:rPr>
          <w:rFonts w:ascii="Proxima Nova Alt Reg" w:eastAsia="Times New Roman" w:hAnsi="Proxima Nova Alt Reg" w:cs="Times New Roman"/>
          <w:b/>
          <w:sz w:val="28"/>
          <w:lang w:val="en-AU"/>
        </w:rPr>
      </w:pPr>
      <w:r w:rsidRPr="000B01BF">
        <w:rPr>
          <w:rFonts w:ascii="Proxima Nova Alt Reg" w:eastAsia="Times New Roman" w:hAnsi="Proxima Nova Alt Reg" w:cs="Times New Roman"/>
          <w:b/>
          <w:sz w:val="28"/>
          <w:lang w:val="en-AU"/>
        </w:rPr>
        <w:t>Now, let’s get into it!</w:t>
      </w:r>
    </w:p>
    <w:p w14:paraId="60345EBD" w14:textId="77777777" w:rsidR="002A10C5" w:rsidRDefault="002A10C5" w:rsidP="002A10C5">
      <w:pPr>
        <w:rPr>
          <w:rFonts w:ascii="Proxima Nova Alt Reg" w:eastAsia="Times New Roman" w:hAnsi="Proxima Nova Alt Reg" w:cs="Times New Roman"/>
          <w:color w:val="26157F"/>
          <w:lang w:val="en-AU"/>
        </w:rPr>
      </w:pPr>
    </w:p>
    <w:p w14:paraId="54236B13" w14:textId="77777777" w:rsidR="002A10C5" w:rsidRDefault="002A10C5" w:rsidP="002A10C5">
      <w:pPr>
        <w:rPr>
          <w:rFonts w:ascii="Proxima Nova Alt Reg" w:eastAsia="Times New Roman" w:hAnsi="Proxima Nova Alt Reg" w:cs="Times New Roman"/>
          <w:color w:val="26157F"/>
          <w:lang w:val="en-AU"/>
        </w:rPr>
      </w:pPr>
    </w:p>
    <w:p w14:paraId="6DCF9FC0" w14:textId="77777777" w:rsidR="002A10C5" w:rsidRDefault="002A10C5" w:rsidP="002A10C5">
      <w:pPr>
        <w:rPr>
          <w:rFonts w:ascii="Proxima Nova Alt Reg" w:eastAsia="Times New Roman" w:hAnsi="Proxima Nova Alt Reg" w:cs="Times New Roman"/>
          <w:color w:val="26157F"/>
          <w:lang w:val="en-AU"/>
        </w:rPr>
      </w:pPr>
    </w:p>
    <w:p w14:paraId="51307F83" w14:textId="77777777" w:rsidR="002A10C5" w:rsidRDefault="002A10C5" w:rsidP="002A10C5">
      <w:pPr>
        <w:widowControl w:val="0"/>
        <w:autoSpaceDE w:val="0"/>
        <w:autoSpaceDN w:val="0"/>
        <w:adjustRightInd w:val="0"/>
        <w:rPr>
          <w:rFonts w:ascii="Proxima Nova Alt Bd" w:hAnsi="Proxima Nova Alt Bd" w:cs="Times New Roman"/>
          <w:color w:val="26157F"/>
          <w:sz w:val="40"/>
          <w:szCs w:val="40"/>
        </w:rPr>
      </w:pPr>
      <w:r w:rsidRPr="001F1461">
        <w:rPr>
          <w:rFonts w:ascii="Proxima Nova Alt Reg" w:eastAsia="Times New Roman" w:hAnsi="Proxima Nova Alt Reg" w:cs="Times New Roman"/>
          <w:color w:val="26157F"/>
          <w:lang w:val="en-AU"/>
        </w:rPr>
        <w:br/>
      </w:r>
    </w:p>
    <w:p w14:paraId="4C989AAF" w14:textId="77777777" w:rsidR="002A10C5" w:rsidRDefault="002A10C5" w:rsidP="002A10C5">
      <w:pPr>
        <w:widowControl w:val="0"/>
        <w:autoSpaceDE w:val="0"/>
        <w:autoSpaceDN w:val="0"/>
        <w:adjustRightInd w:val="0"/>
        <w:rPr>
          <w:rFonts w:ascii="Proxima Nova Alt Bd" w:hAnsi="Proxima Nova Alt Bd" w:cs="Times New Roman"/>
          <w:color w:val="26157F"/>
          <w:sz w:val="40"/>
          <w:szCs w:val="40"/>
        </w:rPr>
      </w:pPr>
    </w:p>
    <w:p w14:paraId="1572FA1A" w14:textId="77777777" w:rsidR="002A10C5" w:rsidRDefault="002A10C5" w:rsidP="002A10C5">
      <w:pPr>
        <w:widowControl w:val="0"/>
        <w:autoSpaceDE w:val="0"/>
        <w:autoSpaceDN w:val="0"/>
        <w:adjustRightInd w:val="0"/>
        <w:rPr>
          <w:rFonts w:ascii="Proxima Nova Alt Bd" w:hAnsi="Proxima Nova Alt Bd" w:cs="Times New Roman"/>
          <w:color w:val="26157F"/>
          <w:sz w:val="40"/>
          <w:szCs w:val="40"/>
        </w:rPr>
      </w:pPr>
    </w:p>
    <w:p w14:paraId="76F178B4" w14:textId="77777777" w:rsidR="002A10C5" w:rsidRDefault="002A10C5" w:rsidP="002A10C5">
      <w:pPr>
        <w:widowControl w:val="0"/>
        <w:autoSpaceDE w:val="0"/>
        <w:autoSpaceDN w:val="0"/>
        <w:adjustRightInd w:val="0"/>
        <w:rPr>
          <w:rFonts w:ascii="Proxima Nova Alt Bd" w:hAnsi="Proxima Nova Alt Bd" w:cs="Times New Roman"/>
          <w:color w:val="26157F"/>
          <w:sz w:val="40"/>
          <w:szCs w:val="40"/>
        </w:rPr>
      </w:pPr>
    </w:p>
    <w:p w14:paraId="28B0999D" w14:textId="77777777" w:rsidR="002A10C5" w:rsidRDefault="002A10C5" w:rsidP="002A10C5">
      <w:pPr>
        <w:widowControl w:val="0"/>
        <w:autoSpaceDE w:val="0"/>
        <w:autoSpaceDN w:val="0"/>
        <w:adjustRightInd w:val="0"/>
        <w:rPr>
          <w:rFonts w:ascii="Proxima Nova Alt Bd" w:hAnsi="Proxima Nova Alt Bd" w:cs="Times New Roman"/>
          <w:color w:val="26157F"/>
          <w:sz w:val="40"/>
          <w:szCs w:val="40"/>
        </w:rPr>
      </w:pPr>
    </w:p>
    <w:p w14:paraId="1A01D835" w14:textId="77777777" w:rsidR="002A10C5" w:rsidRDefault="002A10C5" w:rsidP="002A10C5">
      <w:pPr>
        <w:widowControl w:val="0"/>
        <w:autoSpaceDE w:val="0"/>
        <w:autoSpaceDN w:val="0"/>
        <w:adjustRightInd w:val="0"/>
        <w:rPr>
          <w:rFonts w:ascii="Proxima Nova Alt Bd" w:hAnsi="Proxima Nova Alt Bd" w:cs="Times New Roman"/>
          <w:color w:val="26157F"/>
          <w:sz w:val="40"/>
          <w:szCs w:val="40"/>
        </w:rPr>
      </w:pPr>
    </w:p>
    <w:p w14:paraId="53D01742" w14:textId="77777777" w:rsidR="002A10C5" w:rsidRDefault="002A10C5" w:rsidP="002A10C5">
      <w:pPr>
        <w:widowControl w:val="0"/>
        <w:autoSpaceDE w:val="0"/>
        <w:autoSpaceDN w:val="0"/>
        <w:adjustRightInd w:val="0"/>
        <w:rPr>
          <w:rFonts w:ascii="Proxima Nova Alt Bd" w:hAnsi="Proxima Nova Alt Bd" w:cs="Times New Roman"/>
          <w:color w:val="26157F"/>
          <w:sz w:val="40"/>
          <w:szCs w:val="40"/>
        </w:rPr>
      </w:pPr>
    </w:p>
    <w:p w14:paraId="71192D0B" w14:textId="77777777" w:rsidR="002A10C5" w:rsidRDefault="002A10C5" w:rsidP="002A10C5">
      <w:pPr>
        <w:widowControl w:val="0"/>
        <w:autoSpaceDE w:val="0"/>
        <w:autoSpaceDN w:val="0"/>
        <w:adjustRightInd w:val="0"/>
        <w:rPr>
          <w:rFonts w:ascii="Proxima Nova Alt Bd" w:hAnsi="Proxima Nova Alt Bd" w:cs="Times New Roman"/>
          <w:color w:val="26157F"/>
          <w:sz w:val="40"/>
          <w:szCs w:val="40"/>
        </w:rPr>
      </w:pPr>
    </w:p>
    <w:p w14:paraId="6DE1F8AD" w14:textId="77777777" w:rsidR="002A10C5" w:rsidRDefault="002A10C5" w:rsidP="002A10C5">
      <w:pPr>
        <w:widowControl w:val="0"/>
        <w:autoSpaceDE w:val="0"/>
        <w:autoSpaceDN w:val="0"/>
        <w:adjustRightInd w:val="0"/>
        <w:rPr>
          <w:rFonts w:ascii="Proxima Nova Alt Bd" w:hAnsi="Proxima Nova Alt Bd" w:cs="Times New Roman"/>
          <w:color w:val="26157F"/>
          <w:sz w:val="40"/>
          <w:szCs w:val="40"/>
        </w:rPr>
      </w:pPr>
    </w:p>
    <w:p w14:paraId="110E0474" w14:textId="77777777" w:rsidR="002A10C5" w:rsidRPr="002A528D" w:rsidRDefault="002A10C5" w:rsidP="002A10C5">
      <w:pPr>
        <w:widowControl w:val="0"/>
        <w:autoSpaceDE w:val="0"/>
        <w:autoSpaceDN w:val="0"/>
        <w:adjustRightInd w:val="0"/>
        <w:rPr>
          <w:rFonts w:ascii="Proxima Nova Alt Bd" w:hAnsi="Proxima Nova Alt Bd" w:cs="Times New Roman"/>
          <w:b/>
          <w:color w:val="26157F"/>
          <w:sz w:val="40"/>
          <w:szCs w:val="40"/>
        </w:rPr>
      </w:pPr>
      <w:r w:rsidRPr="002A528D">
        <w:rPr>
          <w:rFonts w:ascii="Proxima Nova Alt Bd" w:hAnsi="Proxima Nova Alt Bd" w:cs="Times New Roman"/>
          <w:b/>
          <w:color w:val="26157F"/>
          <w:sz w:val="40"/>
          <w:szCs w:val="40"/>
        </w:rPr>
        <w:t xml:space="preserve">(YOUR BRAND NAME) </w:t>
      </w:r>
    </w:p>
    <w:p w14:paraId="61CD9681" w14:textId="77777777" w:rsidR="002A10C5" w:rsidRPr="002A528D" w:rsidRDefault="002A10C5" w:rsidP="002A10C5">
      <w:pPr>
        <w:widowControl w:val="0"/>
        <w:autoSpaceDE w:val="0"/>
        <w:autoSpaceDN w:val="0"/>
        <w:adjustRightInd w:val="0"/>
        <w:rPr>
          <w:rFonts w:ascii="Proxima Nova Alt Bd" w:hAnsi="Proxima Nova Alt Bd" w:cs="Times New Roman"/>
          <w:b/>
          <w:color w:val="26157F"/>
          <w:sz w:val="40"/>
          <w:szCs w:val="40"/>
        </w:rPr>
      </w:pPr>
      <w:r w:rsidRPr="002A528D">
        <w:rPr>
          <w:rFonts w:ascii="Proxima Nova Alt Bd" w:hAnsi="Proxima Nova Alt Bd" w:cs="Times New Roman"/>
          <w:b/>
          <w:color w:val="26157F"/>
          <w:sz w:val="40"/>
          <w:szCs w:val="40"/>
        </w:rPr>
        <w:t>BRAND ESSENCE NOTES</w:t>
      </w:r>
    </w:p>
    <w:p w14:paraId="2713ADD4" w14:textId="77777777" w:rsidR="002A10C5" w:rsidRPr="001F1461" w:rsidRDefault="002A10C5" w:rsidP="002A10C5">
      <w:pPr>
        <w:widowControl w:val="0"/>
        <w:autoSpaceDE w:val="0"/>
        <w:autoSpaceDN w:val="0"/>
        <w:adjustRightInd w:val="0"/>
        <w:rPr>
          <w:rFonts w:ascii="Proxima Nova Alt Bd" w:hAnsi="Proxima Nova Alt Bd" w:cs="Times New Roman"/>
          <w:color w:val="26157F"/>
          <w:sz w:val="36"/>
          <w:szCs w:val="40"/>
        </w:rPr>
      </w:pPr>
    </w:p>
    <w:p w14:paraId="39006520" w14:textId="77777777" w:rsidR="002A10C5" w:rsidRDefault="002A10C5" w:rsidP="002A10C5">
      <w:pPr>
        <w:shd w:val="clear" w:color="auto" w:fill="FFFFFF"/>
        <w:rPr>
          <w:rFonts w:ascii="Proxima Nova Alt Reg" w:eastAsia="Times New Roman" w:hAnsi="Proxima Nova Alt Reg" w:cs="Times New Roman"/>
          <w:color w:val="342791"/>
          <w:lang w:val="en-AU"/>
        </w:rPr>
      </w:pP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p>
    <w:p w14:paraId="5F343E8F" w14:textId="77777777" w:rsidR="002A10C5" w:rsidRDefault="002A10C5" w:rsidP="002A10C5">
      <w:pPr>
        <w:shd w:val="clear" w:color="auto" w:fill="FFFFFF"/>
        <w:rPr>
          <w:rFonts w:ascii="Proxima Nova Alt Reg" w:eastAsia="Times New Roman" w:hAnsi="Proxima Nova Alt Reg" w:cs="Times New Roman"/>
          <w:color w:val="342791"/>
          <w:lang w:val="en-AU"/>
        </w:rPr>
      </w:pPr>
    </w:p>
    <w:p w14:paraId="7250EE28" w14:textId="77777777" w:rsidR="002A10C5" w:rsidRPr="00BC066A" w:rsidRDefault="002A10C5" w:rsidP="002A10C5">
      <w:pPr>
        <w:shd w:val="clear" w:color="auto" w:fill="FFFFFF"/>
        <w:rPr>
          <w:rFonts w:ascii="Proxima Nova Alt Bd" w:hAnsi="Proxima Nova Alt Bd"/>
          <w:b/>
        </w:rPr>
      </w:pP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Pr>
          <w:rFonts w:ascii="Proxima Nova Alt Reg" w:eastAsia="Times New Roman" w:hAnsi="Proxima Nova Alt Reg" w:cs="Times New Roman"/>
          <w:color w:val="342791"/>
          <w:lang w:val="en-AU"/>
        </w:rPr>
        <w:br/>
      </w:r>
      <w:r w:rsidRPr="00BC066A">
        <w:rPr>
          <w:rFonts w:ascii="Proxima Nova Alt Bd" w:hAnsi="Proxima Nova Alt Bd"/>
          <w:b/>
        </w:rPr>
        <w:lastRenderedPageBreak/>
        <w:t>Attributes</w:t>
      </w:r>
      <w:r w:rsidRPr="00BC066A">
        <w:rPr>
          <w:rFonts w:ascii="Proxima Nova Alt Bd" w:hAnsi="Proxima Nova Alt Bd"/>
          <w:b/>
        </w:rPr>
        <w:br/>
      </w:r>
    </w:p>
    <w:p w14:paraId="25CD5830" w14:textId="77777777" w:rsidR="002A10C5" w:rsidRPr="00BC066A" w:rsidRDefault="002A10C5" w:rsidP="002A10C5">
      <w:pPr>
        <w:shd w:val="clear" w:color="auto" w:fill="FFFFFF"/>
        <w:rPr>
          <w:rFonts w:ascii="Proxima Nova Alt" w:eastAsia="Times New Roman" w:hAnsi="Proxima Nova Alt" w:cs="Times New Roman"/>
          <w:color w:val="222222"/>
        </w:rPr>
      </w:pPr>
      <w:r w:rsidRPr="00BC066A">
        <w:rPr>
          <w:rFonts w:ascii="Proxima Nova Alt" w:hAnsi="Proxima Nova Alt"/>
        </w:rPr>
        <w:t>Fill the spaces below with details of what exactly your brand does. Include both functional attributes: “provide a specific service”, as well as emotional attributes: “give customers peace of mind”.</w:t>
      </w:r>
      <w:r w:rsidRPr="00BC066A">
        <w:rPr>
          <w:rFonts w:ascii="Proxima Nova Alt" w:hAnsi="Proxima Nova Alt"/>
        </w:rPr>
        <w:br/>
      </w:r>
    </w:p>
    <w:p w14:paraId="51BCF364" w14:textId="77777777" w:rsidR="002A10C5" w:rsidRPr="00BC066A" w:rsidRDefault="002A10C5" w:rsidP="002A10C5">
      <w:pPr>
        <w:pStyle w:val="ListParagraph"/>
        <w:numPr>
          <w:ilvl w:val="0"/>
          <w:numId w:val="2"/>
        </w:numPr>
        <w:rPr>
          <w:rFonts w:ascii="Proxima Nova Alt" w:eastAsia="Times New Roman" w:hAnsi="Proxima Nova Alt" w:cs="Times New Roman"/>
          <w:i/>
          <w:lang w:val="en-AU"/>
        </w:rPr>
      </w:pPr>
      <w:r w:rsidRPr="00BC066A">
        <w:rPr>
          <w:rFonts w:ascii="Proxima Nova Alt" w:eastAsia="Times New Roman" w:hAnsi="Proxima Nova Alt" w:cs="Arial"/>
          <w:i/>
          <w:color w:val="000000"/>
          <w:shd w:val="clear" w:color="auto" w:fill="FFFFFF"/>
          <w:lang w:val="en-AU"/>
        </w:rPr>
        <w:t xml:space="preserve"> Example attribute: provides free financial advice to uni students</w:t>
      </w:r>
    </w:p>
    <w:p w14:paraId="58D227E1" w14:textId="77777777" w:rsidR="002A10C5" w:rsidRPr="00BC066A" w:rsidRDefault="002A10C5" w:rsidP="002A10C5">
      <w:pPr>
        <w:pStyle w:val="ListParagraph"/>
        <w:numPr>
          <w:ilvl w:val="0"/>
          <w:numId w:val="2"/>
        </w:numPr>
        <w:rPr>
          <w:rFonts w:ascii="Proxima Nova Alt" w:eastAsia="Times New Roman" w:hAnsi="Proxima Nova Alt" w:cs="Times New Roman"/>
          <w:lang w:val="en-AU"/>
        </w:rPr>
      </w:pPr>
      <w:r w:rsidRPr="00BC066A">
        <w:rPr>
          <w:rFonts w:ascii="Proxima Nova Alt" w:eastAsia="Times New Roman" w:hAnsi="Proxima Nova Alt" w:cs="Arial"/>
          <w:color w:val="000000"/>
          <w:shd w:val="clear" w:color="auto" w:fill="FFFFFF"/>
          <w:lang w:val="en-AU"/>
        </w:rPr>
        <w:t xml:space="preserve"> </w:t>
      </w:r>
    </w:p>
    <w:p w14:paraId="1150D9CD" w14:textId="77777777" w:rsidR="002A10C5" w:rsidRPr="00BC066A" w:rsidRDefault="002A10C5" w:rsidP="002A10C5">
      <w:pPr>
        <w:pStyle w:val="ListParagraph"/>
        <w:numPr>
          <w:ilvl w:val="0"/>
          <w:numId w:val="2"/>
        </w:numPr>
        <w:rPr>
          <w:rFonts w:ascii="Proxima Nova Alt" w:eastAsia="Times New Roman" w:hAnsi="Proxima Nova Alt" w:cs="Times New Roman"/>
          <w:lang w:val="en-AU"/>
        </w:rPr>
      </w:pPr>
      <w:r w:rsidRPr="00BC066A">
        <w:rPr>
          <w:rFonts w:ascii="Proxima Nova Alt" w:eastAsia="Times New Roman" w:hAnsi="Proxima Nova Alt" w:cs="Arial"/>
          <w:color w:val="000000"/>
          <w:shd w:val="clear" w:color="auto" w:fill="FFFFFF"/>
          <w:lang w:val="en-AU"/>
        </w:rPr>
        <w:t xml:space="preserve"> </w:t>
      </w:r>
    </w:p>
    <w:p w14:paraId="65C05900" w14:textId="77777777" w:rsidR="002A10C5" w:rsidRPr="00BC066A" w:rsidRDefault="002A10C5" w:rsidP="002A10C5">
      <w:pPr>
        <w:pStyle w:val="ListParagraph"/>
        <w:numPr>
          <w:ilvl w:val="0"/>
          <w:numId w:val="2"/>
        </w:numPr>
        <w:rPr>
          <w:rFonts w:ascii="Proxima Nova Alt" w:eastAsia="Times New Roman" w:hAnsi="Proxima Nova Alt" w:cs="Times New Roman"/>
          <w:lang w:val="en-AU"/>
        </w:rPr>
      </w:pPr>
      <w:r w:rsidRPr="00BC066A">
        <w:rPr>
          <w:rFonts w:ascii="Proxima Nova Alt" w:eastAsia="Times New Roman" w:hAnsi="Proxima Nova Alt" w:cs="Arial"/>
          <w:color w:val="000000"/>
          <w:shd w:val="clear" w:color="auto" w:fill="FFFFFF"/>
          <w:lang w:val="en-AU"/>
        </w:rPr>
        <w:t xml:space="preserve"> </w:t>
      </w:r>
    </w:p>
    <w:p w14:paraId="1F233270" w14:textId="77777777" w:rsidR="002A10C5" w:rsidRPr="00BC066A" w:rsidRDefault="002A10C5" w:rsidP="002A10C5">
      <w:pPr>
        <w:pStyle w:val="ListParagraph"/>
        <w:numPr>
          <w:ilvl w:val="0"/>
          <w:numId w:val="2"/>
        </w:numPr>
        <w:rPr>
          <w:rFonts w:ascii="Proxima Nova Alt" w:eastAsia="Times New Roman" w:hAnsi="Proxima Nova Alt" w:cs="Times New Roman"/>
          <w:lang w:val="en-AU"/>
        </w:rPr>
      </w:pPr>
      <w:r w:rsidRPr="00BC066A">
        <w:rPr>
          <w:rFonts w:ascii="Proxima Nova Alt" w:eastAsia="Times New Roman" w:hAnsi="Proxima Nova Alt" w:cs="Arial"/>
          <w:color w:val="000000"/>
          <w:shd w:val="clear" w:color="auto" w:fill="FFFFFF"/>
          <w:lang w:val="en-AU"/>
        </w:rPr>
        <w:t xml:space="preserve"> </w:t>
      </w:r>
    </w:p>
    <w:p w14:paraId="2452B992" w14:textId="77777777" w:rsidR="002A10C5" w:rsidRPr="00BC066A" w:rsidRDefault="002A10C5" w:rsidP="002A10C5">
      <w:pPr>
        <w:pStyle w:val="ListParagraph"/>
        <w:numPr>
          <w:ilvl w:val="0"/>
          <w:numId w:val="2"/>
        </w:numPr>
        <w:rPr>
          <w:rFonts w:ascii="Proxima Nova Alt" w:eastAsia="Times New Roman" w:hAnsi="Proxima Nova Alt" w:cs="Times New Roman"/>
          <w:lang w:val="en-AU"/>
        </w:rPr>
      </w:pPr>
      <w:r w:rsidRPr="00BC066A">
        <w:rPr>
          <w:rFonts w:ascii="Proxima Nova Alt" w:eastAsia="Times New Roman" w:hAnsi="Proxima Nova Alt" w:cs="Arial"/>
          <w:color w:val="000000"/>
          <w:shd w:val="clear" w:color="auto" w:fill="FFFFFF"/>
          <w:lang w:val="en-AU"/>
        </w:rPr>
        <w:t xml:space="preserve"> </w:t>
      </w:r>
    </w:p>
    <w:p w14:paraId="14A5E970" w14:textId="77777777" w:rsidR="002A10C5" w:rsidRPr="00BC066A" w:rsidRDefault="002A10C5" w:rsidP="002A10C5">
      <w:pPr>
        <w:rPr>
          <w:rFonts w:ascii="Proxima Nova Alt" w:eastAsia="Times New Roman" w:hAnsi="Proxima Nova Alt" w:cs="Times New Roman"/>
          <w:lang w:val="en-AU"/>
        </w:rPr>
      </w:pPr>
    </w:p>
    <w:p w14:paraId="3BF92788" w14:textId="77777777" w:rsidR="002A10C5" w:rsidRPr="007B2C5E" w:rsidRDefault="002A10C5" w:rsidP="002A10C5">
      <w:pPr>
        <w:rPr>
          <w:rFonts w:ascii="Proxima Nova Alt Reg" w:eastAsia="Times New Roman" w:hAnsi="Proxima Nova Alt Reg" w:cs="Times New Roman"/>
          <w:b/>
          <w:lang w:val="en-AU"/>
        </w:rPr>
      </w:pPr>
      <w:r>
        <w:rPr>
          <w:rFonts w:ascii="Proxima Nova Alt Reg" w:eastAsia="Times New Roman" w:hAnsi="Proxima Nova Alt Reg" w:cs="Times New Roman"/>
          <w:b/>
          <w:lang w:val="en-AU"/>
        </w:rPr>
        <w:t>Attributes Statement</w:t>
      </w:r>
      <w:r>
        <w:rPr>
          <w:rFonts w:ascii="Proxima Nova Alt Reg" w:eastAsia="Times New Roman" w:hAnsi="Proxima Nova Alt Reg" w:cs="Times New Roman"/>
          <w:b/>
          <w:lang w:val="en-AU"/>
        </w:rPr>
        <w:br/>
      </w:r>
      <w:r>
        <w:rPr>
          <w:rFonts w:ascii="Proxima Nova Alt Reg" w:eastAsia="Times New Roman" w:hAnsi="Proxima Nova Alt Reg" w:cs="Times New Roman"/>
          <w:b/>
          <w:lang w:val="en-AU"/>
        </w:rPr>
        <w:br/>
      </w:r>
      <w:r w:rsidRPr="00BC066A">
        <w:rPr>
          <w:rFonts w:ascii="Proxima Nova Alt" w:eastAsia="Times New Roman" w:hAnsi="Proxima Nova Alt" w:cs="Times New Roman"/>
          <w:lang w:val="en-AU"/>
        </w:rPr>
        <w:t xml:space="preserve">Write down a statement below that encompasses the most important brand attributes above. </w:t>
      </w:r>
      <w:r w:rsidRPr="00BC066A">
        <w:rPr>
          <w:rFonts w:ascii="Proxima Nova Alt" w:eastAsia="Times New Roman" w:hAnsi="Proxima Nova Alt" w:cs="Times New Roman"/>
          <w:lang w:val="en-AU"/>
        </w:rPr>
        <w:br/>
      </w:r>
    </w:p>
    <w:p w14:paraId="606E6EEF"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i/>
          <w:color w:val="000000"/>
          <w:shd w:val="clear" w:color="auto" w:fill="FFFFFF"/>
          <w:lang w:val="en-AU"/>
        </w:rPr>
        <w:t>Example statement: Financially Educating the Future</w:t>
      </w:r>
    </w:p>
    <w:p w14:paraId="07A2C18F" w14:textId="77777777" w:rsidR="002A10C5" w:rsidRPr="000B01BF" w:rsidRDefault="002A10C5" w:rsidP="002A10C5">
      <w:pPr>
        <w:pStyle w:val="ListParagraph"/>
        <w:numPr>
          <w:ilvl w:val="0"/>
          <w:numId w:val="2"/>
        </w:numPr>
        <w:rPr>
          <w:rFonts w:ascii="Proxima Nova Alt Reg" w:eastAsia="Times New Roman" w:hAnsi="Proxima Nova Alt Reg" w:cs="Times New Roman"/>
          <w:i/>
          <w:lang w:val="en-AU"/>
        </w:rPr>
      </w:pPr>
    </w:p>
    <w:p w14:paraId="09E852A9" w14:textId="77777777" w:rsidR="002A10C5" w:rsidRDefault="002A10C5" w:rsidP="002A10C5">
      <w:pPr>
        <w:rPr>
          <w:rFonts w:ascii="Proxima Nova Alt Bd" w:hAnsi="Proxima Nova Alt Bd"/>
        </w:rPr>
      </w:pPr>
    </w:p>
    <w:p w14:paraId="30B7CA5A" w14:textId="77777777" w:rsidR="002A10C5" w:rsidRPr="00BC066A" w:rsidRDefault="002A10C5" w:rsidP="002A10C5">
      <w:pPr>
        <w:rPr>
          <w:rFonts w:ascii="Proxima Nova Alt Bd" w:hAnsi="Proxima Nova Alt Bd"/>
          <w:b/>
        </w:rPr>
      </w:pPr>
      <w:r w:rsidRPr="00BC066A">
        <w:rPr>
          <w:rFonts w:ascii="Proxima Nova Alt Bd" w:hAnsi="Proxima Nova Alt Bd"/>
          <w:b/>
        </w:rPr>
        <w:t xml:space="preserve">Source of Authority </w:t>
      </w:r>
    </w:p>
    <w:p w14:paraId="15DAB7F0" w14:textId="77777777" w:rsidR="002A10C5" w:rsidRDefault="002A10C5" w:rsidP="002A10C5">
      <w:pPr>
        <w:rPr>
          <w:rFonts w:ascii="Proxima Nova Alt Bd" w:hAnsi="Proxima Nova Alt Bd"/>
        </w:rPr>
      </w:pPr>
    </w:p>
    <w:p w14:paraId="02CF327B" w14:textId="77777777" w:rsidR="002A10C5" w:rsidRPr="00BC066A" w:rsidRDefault="002A10C5" w:rsidP="002A10C5">
      <w:pPr>
        <w:rPr>
          <w:rFonts w:ascii="Proxima Nova Alt" w:hAnsi="Proxima Nova Alt"/>
        </w:rPr>
      </w:pPr>
      <w:r w:rsidRPr="00BC066A">
        <w:rPr>
          <w:rFonts w:ascii="Proxima Nova Alt" w:hAnsi="Proxima Nova Alt"/>
        </w:rPr>
        <w:t>Fill the spaces below with your brand’s credentials. Remember, while experience is important, it’s not always just about a brand’s years of tenure.</w:t>
      </w:r>
      <w:r w:rsidRPr="00BC066A">
        <w:rPr>
          <w:rFonts w:ascii="Proxima Nova Alt" w:hAnsi="Proxima Nova Alt"/>
        </w:rPr>
        <w:br/>
      </w:r>
    </w:p>
    <w:p w14:paraId="61D04650"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i/>
          <w:color w:val="000000"/>
          <w:shd w:val="clear" w:color="auto" w:fill="FFFFFF"/>
          <w:lang w:val="en-AU"/>
        </w:rPr>
        <w:t>Example source of authority: deep roots within the university community</w:t>
      </w:r>
    </w:p>
    <w:p w14:paraId="0E265CA9"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color w:val="000000"/>
          <w:shd w:val="clear" w:color="auto" w:fill="FFFFFF"/>
          <w:lang w:val="en-AU"/>
        </w:rPr>
        <w:t xml:space="preserve"> </w:t>
      </w:r>
    </w:p>
    <w:p w14:paraId="70BD7198"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color w:val="000000"/>
          <w:shd w:val="clear" w:color="auto" w:fill="FFFFFF"/>
          <w:lang w:val="en-AU"/>
        </w:rPr>
        <w:t xml:space="preserve"> </w:t>
      </w:r>
    </w:p>
    <w:p w14:paraId="2EBBC8E2"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color w:val="000000"/>
          <w:shd w:val="clear" w:color="auto" w:fill="FFFFFF"/>
          <w:lang w:val="en-AU"/>
        </w:rPr>
        <w:t xml:space="preserve"> </w:t>
      </w:r>
    </w:p>
    <w:p w14:paraId="751658E5" w14:textId="77777777" w:rsidR="002A10C5" w:rsidRDefault="002A10C5" w:rsidP="002A10C5">
      <w:pPr>
        <w:rPr>
          <w:rFonts w:ascii="Proxima Nova Alt Bd" w:hAnsi="Proxima Nova Alt Bd"/>
        </w:rPr>
      </w:pPr>
    </w:p>
    <w:p w14:paraId="755D3E60" w14:textId="77777777" w:rsidR="002A10C5" w:rsidRPr="00BC066A" w:rsidRDefault="002A10C5" w:rsidP="002A10C5">
      <w:pPr>
        <w:rPr>
          <w:rFonts w:ascii="Proxima Nova Alt Bd" w:hAnsi="Proxima Nova Alt Bd"/>
          <w:b/>
        </w:rPr>
      </w:pPr>
      <w:r w:rsidRPr="00BC066A">
        <w:rPr>
          <w:rFonts w:ascii="Proxima Nova Alt Bd" w:hAnsi="Proxima Nova Alt Bd"/>
          <w:b/>
        </w:rPr>
        <w:t>Source of Authority Statement</w:t>
      </w:r>
    </w:p>
    <w:p w14:paraId="152EEC61" w14:textId="77777777" w:rsidR="002A10C5" w:rsidRPr="00BC066A" w:rsidRDefault="002A10C5" w:rsidP="002A10C5">
      <w:pPr>
        <w:rPr>
          <w:rFonts w:ascii="Proxima Nova Alt Bd" w:hAnsi="Proxima Nova Alt Bd"/>
          <w:b/>
        </w:rPr>
      </w:pPr>
    </w:p>
    <w:p w14:paraId="442EF052" w14:textId="77777777" w:rsidR="002A10C5" w:rsidRPr="00BC066A" w:rsidRDefault="002A10C5" w:rsidP="002A10C5">
      <w:pPr>
        <w:rPr>
          <w:rFonts w:ascii="Proxima Nova Alt" w:hAnsi="Proxima Nova Alt"/>
        </w:rPr>
      </w:pPr>
      <w:r w:rsidRPr="00BC066A">
        <w:rPr>
          <w:rFonts w:ascii="Proxima Nova Alt" w:hAnsi="Proxima Nova Alt"/>
        </w:rPr>
        <w:t>Write down a statement below that encompasses your most impressive credentials.</w:t>
      </w:r>
    </w:p>
    <w:p w14:paraId="57C664A3" w14:textId="77777777" w:rsidR="002A10C5" w:rsidRPr="00D768B0" w:rsidRDefault="002A10C5" w:rsidP="002A10C5">
      <w:pPr>
        <w:rPr>
          <w:rFonts w:ascii="Proxima Nova Alt Lt" w:hAnsi="Proxima Nova Alt Lt"/>
        </w:rPr>
      </w:pPr>
    </w:p>
    <w:p w14:paraId="710F9BCD"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i/>
          <w:color w:val="000000"/>
          <w:shd w:val="clear" w:color="auto" w:fill="FFFFFF"/>
          <w:lang w:val="en-AU"/>
        </w:rPr>
        <w:t>Example statement: Financial Advice for students by alumni</w:t>
      </w:r>
    </w:p>
    <w:p w14:paraId="7ED8F876"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color w:val="000000"/>
          <w:shd w:val="clear" w:color="auto" w:fill="FFFFFF"/>
          <w:lang w:val="en-AU"/>
        </w:rPr>
        <w:t xml:space="preserve"> </w:t>
      </w:r>
    </w:p>
    <w:p w14:paraId="64C0C3C5" w14:textId="77777777" w:rsidR="002A10C5" w:rsidRPr="00BC066A" w:rsidRDefault="002A10C5" w:rsidP="002A10C5">
      <w:pPr>
        <w:rPr>
          <w:rFonts w:ascii="Proxima Nova Alt Bd" w:eastAsia="Times New Roman" w:hAnsi="Proxima Nova Alt Bd" w:cs="Times New Roman"/>
          <w:b/>
          <w:lang w:val="en-AU"/>
        </w:rPr>
      </w:pPr>
      <w:r w:rsidRPr="00BC066A">
        <w:rPr>
          <w:rFonts w:ascii="Proxima Nova Alt Bd" w:eastAsia="Times New Roman" w:hAnsi="Proxima Nova Alt Bd" w:cs="Times New Roman"/>
          <w:b/>
          <w:lang w:val="en-AU"/>
        </w:rPr>
        <w:lastRenderedPageBreak/>
        <w:t xml:space="preserve">Personality </w:t>
      </w:r>
    </w:p>
    <w:p w14:paraId="522354FA" w14:textId="77777777" w:rsidR="002A10C5" w:rsidRDefault="002A10C5" w:rsidP="002A10C5">
      <w:pPr>
        <w:rPr>
          <w:rFonts w:ascii="Proxima Nova Alt Bd" w:eastAsia="Times New Roman" w:hAnsi="Proxima Nova Alt Bd" w:cs="Times New Roman"/>
          <w:lang w:val="en-AU"/>
        </w:rPr>
      </w:pPr>
    </w:p>
    <w:p w14:paraId="307FD0B0" w14:textId="77777777" w:rsidR="002A10C5" w:rsidRPr="00BC066A" w:rsidRDefault="002A10C5" w:rsidP="002A10C5">
      <w:pPr>
        <w:rPr>
          <w:rFonts w:ascii="Proxima Nova Alt" w:eastAsia="Times New Roman" w:hAnsi="Proxima Nova Alt" w:cs="Times New Roman"/>
          <w:lang w:val="en-AU"/>
        </w:rPr>
      </w:pPr>
      <w:r w:rsidRPr="00BC066A">
        <w:rPr>
          <w:rFonts w:ascii="Proxima Nova Alt" w:eastAsia="Times New Roman" w:hAnsi="Proxima Nova Alt" w:cs="Times New Roman"/>
          <w:lang w:val="en-AU"/>
        </w:rPr>
        <w:t>Fill the spaces below with traits that illustrate the personality and vibe of your brand.</w:t>
      </w:r>
    </w:p>
    <w:p w14:paraId="3275CFEC" w14:textId="77777777" w:rsidR="002A10C5" w:rsidRPr="00D768B0" w:rsidRDefault="002A10C5" w:rsidP="002A10C5">
      <w:pPr>
        <w:rPr>
          <w:rFonts w:ascii="Proxima Nova Alt Lt" w:eastAsia="Times New Roman" w:hAnsi="Proxima Nova Alt Lt" w:cs="Times New Roman"/>
          <w:lang w:val="en-AU"/>
        </w:rPr>
      </w:pPr>
    </w:p>
    <w:p w14:paraId="6CB65E5C"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i/>
          <w:color w:val="000000"/>
          <w:shd w:val="clear" w:color="auto" w:fill="FFFFFF"/>
          <w:lang w:val="en-AU"/>
        </w:rPr>
        <w:t>Example personality: Friendly</w:t>
      </w:r>
    </w:p>
    <w:p w14:paraId="2B4ED028"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color w:val="000000"/>
          <w:shd w:val="clear" w:color="auto" w:fill="FFFFFF"/>
          <w:lang w:val="en-AU"/>
        </w:rPr>
        <w:t xml:space="preserve"> </w:t>
      </w:r>
    </w:p>
    <w:p w14:paraId="09945531"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color w:val="000000"/>
          <w:shd w:val="clear" w:color="auto" w:fill="FFFFFF"/>
          <w:lang w:val="en-AU"/>
        </w:rPr>
        <w:t xml:space="preserve"> </w:t>
      </w:r>
    </w:p>
    <w:p w14:paraId="1A94F74B"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color w:val="000000"/>
          <w:shd w:val="clear" w:color="auto" w:fill="FFFFFF"/>
          <w:lang w:val="en-AU"/>
        </w:rPr>
        <w:t xml:space="preserve"> </w:t>
      </w:r>
    </w:p>
    <w:p w14:paraId="5FDFBE74" w14:textId="77777777" w:rsidR="002A10C5" w:rsidRPr="00D768B0" w:rsidRDefault="002A10C5" w:rsidP="002A10C5">
      <w:pPr>
        <w:pStyle w:val="ListParagraph"/>
        <w:numPr>
          <w:ilvl w:val="0"/>
          <w:numId w:val="2"/>
        </w:numPr>
        <w:rPr>
          <w:rFonts w:ascii="Proxima Nova Alt Reg" w:eastAsia="Times New Roman" w:hAnsi="Proxima Nova Alt Reg" w:cs="Times New Roman"/>
          <w:i/>
          <w:lang w:val="en-AU"/>
        </w:rPr>
      </w:pPr>
    </w:p>
    <w:p w14:paraId="259A498D" w14:textId="77777777" w:rsidR="002A10C5" w:rsidRDefault="002A10C5" w:rsidP="002A10C5">
      <w:pPr>
        <w:rPr>
          <w:rFonts w:ascii="Proxima Nova Alt Bd" w:eastAsia="Times New Roman" w:hAnsi="Proxima Nova Alt Bd" w:cs="Times New Roman"/>
          <w:lang w:val="en-AU"/>
        </w:rPr>
      </w:pPr>
    </w:p>
    <w:p w14:paraId="2B045ECC" w14:textId="77777777" w:rsidR="002A10C5" w:rsidRPr="00BC066A" w:rsidRDefault="002A10C5" w:rsidP="002A10C5">
      <w:pPr>
        <w:rPr>
          <w:rFonts w:ascii="Proxima Nova Alt Bd" w:eastAsia="Times New Roman" w:hAnsi="Proxima Nova Alt Bd" w:cs="Times New Roman"/>
          <w:b/>
          <w:lang w:val="en-AU"/>
        </w:rPr>
      </w:pPr>
      <w:r w:rsidRPr="00BC066A">
        <w:rPr>
          <w:rFonts w:ascii="Proxima Nova Alt Bd" w:eastAsia="Times New Roman" w:hAnsi="Proxima Nova Alt Bd" w:cs="Times New Roman"/>
          <w:b/>
          <w:lang w:val="en-AU"/>
        </w:rPr>
        <w:t>Brand Archetypes</w:t>
      </w:r>
    </w:p>
    <w:p w14:paraId="61B570E7" w14:textId="77777777" w:rsidR="002A10C5" w:rsidRDefault="002A10C5" w:rsidP="002A10C5">
      <w:pPr>
        <w:rPr>
          <w:rFonts w:ascii="Proxima Nova Alt Bd" w:eastAsia="Times New Roman" w:hAnsi="Proxima Nova Alt Bd" w:cs="Times New Roman"/>
          <w:lang w:val="en-AU"/>
        </w:rPr>
      </w:pPr>
    </w:p>
    <w:p w14:paraId="08B941FC" w14:textId="3350ECB0" w:rsidR="002A10C5" w:rsidRPr="00F91461" w:rsidRDefault="002A10C5" w:rsidP="002A10C5">
      <w:pPr>
        <w:rPr>
          <w:rFonts w:ascii="Proxima Nova Alt" w:eastAsia="Times New Roman" w:hAnsi="Proxima Nova Alt" w:cs="Times New Roman"/>
          <w:lang w:val="en-AU"/>
        </w:rPr>
      </w:pPr>
      <w:r w:rsidRPr="00F91461">
        <w:rPr>
          <w:rFonts w:ascii="Proxima Nova Alt" w:eastAsia="Times New Roman" w:hAnsi="Proxima Nova Alt" w:cs="Times New Roman"/>
          <w:lang w:val="en-AU"/>
        </w:rPr>
        <w:t xml:space="preserve">Fill the spaces below with Brand Archetypes that resonate with yours. </w:t>
      </w:r>
      <w:r w:rsidR="00F91461" w:rsidRPr="00F91461">
        <w:rPr>
          <w:rFonts w:ascii="Proxima Nova Alt" w:eastAsia="Times New Roman" w:hAnsi="Proxima Nova Alt" w:cs="Times New Roman"/>
          <w:lang w:val="en-AU"/>
        </w:rPr>
        <w:t xml:space="preserve">(Find our Brand Archetype cards </w:t>
      </w:r>
      <w:hyperlink r:id="rId7" w:history="1">
        <w:r w:rsidR="00F91461" w:rsidRPr="00F91461">
          <w:rPr>
            <w:rStyle w:val="Hyperlink"/>
            <w:rFonts w:ascii="Proxima Nova Alt" w:eastAsia="Times New Roman" w:hAnsi="Proxima Nova Alt" w:cs="Times New Roman"/>
            <w:lang w:val="en-AU"/>
          </w:rPr>
          <w:t>here</w:t>
        </w:r>
      </w:hyperlink>
      <w:r w:rsidR="00F91461" w:rsidRPr="00F91461">
        <w:rPr>
          <w:rFonts w:ascii="Proxima Nova Alt" w:eastAsia="Times New Roman" w:hAnsi="Proxima Nova Alt" w:cs="Times New Roman"/>
          <w:lang w:val="en-AU"/>
        </w:rPr>
        <w:t>)</w:t>
      </w:r>
      <w:r w:rsidRPr="00F91461">
        <w:rPr>
          <w:rFonts w:ascii="Proxima Nova Alt" w:eastAsia="Times New Roman" w:hAnsi="Proxima Nova Alt" w:cs="Times New Roman"/>
          <w:lang w:val="en-AU"/>
        </w:rPr>
        <w:br/>
      </w:r>
    </w:p>
    <w:p w14:paraId="462521E2" w14:textId="77777777" w:rsidR="002A10C5" w:rsidRPr="0094693F"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i/>
          <w:color w:val="000000"/>
          <w:shd w:val="clear" w:color="auto" w:fill="FFFFFF"/>
          <w:lang w:val="en-AU"/>
        </w:rPr>
        <w:t>Example archetype: Sage – wise, insightful, mentoring</w:t>
      </w:r>
    </w:p>
    <w:p w14:paraId="1991C3EE" w14:textId="77777777" w:rsidR="002A10C5" w:rsidRPr="0094693F"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color w:val="000000"/>
          <w:shd w:val="clear" w:color="auto" w:fill="FFFFFF"/>
          <w:lang w:val="en-AU"/>
        </w:rPr>
        <w:t xml:space="preserve"> </w:t>
      </w:r>
    </w:p>
    <w:p w14:paraId="0816395C" w14:textId="77777777" w:rsidR="002A10C5" w:rsidRPr="0094693F"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color w:val="000000"/>
          <w:shd w:val="clear" w:color="auto" w:fill="FFFFFF"/>
          <w:lang w:val="en-AU"/>
        </w:rPr>
        <w:t xml:space="preserve"> </w:t>
      </w:r>
    </w:p>
    <w:p w14:paraId="57A3453A" w14:textId="77777777" w:rsidR="002A10C5" w:rsidRPr="0094693F"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color w:val="000000"/>
          <w:shd w:val="clear" w:color="auto" w:fill="FFFFFF"/>
          <w:lang w:val="en-AU"/>
        </w:rPr>
        <w:t xml:space="preserve"> </w:t>
      </w:r>
    </w:p>
    <w:p w14:paraId="2DA3B4DD" w14:textId="77777777" w:rsidR="002A10C5" w:rsidRDefault="002A10C5" w:rsidP="002A10C5">
      <w:pPr>
        <w:rPr>
          <w:rFonts w:ascii="Proxima Nova Alt Bd" w:eastAsia="Times New Roman" w:hAnsi="Proxima Nova Alt Bd" w:cs="Times New Roman"/>
          <w:lang w:val="en-AU"/>
        </w:rPr>
      </w:pPr>
    </w:p>
    <w:p w14:paraId="7C5E403F" w14:textId="77777777" w:rsidR="002A10C5" w:rsidRPr="00F91461" w:rsidRDefault="002A10C5" w:rsidP="002A10C5">
      <w:pPr>
        <w:rPr>
          <w:rFonts w:ascii="Proxima Nova Alt Bd" w:eastAsia="Times New Roman" w:hAnsi="Proxima Nova Alt Bd" w:cs="Times New Roman"/>
          <w:b/>
          <w:lang w:val="en-AU"/>
        </w:rPr>
      </w:pPr>
      <w:r w:rsidRPr="00F91461">
        <w:rPr>
          <w:rFonts w:ascii="Proxima Nova Alt Bd" w:eastAsia="Times New Roman" w:hAnsi="Proxima Nova Alt Bd" w:cs="Times New Roman"/>
          <w:b/>
          <w:lang w:val="en-AU"/>
        </w:rPr>
        <w:t>Personality Statement</w:t>
      </w:r>
    </w:p>
    <w:p w14:paraId="46D3B968" w14:textId="77777777" w:rsidR="002A10C5" w:rsidRDefault="002A10C5" w:rsidP="002A10C5">
      <w:pPr>
        <w:rPr>
          <w:rFonts w:ascii="Proxima Nova Alt Bd" w:eastAsia="Times New Roman" w:hAnsi="Proxima Nova Alt Bd" w:cs="Times New Roman"/>
          <w:lang w:val="en-AU"/>
        </w:rPr>
      </w:pPr>
    </w:p>
    <w:p w14:paraId="437CA2D2" w14:textId="77777777" w:rsidR="002A10C5" w:rsidRPr="00F91461" w:rsidRDefault="002A10C5" w:rsidP="002A10C5">
      <w:pPr>
        <w:rPr>
          <w:rFonts w:ascii="Proxima Nova Alt" w:eastAsia="Times New Roman" w:hAnsi="Proxima Nova Alt" w:cs="Times New Roman"/>
          <w:lang w:val="en-AU"/>
        </w:rPr>
      </w:pPr>
      <w:r w:rsidRPr="00F91461">
        <w:rPr>
          <w:rFonts w:ascii="Proxima Nova Alt" w:eastAsia="Times New Roman" w:hAnsi="Proxima Nova Alt" w:cs="Times New Roman"/>
          <w:lang w:val="en-AU"/>
        </w:rPr>
        <w:t>Fill the space below with the top three brand archetypes that resonate with yours.</w:t>
      </w:r>
    </w:p>
    <w:p w14:paraId="1F7F3C8A" w14:textId="77777777" w:rsidR="002A10C5" w:rsidRPr="0094693F" w:rsidRDefault="002A10C5" w:rsidP="002A10C5">
      <w:pPr>
        <w:rPr>
          <w:rFonts w:ascii="Proxima Nova Alt Lt" w:eastAsia="Times New Roman" w:hAnsi="Proxima Nova Alt Lt" w:cs="Times New Roman"/>
          <w:lang w:val="en-AU"/>
        </w:rPr>
      </w:pPr>
    </w:p>
    <w:p w14:paraId="6F424356" w14:textId="77777777" w:rsidR="002A10C5" w:rsidRPr="0094693F"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i/>
          <w:color w:val="000000"/>
          <w:shd w:val="clear" w:color="auto" w:fill="FFFFFF"/>
          <w:lang w:val="en-AU"/>
        </w:rPr>
        <w:t>Example statement: Sage, Friend, Rebel</w:t>
      </w:r>
    </w:p>
    <w:p w14:paraId="5C1E25D6" w14:textId="77777777" w:rsidR="002A10C5" w:rsidRPr="0094693F" w:rsidRDefault="002A10C5" w:rsidP="002A10C5">
      <w:pPr>
        <w:pStyle w:val="ListParagraph"/>
        <w:numPr>
          <w:ilvl w:val="0"/>
          <w:numId w:val="2"/>
        </w:numPr>
        <w:rPr>
          <w:rFonts w:ascii="Proxima Nova Alt Reg" w:eastAsia="Times New Roman" w:hAnsi="Proxima Nova Alt Reg" w:cs="Times New Roman"/>
          <w:i/>
          <w:lang w:val="en-AU"/>
        </w:rPr>
      </w:pPr>
    </w:p>
    <w:p w14:paraId="0B9E7CA7" w14:textId="77777777" w:rsidR="002A10C5" w:rsidRDefault="002A10C5" w:rsidP="002A10C5">
      <w:pPr>
        <w:rPr>
          <w:rFonts w:ascii="Proxima Nova Alt Reg" w:eastAsia="Times New Roman" w:hAnsi="Proxima Nova Alt Reg" w:cs="Times New Roman"/>
          <w:lang w:val="en-AU"/>
        </w:rPr>
      </w:pPr>
    </w:p>
    <w:p w14:paraId="5A20DA73" w14:textId="77777777" w:rsidR="002A10C5" w:rsidRDefault="002A10C5" w:rsidP="002A10C5">
      <w:pPr>
        <w:rPr>
          <w:rFonts w:ascii="Proxima Nova Alt Lt" w:eastAsia="Times New Roman" w:hAnsi="Proxima Nova Alt Lt" w:cs="Times New Roman"/>
          <w:lang w:val="en-AU"/>
        </w:rPr>
      </w:pPr>
      <w:r w:rsidRPr="00F91461">
        <w:rPr>
          <w:rFonts w:ascii="Proxima Nova Alt Bd" w:eastAsia="Times New Roman" w:hAnsi="Proxima Nova Alt Bd" w:cs="Times New Roman"/>
          <w:b/>
          <w:lang w:val="en-AU"/>
        </w:rPr>
        <w:t>Brand Essence Statement</w:t>
      </w:r>
      <w:r>
        <w:rPr>
          <w:rFonts w:ascii="Proxima Nova Alt Bd" w:eastAsia="Times New Roman" w:hAnsi="Proxima Nova Alt Bd" w:cs="Times New Roman"/>
          <w:lang w:val="en-AU"/>
        </w:rPr>
        <w:br/>
      </w:r>
      <w:r>
        <w:rPr>
          <w:rFonts w:ascii="Proxima Nova Alt Bd" w:eastAsia="Times New Roman" w:hAnsi="Proxima Nova Alt Bd" w:cs="Times New Roman"/>
          <w:lang w:val="en-AU"/>
        </w:rPr>
        <w:br/>
      </w:r>
      <w:r w:rsidRPr="00F91461">
        <w:rPr>
          <w:rFonts w:ascii="Proxima Nova Alt" w:eastAsia="Times New Roman" w:hAnsi="Proxima Nova Alt" w:cs="Times New Roman"/>
          <w:lang w:val="en-AU"/>
        </w:rPr>
        <w:t>Write a simple statement that encompasses the above attributes, source of authority, and personality.</w:t>
      </w:r>
    </w:p>
    <w:p w14:paraId="39694811" w14:textId="77777777" w:rsidR="002A10C5" w:rsidRPr="0094693F" w:rsidRDefault="002A10C5" w:rsidP="002A10C5">
      <w:pPr>
        <w:rPr>
          <w:rFonts w:ascii="Proxima Nova Alt Lt" w:eastAsia="Times New Roman" w:hAnsi="Proxima Nova Alt Lt" w:cs="Times New Roman"/>
          <w:lang w:val="en-AU"/>
        </w:rPr>
      </w:pPr>
    </w:p>
    <w:p w14:paraId="16FE894C" w14:textId="77777777" w:rsidR="002A10C5" w:rsidRPr="0094693F" w:rsidRDefault="002A10C5"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Arial"/>
          <w:i/>
          <w:color w:val="000000"/>
          <w:shd w:val="clear" w:color="auto" w:fill="FFFFFF"/>
          <w:lang w:val="en-AU"/>
        </w:rPr>
        <w:t>Example statement: Future Friendly Financials</w:t>
      </w:r>
    </w:p>
    <w:p w14:paraId="3DE5E946" w14:textId="77777777" w:rsidR="002A10C5" w:rsidRDefault="008D239D" w:rsidP="002A10C5">
      <w:pPr>
        <w:pStyle w:val="ListParagraph"/>
        <w:numPr>
          <w:ilvl w:val="0"/>
          <w:numId w:val="2"/>
        </w:numPr>
        <w:rPr>
          <w:rFonts w:ascii="Proxima Nova Alt Reg" w:eastAsia="Times New Roman" w:hAnsi="Proxima Nova Alt Reg" w:cs="Times New Roman"/>
          <w:i/>
          <w:lang w:val="en-AU"/>
        </w:rPr>
      </w:pPr>
      <w:r>
        <w:rPr>
          <w:rFonts w:ascii="Proxima Nova Alt Reg" w:eastAsia="Times New Roman" w:hAnsi="Proxima Nova Alt Reg" w:cs="Times New Roman"/>
          <w:i/>
          <w:lang w:val="en-AU"/>
        </w:rPr>
        <w:t xml:space="preserve"> </w:t>
      </w:r>
    </w:p>
    <w:p w14:paraId="67E2023F" w14:textId="77777777" w:rsidR="00F91461" w:rsidRDefault="00F91461">
      <w:pPr>
        <w:rPr>
          <w:rFonts w:ascii="Proxima Nova Alt Bd" w:eastAsia="Times New Roman" w:hAnsi="Proxima Nova Alt Bd" w:cs="Times New Roman"/>
          <w:color w:val="342791"/>
          <w:sz w:val="30"/>
          <w:szCs w:val="30"/>
          <w:lang w:val="en-AU"/>
        </w:rPr>
      </w:pPr>
      <w:r>
        <w:rPr>
          <w:rFonts w:ascii="Proxima Nova Alt Bd" w:eastAsia="Times New Roman" w:hAnsi="Proxima Nova Alt Bd" w:cs="Times New Roman"/>
          <w:color w:val="342791"/>
          <w:sz w:val="30"/>
          <w:szCs w:val="30"/>
          <w:lang w:val="en-AU"/>
        </w:rPr>
        <w:br w:type="page"/>
      </w:r>
    </w:p>
    <w:p w14:paraId="3832F2E7" w14:textId="4294F75A" w:rsidR="008D239D" w:rsidRPr="00C35CC3" w:rsidRDefault="008D239D" w:rsidP="008D239D">
      <w:pPr>
        <w:shd w:val="clear" w:color="auto" w:fill="FFFFFF"/>
        <w:rPr>
          <w:rFonts w:ascii="Proxima Nova Alt Reg" w:eastAsia="Times New Roman" w:hAnsi="Proxima Nova Alt Reg" w:cs="Times New Roman"/>
          <w:b/>
          <w:color w:val="342791"/>
          <w:sz w:val="30"/>
          <w:szCs w:val="30"/>
          <w:lang w:val="en-AU"/>
        </w:rPr>
      </w:pPr>
      <w:r w:rsidRPr="00C35CC3">
        <w:rPr>
          <w:rFonts w:ascii="Proxima Nova Alt Bd" w:eastAsia="Times New Roman" w:hAnsi="Proxima Nova Alt Bd" w:cs="Times New Roman"/>
          <w:b/>
          <w:color w:val="342791"/>
          <w:sz w:val="30"/>
          <w:szCs w:val="30"/>
          <w:lang w:val="en-AU"/>
        </w:rPr>
        <w:lastRenderedPageBreak/>
        <w:t>Your</w:t>
      </w:r>
      <w:r w:rsidRPr="00C35CC3">
        <w:rPr>
          <w:rFonts w:ascii="Proxima Nova Alt Reg" w:eastAsia="Times New Roman" w:hAnsi="Proxima Nova Alt Reg" w:cs="Times New Roman"/>
          <w:b/>
          <w:color w:val="342791"/>
          <w:sz w:val="30"/>
          <w:szCs w:val="30"/>
          <w:lang w:val="en-AU"/>
        </w:rPr>
        <w:t xml:space="preserve"> Brand Essence Wheel</w:t>
      </w:r>
      <w:r w:rsidRPr="00C35CC3">
        <w:rPr>
          <w:rFonts w:ascii="Proxima Nova Alt Reg" w:eastAsia="Times New Roman" w:hAnsi="Proxima Nova Alt Reg" w:cs="Times New Roman"/>
          <w:b/>
          <w:color w:val="342791"/>
          <w:sz w:val="30"/>
          <w:szCs w:val="30"/>
          <w:lang w:val="en-AU"/>
        </w:rPr>
        <w:br/>
      </w:r>
    </w:p>
    <w:p w14:paraId="159D64E8" w14:textId="77777777" w:rsidR="008D239D" w:rsidRPr="00F91461" w:rsidRDefault="008D239D" w:rsidP="008D239D">
      <w:p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 xml:space="preserve">Fill the Brand Essence Wheel below with the Attributes Statement, Source of Authority Statement, Personality Statement, and Brand Essence statement from your Brand Essence Notes. </w:t>
      </w:r>
    </w:p>
    <w:p w14:paraId="5234DBB7" w14:textId="77777777" w:rsidR="008D239D" w:rsidRDefault="008D239D" w:rsidP="008D239D">
      <w:pPr>
        <w:rPr>
          <w:rFonts w:ascii="Proxima Nova Alt Reg" w:eastAsia="Times New Roman" w:hAnsi="Proxima Nova Alt Reg" w:cs="Times New Roman"/>
          <w:lang w:val="en-AU"/>
        </w:rPr>
      </w:pPr>
      <w:r>
        <w:rPr>
          <w:rFonts w:ascii="Proxima Nova Alt Reg" w:eastAsia="Times New Roman" w:hAnsi="Proxima Nova Alt Reg" w:cs="Times New Roman"/>
          <w:i/>
          <w:noProof/>
        </w:rPr>
        <mc:AlternateContent>
          <mc:Choice Requires="wps">
            <w:drawing>
              <wp:anchor distT="0" distB="0" distL="114300" distR="114300" simplePos="0" relativeHeight="251657216" behindDoc="0" locked="0" layoutInCell="1" allowOverlap="1" wp14:anchorId="25FD847A" wp14:editId="4C4C80AB">
                <wp:simplePos x="0" y="0"/>
                <wp:positionH relativeFrom="column">
                  <wp:posOffset>1532255</wp:posOffset>
                </wp:positionH>
                <wp:positionV relativeFrom="paragraph">
                  <wp:posOffset>3736975</wp:posOffset>
                </wp:positionV>
                <wp:extent cx="1782445" cy="53848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782445" cy="5384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1ECB3A" w14:textId="77777777" w:rsidR="008B2B19" w:rsidRDefault="008B2B19" w:rsidP="008D239D">
                            <w:pPr>
                              <w:jc w:val="center"/>
                              <w:rPr>
                                <w:rFonts w:ascii="Proxima Nova Alt Reg" w:hAnsi="Proxima Nova Alt Reg"/>
                                <w:b/>
                                <w:bCs/>
                                <w:color w:val="FFFFFF" w:themeColor="background1"/>
                              </w:rPr>
                            </w:pPr>
                            <w:r w:rsidRPr="00EE133D">
                              <w:rPr>
                                <w:rFonts w:ascii="Proxima Nova Alt Reg" w:hAnsi="Proxima Nova Alt Reg"/>
                                <w:b/>
                                <w:bCs/>
                                <w:color w:val="FFFFFF" w:themeColor="background1"/>
                              </w:rPr>
                              <w:t xml:space="preserve">Brand </w:t>
                            </w:r>
                            <w:r>
                              <w:rPr>
                                <w:rFonts w:ascii="Proxima Nova Alt Reg" w:hAnsi="Proxima Nova Alt Reg"/>
                                <w:b/>
                                <w:bCs/>
                                <w:color w:val="FFFFFF" w:themeColor="background1"/>
                              </w:rPr>
                              <w:t>Personality</w:t>
                            </w:r>
                          </w:p>
                          <w:p w14:paraId="486751A0" w14:textId="77777777" w:rsidR="008B2B19" w:rsidRPr="00EE133D" w:rsidRDefault="008B2B19" w:rsidP="008D239D">
                            <w:pPr>
                              <w:jc w:val="center"/>
                              <w:rPr>
                                <w:rFonts w:ascii="Proxima Nova Alt Reg" w:hAnsi="Proxima Nova Alt Reg"/>
                                <w:color w:val="FFFFFF" w:themeColor="background1"/>
                              </w:rPr>
                            </w:pPr>
                            <w:r>
                              <w:rPr>
                                <w:rFonts w:ascii="Proxima Nova Alt Reg" w:hAnsi="Proxima Nova Alt Reg"/>
                                <w:b/>
                                <w:bCs/>
                                <w:color w:val="FFFFFF" w:themeColor="background1"/>
                              </w:rPr>
                              <w:t>Statement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FD847A" id="_x0000_t202" coordsize="21600,21600" o:spt="202" path="m0,0l0,21600,21600,21600,21600,0xe">
                <v:stroke joinstyle="miter"/>
                <v:path gradientshapeok="t" o:connecttype="rect"/>
              </v:shapetype>
              <v:shape id="Text_x0020_Box_x0020_8" o:spid="_x0000_s1026" type="#_x0000_t202" style="position:absolute;margin-left:120.65pt;margin-top:294.25pt;width:140.35pt;height:4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" filled="f" stroked="f">
                <v:textbox>
                  <w:txbxContent>
                    <w:p w14:paraId="501ECB3A" w14:textId="77777777" w:rsidR="008B2B19" w:rsidRDefault="008B2B19" w:rsidP="008D239D">
                      <w:pPr>
                        <w:jc w:val="center"/>
                        <w:rPr>
                          <w:rFonts w:ascii="Proxima Nova Alt Reg" w:hAnsi="Proxima Nova Alt Reg"/>
                          <w:b/>
                          <w:bCs/>
                          <w:color w:val="FFFFFF" w:themeColor="background1"/>
                        </w:rPr>
                      </w:pPr>
                      <w:r w:rsidRPr="00EE133D">
                        <w:rPr>
                          <w:rFonts w:ascii="Proxima Nova Alt Reg" w:hAnsi="Proxima Nova Alt Reg"/>
                          <w:b/>
                          <w:bCs/>
                          <w:color w:val="FFFFFF" w:themeColor="background1"/>
                        </w:rPr>
                        <w:t xml:space="preserve">Brand </w:t>
                      </w:r>
                      <w:r>
                        <w:rPr>
                          <w:rFonts w:ascii="Proxima Nova Alt Reg" w:hAnsi="Proxima Nova Alt Reg"/>
                          <w:b/>
                          <w:bCs/>
                          <w:color w:val="FFFFFF" w:themeColor="background1"/>
                        </w:rPr>
                        <w:t>Personality</w:t>
                      </w:r>
                    </w:p>
                    <w:p w14:paraId="486751A0" w14:textId="77777777" w:rsidR="008B2B19" w:rsidRPr="00EE133D" w:rsidRDefault="008B2B19" w:rsidP="008D239D">
                      <w:pPr>
                        <w:jc w:val="center"/>
                        <w:rPr>
                          <w:rFonts w:ascii="Proxima Nova Alt Reg" w:hAnsi="Proxima Nova Alt Reg"/>
                          <w:color w:val="FFFFFF" w:themeColor="background1"/>
                        </w:rPr>
                      </w:pPr>
                      <w:r>
                        <w:rPr>
                          <w:rFonts w:ascii="Proxima Nova Alt Reg" w:hAnsi="Proxima Nova Alt Reg"/>
                          <w:b/>
                          <w:bCs/>
                          <w:color w:val="FFFFFF" w:themeColor="background1"/>
                        </w:rPr>
                        <w:t>Statement here</w:t>
                      </w:r>
                    </w:p>
                  </w:txbxContent>
                </v:textbox>
                <w10:wrap type="square"/>
              </v:shape>
            </w:pict>
          </mc:Fallback>
        </mc:AlternateContent>
      </w:r>
      <w:r>
        <w:rPr>
          <w:rFonts w:ascii="Proxima Nova Alt Reg" w:eastAsia="Times New Roman" w:hAnsi="Proxima Nova Alt Reg" w:cs="Times New Roman"/>
          <w:i/>
          <w:noProof/>
        </w:rPr>
        <mc:AlternateContent>
          <mc:Choice Requires="wps">
            <w:drawing>
              <wp:anchor distT="0" distB="0" distL="114300" distR="114300" simplePos="0" relativeHeight="251654144" behindDoc="0" locked="0" layoutInCell="1" allowOverlap="1" wp14:anchorId="46912E99" wp14:editId="2DF0F132">
                <wp:simplePos x="0" y="0"/>
                <wp:positionH relativeFrom="column">
                  <wp:posOffset>1539875</wp:posOffset>
                </wp:positionH>
                <wp:positionV relativeFrom="paragraph">
                  <wp:posOffset>2593975</wp:posOffset>
                </wp:positionV>
                <wp:extent cx="1782445" cy="538480"/>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782445" cy="5384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36A0319" w14:textId="77777777" w:rsidR="008B2B19" w:rsidRPr="00EE133D" w:rsidRDefault="008B2B19" w:rsidP="008D239D">
                            <w:pPr>
                              <w:jc w:val="center"/>
                              <w:rPr>
                                <w:rFonts w:ascii="Proxima Nova Alt Reg" w:hAnsi="Proxima Nova Alt Reg"/>
                                <w:color w:val="FFFFFF" w:themeColor="background1"/>
                              </w:rPr>
                            </w:pPr>
                            <w:r w:rsidRPr="00EE133D">
                              <w:rPr>
                                <w:rFonts w:ascii="Proxima Nova Alt Reg" w:hAnsi="Proxima Nova Alt Reg"/>
                                <w:b/>
                                <w:bCs/>
                                <w:color w:val="FFFFFF" w:themeColor="background1"/>
                              </w:rPr>
                              <w:t>Brand Essence Statement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912E99" id="Text_x0020_Box_x0020_4" o:spid="_x0000_s1027" type="#_x0000_t202" style="position:absolute;margin-left:121.25pt;margin-top:204.25pt;width:140.35pt;height:42.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" filled="f" stroked="f">
                <v:textbox>
                  <w:txbxContent>
                    <w:p w14:paraId="336A0319" w14:textId="77777777" w:rsidR="008B2B19" w:rsidRPr="00EE133D" w:rsidRDefault="008B2B19" w:rsidP="008D239D">
                      <w:pPr>
                        <w:jc w:val="center"/>
                        <w:rPr>
                          <w:rFonts w:ascii="Proxima Nova Alt Reg" w:hAnsi="Proxima Nova Alt Reg"/>
                          <w:color w:val="FFFFFF" w:themeColor="background1"/>
                        </w:rPr>
                      </w:pPr>
                      <w:r w:rsidRPr="00EE133D">
                        <w:rPr>
                          <w:rFonts w:ascii="Proxima Nova Alt Reg" w:hAnsi="Proxima Nova Alt Reg"/>
                          <w:b/>
                          <w:bCs/>
                          <w:color w:val="FFFFFF" w:themeColor="background1"/>
                        </w:rPr>
                        <w:t>Brand Essence Statement here</w:t>
                      </w:r>
                    </w:p>
                  </w:txbxContent>
                </v:textbox>
                <w10:wrap type="square"/>
              </v:shape>
            </w:pict>
          </mc:Fallback>
        </mc:AlternateContent>
      </w:r>
      <w:r>
        <w:rPr>
          <w:rFonts w:ascii="Proxima Nova Alt Reg" w:eastAsia="Times New Roman" w:hAnsi="Proxima Nova Alt Reg" w:cs="Times New Roman"/>
          <w:i/>
          <w:noProof/>
        </w:rPr>
        <mc:AlternateContent>
          <mc:Choice Requires="wps">
            <w:drawing>
              <wp:anchor distT="0" distB="0" distL="114300" distR="114300" simplePos="0" relativeHeight="251655168" behindDoc="0" locked="0" layoutInCell="1" allowOverlap="1" wp14:anchorId="31B5D198" wp14:editId="0F61D32C">
                <wp:simplePos x="0" y="0"/>
                <wp:positionH relativeFrom="column">
                  <wp:posOffset>683260</wp:posOffset>
                </wp:positionH>
                <wp:positionV relativeFrom="paragraph">
                  <wp:posOffset>1598930</wp:posOffset>
                </wp:positionV>
                <wp:extent cx="1015365" cy="1257300"/>
                <wp:effectExtent l="0" t="0" r="0" b="12700"/>
                <wp:wrapSquare wrapText="bothSides"/>
                <wp:docPr id="5" name="Text Box 5"/>
                <wp:cNvGraphicFramePr/>
                <a:graphic xmlns:a="http://schemas.openxmlformats.org/drawingml/2006/main">
                  <a:graphicData uri="http://schemas.microsoft.com/office/word/2010/wordprocessingShape">
                    <wps:wsp>
                      <wps:cNvSpPr txBox="1"/>
                      <wps:spPr>
                        <a:xfrm>
                          <a:off x="0" y="0"/>
                          <a:ext cx="1015365"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3161C2B" w14:textId="77777777" w:rsidR="008B2B19" w:rsidRPr="00EE133D" w:rsidRDefault="008B2B19" w:rsidP="008D239D">
                            <w:pPr>
                              <w:jc w:val="center"/>
                              <w:rPr>
                                <w:rFonts w:ascii="Proxima Nova Alt Reg" w:hAnsi="Proxima Nova Alt Reg"/>
                                <w:color w:val="FFFFFF" w:themeColor="background1"/>
                              </w:rPr>
                            </w:pPr>
                            <w:r w:rsidRPr="00EE133D">
                              <w:rPr>
                                <w:rFonts w:ascii="Proxima Nova Alt Reg" w:hAnsi="Proxima Nova Alt Reg"/>
                                <w:b/>
                                <w:bCs/>
                                <w:color w:val="FFFFFF" w:themeColor="background1"/>
                              </w:rPr>
                              <w:t xml:space="preserve">Brand </w:t>
                            </w:r>
                            <w:r>
                              <w:rPr>
                                <w:rFonts w:ascii="Proxima Nova Alt Reg" w:hAnsi="Proxima Nova Alt Reg"/>
                                <w:b/>
                                <w:bCs/>
                                <w:color w:val="FFFFFF" w:themeColor="background1"/>
                              </w:rPr>
                              <w:t>Attributes</w:t>
                            </w:r>
                            <w:r w:rsidRPr="00EE133D">
                              <w:rPr>
                                <w:rFonts w:ascii="Proxima Nova Alt Reg" w:hAnsi="Proxima Nova Alt Reg"/>
                                <w:b/>
                                <w:bCs/>
                                <w:color w:val="FFFFFF" w:themeColor="background1"/>
                              </w:rPr>
                              <w:t xml:space="preserve"> Statement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B5D198" id="Text_x0020_Box_x0020_5" o:spid="_x0000_s1028" type="#_x0000_t202" style="position:absolute;margin-left:53.8pt;margin-top:125.9pt;width:79.95pt;height:9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" filled="f" stroked="f">
                <v:textbox>
                  <w:txbxContent>
                    <w:p w14:paraId="43161C2B" w14:textId="77777777" w:rsidR="008B2B19" w:rsidRPr="00EE133D" w:rsidRDefault="008B2B19" w:rsidP="008D239D">
                      <w:pPr>
                        <w:jc w:val="center"/>
                        <w:rPr>
                          <w:rFonts w:ascii="Proxima Nova Alt Reg" w:hAnsi="Proxima Nova Alt Reg"/>
                          <w:color w:val="FFFFFF" w:themeColor="background1"/>
                        </w:rPr>
                      </w:pPr>
                      <w:r w:rsidRPr="00EE133D">
                        <w:rPr>
                          <w:rFonts w:ascii="Proxima Nova Alt Reg" w:hAnsi="Proxima Nova Alt Reg"/>
                          <w:b/>
                          <w:bCs/>
                          <w:color w:val="FFFFFF" w:themeColor="background1"/>
                        </w:rPr>
                        <w:t xml:space="preserve">Brand </w:t>
                      </w:r>
                      <w:r>
                        <w:rPr>
                          <w:rFonts w:ascii="Proxima Nova Alt Reg" w:hAnsi="Proxima Nova Alt Reg"/>
                          <w:b/>
                          <w:bCs/>
                          <w:color w:val="FFFFFF" w:themeColor="background1"/>
                        </w:rPr>
                        <w:t>Attributes</w:t>
                      </w:r>
                      <w:r w:rsidRPr="00EE133D">
                        <w:rPr>
                          <w:rFonts w:ascii="Proxima Nova Alt Reg" w:hAnsi="Proxima Nova Alt Reg"/>
                          <w:b/>
                          <w:bCs/>
                          <w:color w:val="FFFFFF" w:themeColor="background1"/>
                        </w:rPr>
                        <w:t xml:space="preserve"> Statement here</w:t>
                      </w:r>
                    </w:p>
                  </w:txbxContent>
                </v:textbox>
                <w10:wrap type="square"/>
              </v:shape>
            </w:pict>
          </mc:Fallback>
        </mc:AlternateContent>
      </w:r>
      <w:r>
        <w:rPr>
          <w:rFonts w:ascii="Proxima Nova Alt Reg" w:eastAsia="Times New Roman" w:hAnsi="Proxima Nova Alt Reg" w:cs="Times New Roman"/>
          <w:i/>
          <w:noProof/>
        </w:rPr>
        <mc:AlternateContent>
          <mc:Choice Requires="wps">
            <w:drawing>
              <wp:anchor distT="0" distB="0" distL="114300" distR="114300" simplePos="0" relativeHeight="251656192" behindDoc="0" locked="0" layoutInCell="1" allowOverlap="1" wp14:anchorId="71C3F4D4" wp14:editId="36EF07D1">
                <wp:simplePos x="0" y="0"/>
                <wp:positionH relativeFrom="column">
                  <wp:posOffset>3080385</wp:posOffset>
                </wp:positionH>
                <wp:positionV relativeFrom="paragraph">
                  <wp:posOffset>1637665</wp:posOffset>
                </wp:positionV>
                <wp:extent cx="1015365" cy="1257300"/>
                <wp:effectExtent l="0" t="0" r="0" b="12700"/>
                <wp:wrapSquare wrapText="bothSides"/>
                <wp:docPr id="7" name="Text Box 7"/>
                <wp:cNvGraphicFramePr/>
                <a:graphic xmlns:a="http://schemas.openxmlformats.org/drawingml/2006/main">
                  <a:graphicData uri="http://schemas.microsoft.com/office/word/2010/wordprocessingShape">
                    <wps:wsp>
                      <wps:cNvSpPr txBox="1"/>
                      <wps:spPr>
                        <a:xfrm>
                          <a:off x="0" y="0"/>
                          <a:ext cx="1015365"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0AA348F" w14:textId="77777777" w:rsidR="008B2B19" w:rsidRDefault="008B2B19" w:rsidP="008D239D">
                            <w:pPr>
                              <w:jc w:val="center"/>
                              <w:rPr>
                                <w:rFonts w:ascii="Proxima Nova Alt Reg" w:hAnsi="Proxima Nova Alt Reg"/>
                                <w:b/>
                                <w:bCs/>
                                <w:color w:val="FFFFFF" w:themeColor="background1"/>
                              </w:rPr>
                            </w:pPr>
                            <w:r>
                              <w:rPr>
                                <w:rFonts w:ascii="Proxima Nova Alt Reg" w:hAnsi="Proxima Nova Alt Reg"/>
                                <w:b/>
                                <w:bCs/>
                                <w:color w:val="FFFFFF" w:themeColor="background1"/>
                              </w:rPr>
                              <w:t>S.O.A.</w:t>
                            </w:r>
                          </w:p>
                          <w:p w14:paraId="1CAEFA0A" w14:textId="77777777" w:rsidR="008B2B19" w:rsidRDefault="008B2B19" w:rsidP="008D239D">
                            <w:pPr>
                              <w:jc w:val="center"/>
                              <w:rPr>
                                <w:rFonts w:ascii="Proxima Nova Alt Reg" w:hAnsi="Proxima Nova Alt Reg"/>
                                <w:b/>
                                <w:bCs/>
                                <w:color w:val="FFFFFF" w:themeColor="background1"/>
                              </w:rPr>
                            </w:pPr>
                            <w:r>
                              <w:rPr>
                                <w:rFonts w:ascii="Proxima Nova Alt Reg" w:hAnsi="Proxima Nova Alt Reg"/>
                                <w:b/>
                                <w:bCs/>
                                <w:color w:val="FFFFFF" w:themeColor="background1"/>
                              </w:rPr>
                              <w:t xml:space="preserve">Statement </w:t>
                            </w:r>
                          </w:p>
                          <w:p w14:paraId="7FBB0BED" w14:textId="77777777" w:rsidR="008B2B19" w:rsidRPr="00EE133D" w:rsidRDefault="008B2B19" w:rsidP="008D239D">
                            <w:pPr>
                              <w:jc w:val="center"/>
                              <w:rPr>
                                <w:rFonts w:ascii="Proxima Nova Alt Reg" w:hAnsi="Proxima Nova Alt Reg"/>
                                <w:color w:val="FFFFFF" w:themeColor="background1"/>
                              </w:rPr>
                            </w:pPr>
                            <w:r>
                              <w:rPr>
                                <w:rFonts w:ascii="Proxima Nova Alt Reg" w:hAnsi="Proxima Nova Alt Reg"/>
                                <w:b/>
                                <w:bCs/>
                                <w:color w:val="FFFFFF" w:themeColor="background1"/>
                              </w:rPr>
                              <w:t>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C3F4D4" id="Text_x0020_Box_x0020_7" o:spid="_x0000_s1029" type="#_x0000_t202" style="position:absolute;margin-left:242.55pt;margin-top:128.95pt;width:79.95pt;height:9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" filled="f" stroked="f">
                <v:textbox>
                  <w:txbxContent>
                    <w:p w14:paraId="00AA348F" w14:textId="77777777" w:rsidR="008B2B19" w:rsidRDefault="008B2B19" w:rsidP="008D239D">
                      <w:pPr>
                        <w:jc w:val="center"/>
                        <w:rPr>
                          <w:rFonts w:ascii="Proxima Nova Alt Reg" w:hAnsi="Proxima Nova Alt Reg"/>
                          <w:b/>
                          <w:bCs/>
                          <w:color w:val="FFFFFF" w:themeColor="background1"/>
                        </w:rPr>
                      </w:pPr>
                      <w:r>
                        <w:rPr>
                          <w:rFonts w:ascii="Proxima Nova Alt Reg" w:hAnsi="Proxima Nova Alt Reg"/>
                          <w:b/>
                          <w:bCs/>
                          <w:color w:val="FFFFFF" w:themeColor="background1"/>
                        </w:rPr>
                        <w:t>S.O.A.</w:t>
                      </w:r>
                    </w:p>
                    <w:p w14:paraId="1CAEFA0A" w14:textId="77777777" w:rsidR="008B2B19" w:rsidRDefault="008B2B19" w:rsidP="008D239D">
                      <w:pPr>
                        <w:jc w:val="center"/>
                        <w:rPr>
                          <w:rFonts w:ascii="Proxima Nova Alt Reg" w:hAnsi="Proxima Nova Alt Reg"/>
                          <w:b/>
                          <w:bCs/>
                          <w:color w:val="FFFFFF" w:themeColor="background1"/>
                        </w:rPr>
                      </w:pPr>
                      <w:r>
                        <w:rPr>
                          <w:rFonts w:ascii="Proxima Nova Alt Reg" w:hAnsi="Proxima Nova Alt Reg"/>
                          <w:b/>
                          <w:bCs/>
                          <w:color w:val="FFFFFF" w:themeColor="background1"/>
                        </w:rPr>
                        <w:t xml:space="preserve">Statement </w:t>
                      </w:r>
                    </w:p>
                    <w:p w14:paraId="7FBB0BED" w14:textId="77777777" w:rsidR="008B2B19" w:rsidRPr="00EE133D" w:rsidRDefault="008B2B19" w:rsidP="008D239D">
                      <w:pPr>
                        <w:jc w:val="center"/>
                        <w:rPr>
                          <w:rFonts w:ascii="Proxima Nova Alt Reg" w:hAnsi="Proxima Nova Alt Reg"/>
                          <w:color w:val="FFFFFF" w:themeColor="background1"/>
                        </w:rPr>
                      </w:pPr>
                      <w:r>
                        <w:rPr>
                          <w:rFonts w:ascii="Proxima Nova Alt Reg" w:hAnsi="Proxima Nova Alt Reg"/>
                          <w:b/>
                          <w:bCs/>
                          <w:color w:val="FFFFFF" w:themeColor="background1"/>
                        </w:rPr>
                        <w:t>here</w:t>
                      </w:r>
                    </w:p>
                  </w:txbxContent>
                </v:textbox>
                <w10:wrap type="square"/>
              </v:shape>
            </w:pict>
          </mc:Fallback>
        </mc:AlternateContent>
      </w:r>
      <w:r>
        <w:rPr>
          <w:rFonts w:ascii="Proxima Nova Alt Reg" w:eastAsia="Times New Roman" w:hAnsi="Proxima Nova Alt Reg" w:cs="Times New Roman"/>
          <w:i/>
          <w:noProof/>
        </w:rPr>
        <w:drawing>
          <wp:anchor distT="0" distB="0" distL="114300" distR="114300" simplePos="0" relativeHeight="251652096" behindDoc="0" locked="0" layoutInCell="1" allowOverlap="1" wp14:anchorId="41889293" wp14:editId="0B0BA5AF">
            <wp:simplePos x="0" y="0"/>
            <wp:positionH relativeFrom="margin">
              <wp:posOffset>-1316776</wp:posOffset>
            </wp:positionH>
            <wp:positionV relativeFrom="margin">
              <wp:posOffset>1390650</wp:posOffset>
            </wp:positionV>
            <wp:extent cx="7840980" cy="4691380"/>
            <wp:effectExtent l="0" t="0" r="0" b="0"/>
            <wp:wrapSquare wrapText="bothSides"/>
            <wp:docPr id="1" name="Picture 1" descr="OSX:Users:fearless:Desktop:Dropbox (Fearless):Fearless Team Folder:FEARLESS:01_CLIENTS:F:Fearless:Projects:Online Content Campaign:Lead Generators:Brand Wheel-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X:Users:fearless:Desktop:Dropbox (Fearless):Fearless Team Folder:FEARLESS:01_CLIENTS:F:Fearless:Projects:Online Content Campaign:Lead Generators:Brand Wheel-0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40980" cy="46913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DDE79A" w14:textId="77777777" w:rsidR="008D239D" w:rsidRDefault="008D239D" w:rsidP="008D239D">
      <w:pPr>
        <w:rPr>
          <w:rFonts w:ascii="Proxima Nova Alt Reg" w:eastAsia="Times New Roman" w:hAnsi="Proxima Nova Alt Reg" w:cs="Times New Roman"/>
          <w:lang w:val="en-AU"/>
        </w:rPr>
      </w:pPr>
    </w:p>
    <w:p w14:paraId="6C0ADCE7" w14:textId="77777777" w:rsidR="008D239D" w:rsidRPr="008D239D" w:rsidRDefault="008D239D" w:rsidP="008D239D">
      <w:pPr>
        <w:rPr>
          <w:rFonts w:ascii="Proxima Nova Alt Reg" w:eastAsia="Times New Roman" w:hAnsi="Proxima Nova Alt Reg" w:cs="Times New Roman"/>
          <w:lang w:val="en-AU"/>
        </w:rPr>
      </w:pPr>
    </w:p>
    <w:p w14:paraId="77C98193" w14:textId="77777777" w:rsidR="002A10C5" w:rsidRDefault="002A10C5" w:rsidP="008A72B7">
      <w:pPr>
        <w:shd w:val="clear" w:color="auto" w:fill="FFFFFF"/>
        <w:rPr>
          <w:rFonts w:ascii="Proxima Nova Alt Reg" w:eastAsia="Times New Roman" w:hAnsi="Proxima Nova Alt Reg" w:cs="Times New Roman"/>
          <w:color w:val="222222"/>
          <w:lang w:val="en-AU"/>
        </w:rPr>
      </w:pPr>
    </w:p>
    <w:p w14:paraId="087CE7C1" w14:textId="77777777" w:rsidR="008D239D" w:rsidRDefault="008D239D">
      <w:pPr>
        <w:rPr>
          <w:rFonts w:ascii="Proxima Nova Alt Lt" w:hAnsi="Proxima Nova Alt Lt"/>
        </w:rPr>
      </w:pPr>
      <w:r>
        <w:rPr>
          <w:rFonts w:ascii="Proxima Nova Alt Lt" w:hAnsi="Proxima Nova Alt Lt"/>
        </w:rPr>
        <w:br w:type="page"/>
      </w:r>
    </w:p>
    <w:p w14:paraId="3AD39AA0" w14:textId="77777777" w:rsidR="008D239D" w:rsidRPr="00C35CC3" w:rsidRDefault="008D239D" w:rsidP="008D239D">
      <w:pPr>
        <w:shd w:val="clear" w:color="auto" w:fill="FFFFFF"/>
        <w:rPr>
          <w:rFonts w:ascii="Proxima Nova Alt Bd" w:eastAsia="Times New Roman" w:hAnsi="Proxima Nova Alt Bd" w:cs="Times New Roman"/>
          <w:b/>
          <w:color w:val="000090"/>
          <w:sz w:val="30"/>
          <w:szCs w:val="30"/>
          <w:lang w:val="en-AU"/>
        </w:rPr>
      </w:pPr>
      <w:r w:rsidRPr="00C35CC3">
        <w:rPr>
          <w:rFonts w:ascii="Proxima Nova Alt Bd" w:eastAsia="Times New Roman" w:hAnsi="Proxima Nova Alt Bd" w:cs="Times New Roman"/>
          <w:b/>
          <w:color w:val="000090"/>
          <w:sz w:val="30"/>
          <w:szCs w:val="30"/>
          <w:lang w:val="en-AU"/>
        </w:rPr>
        <w:lastRenderedPageBreak/>
        <w:t xml:space="preserve">About Brand </w:t>
      </w:r>
      <w:r w:rsidRPr="00C35CC3">
        <w:rPr>
          <w:rFonts w:ascii="Proxima Nova Alt Reg" w:eastAsia="Times New Roman" w:hAnsi="Proxima Nova Alt Reg" w:cs="Times New Roman"/>
          <w:b/>
          <w:color w:val="000090"/>
          <w:sz w:val="30"/>
          <w:szCs w:val="30"/>
          <w:lang w:val="en-AU"/>
        </w:rPr>
        <w:t xml:space="preserve">Positioning </w:t>
      </w:r>
    </w:p>
    <w:p w14:paraId="62DFB8DA" w14:textId="77777777" w:rsidR="008D239D" w:rsidRPr="00FB6B94" w:rsidRDefault="008D239D" w:rsidP="008D239D">
      <w:pPr>
        <w:shd w:val="clear" w:color="auto" w:fill="FFFFFF"/>
        <w:rPr>
          <w:rFonts w:ascii="Proxima Nova Alt Bd" w:eastAsia="Times New Roman" w:hAnsi="Proxima Nova Alt Bd" w:cs="Times New Roman"/>
          <w:sz w:val="30"/>
          <w:szCs w:val="30"/>
          <w:lang w:val="en-AU"/>
        </w:rPr>
      </w:pPr>
    </w:p>
    <w:p w14:paraId="3BC35D09" w14:textId="77777777" w:rsidR="008D239D" w:rsidRPr="00F91461" w:rsidRDefault="008D239D" w:rsidP="008D239D">
      <w:p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What is “brand positioning”?</w:t>
      </w:r>
    </w:p>
    <w:p w14:paraId="50D4F3F1" w14:textId="77777777" w:rsidR="008D239D" w:rsidRPr="00F91461" w:rsidRDefault="008D239D" w:rsidP="008D239D">
      <w:pPr>
        <w:pStyle w:val="ListParagraph"/>
        <w:numPr>
          <w:ilvl w:val="0"/>
          <w:numId w:val="14"/>
        </w:num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A process that helps us find our own niche in the market and ensures that we are differentiated from competitors</w:t>
      </w:r>
    </w:p>
    <w:p w14:paraId="149F3DF1" w14:textId="77777777" w:rsidR="008D239D" w:rsidRPr="00F91461" w:rsidRDefault="008D239D" w:rsidP="008D239D">
      <w:pPr>
        <w:pStyle w:val="ListParagraph"/>
        <w:numPr>
          <w:ilvl w:val="0"/>
          <w:numId w:val="14"/>
        </w:num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Demonstrates where we sit in the minds of our target market relative to our competitors through the use of visual mapping tools</w:t>
      </w:r>
    </w:p>
    <w:p w14:paraId="3C1814C7" w14:textId="77777777" w:rsidR="008D239D" w:rsidRPr="00F91461" w:rsidRDefault="008D239D" w:rsidP="008D239D">
      <w:pPr>
        <w:shd w:val="clear" w:color="auto" w:fill="FFFFFF"/>
        <w:rPr>
          <w:rFonts w:ascii="Proxima Nova Alt" w:eastAsia="Times New Roman" w:hAnsi="Proxima Nova Alt" w:cs="Times New Roman"/>
          <w:lang w:val="en-AU"/>
        </w:rPr>
      </w:pPr>
    </w:p>
    <w:p w14:paraId="02E1E20D" w14:textId="77777777" w:rsidR="008D239D" w:rsidRPr="00F91461" w:rsidRDefault="008D239D" w:rsidP="008D239D">
      <w:p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Why is it important to define our position?</w:t>
      </w:r>
    </w:p>
    <w:p w14:paraId="2EA9B257" w14:textId="77777777" w:rsidR="008D239D" w:rsidRPr="00F91461" w:rsidRDefault="008D239D" w:rsidP="008D239D">
      <w:pPr>
        <w:pStyle w:val="ListParagraph"/>
        <w:numPr>
          <w:ilvl w:val="0"/>
          <w:numId w:val="13"/>
        </w:num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Helps us understand if we have a differentiated point in the marketplace</w:t>
      </w:r>
    </w:p>
    <w:p w14:paraId="3F2B6E21" w14:textId="77777777" w:rsidR="008D239D" w:rsidRPr="00F91461" w:rsidRDefault="008D239D" w:rsidP="008D239D">
      <w:pPr>
        <w:pStyle w:val="ListParagraph"/>
        <w:numPr>
          <w:ilvl w:val="0"/>
          <w:numId w:val="13"/>
        </w:num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Allows to identify unfulfilled needs amongst our targets</w:t>
      </w:r>
    </w:p>
    <w:p w14:paraId="002CAD27" w14:textId="77777777" w:rsidR="008D239D" w:rsidRPr="00F91461" w:rsidRDefault="008D239D" w:rsidP="008D239D">
      <w:pPr>
        <w:pStyle w:val="ListParagraph"/>
        <w:numPr>
          <w:ilvl w:val="0"/>
          <w:numId w:val="13"/>
        </w:num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Makes us think hard about our target market and competitors</w:t>
      </w:r>
    </w:p>
    <w:p w14:paraId="4CFB5762" w14:textId="77777777" w:rsidR="008D239D" w:rsidRPr="00F91461" w:rsidRDefault="008D239D" w:rsidP="008D239D">
      <w:pPr>
        <w:shd w:val="clear" w:color="auto" w:fill="FFFFFF"/>
        <w:rPr>
          <w:rFonts w:ascii="Proxima Nova Alt" w:eastAsia="Times New Roman" w:hAnsi="Proxima Nova Alt" w:cs="Times New Roman"/>
          <w:lang w:val="en-AU"/>
        </w:rPr>
      </w:pPr>
    </w:p>
    <w:p w14:paraId="61541681" w14:textId="77777777" w:rsidR="008D239D" w:rsidRPr="00F91461" w:rsidRDefault="008D239D" w:rsidP="008D239D">
      <w:p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How does it differ from brand essence?</w:t>
      </w:r>
    </w:p>
    <w:p w14:paraId="71F03B29" w14:textId="77777777" w:rsidR="008D239D" w:rsidRPr="00F91461" w:rsidRDefault="008D239D" w:rsidP="008D239D">
      <w:pPr>
        <w:pStyle w:val="ListParagraph"/>
        <w:numPr>
          <w:ilvl w:val="0"/>
          <w:numId w:val="15"/>
        </w:num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Brand essence is a description of ourselves while our positioning shows us where we fit into the world</w:t>
      </w:r>
    </w:p>
    <w:p w14:paraId="281A8E1B" w14:textId="77777777" w:rsidR="008D239D" w:rsidRPr="00F91461" w:rsidRDefault="008D239D" w:rsidP="008D239D">
      <w:pPr>
        <w:pStyle w:val="ListParagraph"/>
        <w:numPr>
          <w:ilvl w:val="0"/>
          <w:numId w:val="15"/>
        </w:num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Therefore, brand essence is inward-looking; positioning is outward-looking</w:t>
      </w:r>
    </w:p>
    <w:p w14:paraId="1DCA5F2D" w14:textId="77777777" w:rsidR="008D239D" w:rsidRPr="00F91461" w:rsidRDefault="008D239D" w:rsidP="008D239D">
      <w:pPr>
        <w:pStyle w:val="ListParagraph"/>
        <w:numPr>
          <w:ilvl w:val="0"/>
          <w:numId w:val="15"/>
        </w:numPr>
        <w:shd w:val="clear" w:color="auto" w:fill="FFFFFF"/>
        <w:rPr>
          <w:rFonts w:ascii="Proxima Nova Alt" w:eastAsia="Times New Roman" w:hAnsi="Proxima Nova Alt" w:cs="Times New Roman"/>
          <w:lang w:val="en-AU"/>
        </w:rPr>
      </w:pPr>
      <w:r w:rsidRPr="00F91461">
        <w:rPr>
          <w:rFonts w:ascii="Proxima Nova Alt" w:eastAsia="Times New Roman" w:hAnsi="Proxima Nova Alt" w:cs="Times New Roman"/>
          <w:lang w:val="en-AU"/>
        </w:rPr>
        <w:t>Whereas developing a brand essence statement is largely conceptual, positioning is a more mechanical process</w:t>
      </w:r>
      <w:r w:rsidRPr="00F91461">
        <w:rPr>
          <w:rFonts w:ascii="Proxima Nova Alt" w:eastAsia="Times New Roman" w:hAnsi="Proxima Nova Alt" w:cs="Times New Roman"/>
          <w:lang w:val="en-AU"/>
        </w:rPr>
        <w:br/>
      </w:r>
    </w:p>
    <w:p w14:paraId="77B2121E" w14:textId="77777777" w:rsidR="008D239D" w:rsidRPr="00F91461" w:rsidRDefault="008D239D" w:rsidP="008D239D">
      <w:pPr>
        <w:rPr>
          <w:rFonts w:ascii="Proxima Nova Alt" w:hAnsi="Proxima Nova Alt"/>
        </w:rPr>
      </w:pPr>
      <w:r w:rsidRPr="00F91461">
        <w:rPr>
          <w:rFonts w:ascii="Proxima Nova Alt" w:hAnsi="Proxima Nova Alt"/>
        </w:rPr>
        <w:t>How do we arrive at a positioning?</w:t>
      </w:r>
    </w:p>
    <w:p w14:paraId="056E01C3" w14:textId="77777777" w:rsidR="008D239D" w:rsidRPr="00F91461" w:rsidRDefault="008D239D" w:rsidP="008D239D">
      <w:pPr>
        <w:rPr>
          <w:rFonts w:ascii="Proxima Nova Alt" w:hAnsi="Proxima Nova Alt"/>
        </w:rPr>
      </w:pPr>
    </w:p>
    <w:p w14:paraId="684648DD" w14:textId="77777777" w:rsidR="008D239D" w:rsidRPr="00F91461" w:rsidRDefault="008D239D" w:rsidP="008D239D">
      <w:pPr>
        <w:pStyle w:val="ListParagraph"/>
        <w:numPr>
          <w:ilvl w:val="0"/>
          <w:numId w:val="17"/>
        </w:numPr>
        <w:rPr>
          <w:rFonts w:ascii="Proxima Nova Alt" w:hAnsi="Proxima Nova Alt"/>
        </w:rPr>
      </w:pPr>
      <w:r w:rsidRPr="00F91461">
        <w:rPr>
          <w:rFonts w:ascii="Proxima Nova Alt" w:hAnsi="Proxima Nova Alt"/>
        </w:rPr>
        <w:t>Competitive audit: understand our competitors</w:t>
      </w:r>
    </w:p>
    <w:p w14:paraId="6B663ADF" w14:textId="77777777" w:rsidR="008D239D" w:rsidRPr="00F91461" w:rsidRDefault="008D239D" w:rsidP="008D239D">
      <w:pPr>
        <w:pStyle w:val="ListParagraph"/>
        <w:numPr>
          <w:ilvl w:val="1"/>
          <w:numId w:val="16"/>
        </w:numPr>
        <w:rPr>
          <w:rFonts w:ascii="Proxima Nova Alt" w:hAnsi="Proxima Nova Alt"/>
        </w:rPr>
      </w:pPr>
      <w:r w:rsidRPr="00F91461">
        <w:rPr>
          <w:rFonts w:ascii="MS Mincho" w:eastAsia="MS Mincho" w:hAnsi="MS Mincho" w:cs="MS Mincho"/>
        </w:rPr>
        <w:t>★</w:t>
      </w:r>
      <w:r w:rsidRPr="00F91461">
        <w:rPr>
          <w:rFonts w:ascii="Proxima Nova Alt" w:hAnsi="Proxima Nova Alt"/>
        </w:rPr>
        <w:t xml:space="preserve"> Attributes, strengths and weaknesses</w:t>
      </w:r>
    </w:p>
    <w:p w14:paraId="4BED6F21" w14:textId="77777777" w:rsidR="008D239D" w:rsidRPr="00F91461" w:rsidRDefault="008D239D" w:rsidP="008D239D">
      <w:pPr>
        <w:pStyle w:val="ListParagraph"/>
        <w:numPr>
          <w:ilvl w:val="1"/>
          <w:numId w:val="16"/>
        </w:numPr>
        <w:rPr>
          <w:rFonts w:ascii="Proxima Nova Alt" w:hAnsi="Proxima Nova Alt"/>
        </w:rPr>
      </w:pPr>
      <w:r w:rsidRPr="00F91461">
        <w:rPr>
          <w:rFonts w:ascii="MS Mincho" w:eastAsia="MS Mincho" w:hAnsi="MS Mincho" w:cs="MS Mincho"/>
        </w:rPr>
        <w:t>★</w:t>
      </w:r>
      <w:r w:rsidRPr="00F91461">
        <w:rPr>
          <w:rFonts w:ascii="Proxima Nova Alt" w:hAnsi="Proxima Nova Alt"/>
        </w:rPr>
        <w:t xml:space="preserve"> Scope of service delivery</w:t>
      </w:r>
    </w:p>
    <w:p w14:paraId="6ECD110A" w14:textId="77777777" w:rsidR="008D239D" w:rsidRPr="00F91461" w:rsidRDefault="008D239D" w:rsidP="008D239D">
      <w:pPr>
        <w:pStyle w:val="ListParagraph"/>
        <w:numPr>
          <w:ilvl w:val="1"/>
          <w:numId w:val="16"/>
        </w:numPr>
        <w:rPr>
          <w:rFonts w:ascii="Proxima Nova Alt" w:hAnsi="Proxima Nova Alt"/>
        </w:rPr>
      </w:pPr>
      <w:r w:rsidRPr="00F91461">
        <w:rPr>
          <w:rFonts w:ascii="MS Mincho" w:eastAsia="MS Mincho" w:hAnsi="MS Mincho" w:cs="MS Mincho"/>
        </w:rPr>
        <w:t>★</w:t>
      </w:r>
      <w:r w:rsidRPr="00F91461">
        <w:rPr>
          <w:rFonts w:ascii="Proxima Nova Alt" w:hAnsi="Proxima Nova Alt"/>
        </w:rPr>
        <w:t xml:space="preserve"> Tone of communications/advertising</w:t>
      </w:r>
    </w:p>
    <w:p w14:paraId="4C13947C" w14:textId="77777777" w:rsidR="008D239D" w:rsidRPr="00F91461" w:rsidRDefault="008D239D" w:rsidP="008D239D">
      <w:pPr>
        <w:pStyle w:val="ListParagraph"/>
        <w:numPr>
          <w:ilvl w:val="1"/>
          <w:numId w:val="16"/>
        </w:numPr>
        <w:rPr>
          <w:rFonts w:ascii="Proxima Nova Alt" w:hAnsi="Proxima Nova Alt"/>
        </w:rPr>
      </w:pPr>
      <w:r w:rsidRPr="00F91461">
        <w:rPr>
          <w:rFonts w:ascii="MS Mincho" w:eastAsia="MS Mincho" w:hAnsi="MS Mincho" w:cs="MS Mincho"/>
        </w:rPr>
        <w:t>★</w:t>
      </w:r>
      <w:r w:rsidRPr="00F91461">
        <w:rPr>
          <w:rFonts w:ascii="Proxima Nova Alt" w:hAnsi="Proxima Nova Alt"/>
        </w:rPr>
        <w:t xml:space="preserve"> Similarities and differences to us</w:t>
      </w:r>
    </w:p>
    <w:p w14:paraId="26342999" w14:textId="77777777" w:rsidR="008D239D" w:rsidRPr="00F91461" w:rsidRDefault="008D239D" w:rsidP="008D239D">
      <w:pPr>
        <w:rPr>
          <w:rFonts w:ascii="Proxima Nova Alt" w:hAnsi="Proxima Nova Alt"/>
        </w:rPr>
      </w:pPr>
    </w:p>
    <w:p w14:paraId="3A2C902C" w14:textId="77777777" w:rsidR="008D239D" w:rsidRPr="00F91461" w:rsidRDefault="008D239D" w:rsidP="008D239D">
      <w:pPr>
        <w:pStyle w:val="ListParagraph"/>
        <w:numPr>
          <w:ilvl w:val="0"/>
          <w:numId w:val="16"/>
        </w:numPr>
        <w:rPr>
          <w:rFonts w:ascii="Proxima Nova Alt" w:hAnsi="Proxima Nova Alt"/>
        </w:rPr>
      </w:pPr>
      <w:r w:rsidRPr="00F91461">
        <w:rPr>
          <w:rFonts w:ascii="Proxima Nova Alt" w:hAnsi="Proxima Nova Alt"/>
        </w:rPr>
        <w:t xml:space="preserve"> Identify our target audience(s)</w:t>
      </w:r>
    </w:p>
    <w:p w14:paraId="5AA3CDA9" w14:textId="77777777" w:rsidR="008D239D" w:rsidRPr="00F91461" w:rsidRDefault="008D239D" w:rsidP="008D239D">
      <w:pPr>
        <w:rPr>
          <w:rFonts w:ascii="Proxima Nova Alt" w:hAnsi="Proxima Nova Alt"/>
        </w:rPr>
      </w:pPr>
    </w:p>
    <w:p w14:paraId="5915B8E4" w14:textId="77777777" w:rsidR="008D239D" w:rsidRPr="00F91461" w:rsidRDefault="008D239D" w:rsidP="008D239D">
      <w:pPr>
        <w:pStyle w:val="ListParagraph"/>
        <w:numPr>
          <w:ilvl w:val="0"/>
          <w:numId w:val="16"/>
        </w:numPr>
        <w:rPr>
          <w:rFonts w:ascii="Proxima Nova Alt" w:hAnsi="Proxima Nova Alt"/>
        </w:rPr>
      </w:pPr>
      <w:r w:rsidRPr="00F91461">
        <w:rPr>
          <w:rFonts w:ascii="Proxima Nova Alt" w:hAnsi="Proxima Nova Alt"/>
        </w:rPr>
        <w:t>Work out the key parameters to success in our sphere</w:t>
      </w:r>
    </w:p>
    <w:p w14:paraId="3162DD45" w14:textId="77777777" w:rsidR="008D239D" w:rsidRPr="00F91461" w:rsidRDefault="008D239D" w:rsidP="008D239D">
      <w:pPr>
        <w:rPr>
          <w:rFonts w:ascii="Proxima Nova Alt" w:hAnsi="Proxima Nova Alt"/>
        </w:rPr>
      </w:pPr>
    </w:p>
    <w:p w14:paraId="38CF5CC2" w14:textId="77777777" w:rsidR="008D239D" w:rsidRPr="00F91461" w:rsidRDefault="008D239D" w:rsidP="008D239D">
      <w:pPr>
        <w:pStyle w:val="ListParagraph"/>
        <w:numPr>
          <w:ilvl w:val="0"/>
          <w:numId w:val="16"/>
        </w:numPr>
        <w:rPr>
          <w:rFonts w:ascii="Proxima Nova Alt" w:hAnsi="Proxima Nova Alt"/>
        </w:rPr>
      </w:pPr>
      <w:r w:rsidRPr="00F91461">
        <w:rPr>
          <w:rFonts w:ascii="Proxima Nova Alt" w:hAnsi="Proxima Nova Alt"/>
        </w:rPr>
        <w:t>Use brand mapping to visually demonstrate our position</w:t>
      </w:r>
    </w:p>
    <w:p w14:paraId="06265D44" w14:textId="77777777" w:rsidR="008D239D" w:rsidRPr="00F91461" w:rsidRDefault="008D239D" w:rsidP="008D239D">
      <w:pPr>
        <w:rPr>
          <w:rFonts w:ascii="Proxima Nova Alt" w:hAnsi="Proxima Nova Alt"/>
        </w:rPr>
      </w:pPr>
    </w:p>
    <w:p w14:paraId="08D4A491" w14:textId="77777777" w:rsidR="008D239D" w:rsidRPr="00F91461" w:rsidRDefault="008D239D" w:rsidP="008D239D">
      <w:pPr>
        <w:pStyle w:val="ListParagraph"/>
        <w:numPr>
          <w:ilvl w:val="0"/>
          <w:numId w:val="16"/>
        </w:numPr>
        <w:rPr>
          <w:rFonts w:ascii="Proxima Nova Alt" w:hAnsi="Proxima Nova Alt"/>
        </w:rPr>
      </w:pPr>
      <w:r w:rsidRPr="00F91461">
        <w:rPr>
          <w:rFonts w:ascii="Proxima Nova Alt" w:hAnsi="Proxima Nova Alt"/>
        </w:rPr>
        <w:t>Use the positioning statement tool to succinctly describe our positioning</w:t>
      </w:r>
    </w:p>
    <w:p w14:paraId="60B9FE41" w14:textId="77777777" w:rsidR="008D239D" w:rsidRPr="00F91461" w:rsidRDefault="008D239D" w:rsidP="008D239D">
      <w:pPr>
        <w:rPr>
          <w:rFonts w:ascii="Proxima Nova Alt" w:hAnsi="Proxima Nova Alt"/>
        </w:rPr>
      </w:pPr>
    </w:p>
    <w:p w14:paraId="5A5BEA90" w14:textId="77777777" w:rsidR="008D239D" w:rsidRPr="00F91461" w:rsidRDefault="008D239D" w:rsidP="008D239D">
      <w:pPr>
        <w:rPr>
          <w:rFonts w:ascii="Proxima Nova Alt" w:hAnsi="Proxima Nova Alt"/>
        </w:rPr>
      </w:pPr>
      <w:r w:rsidRPr="00F91461">
        <w:rPr>
          <w:rFonts w:ascii="Proxima Nova Alt" w:hAnsi="Proxima Nova Alt"/>
        </w:rPr>
        <w:t>Who is involved in the positioning workshop and what are their roles?</w:t>
      </w:r>
    </w:p>
    <w:p w14:paraId="1342862F" w14:textId="77777777" w:rsidR="008D239D" w:rsidRPr="00F91461" w:rsidRDefault="008D239D" w:rsidP="008D239D">
      <w:pPr>
        <w:rPr>
          <w:rFonts w:ascii="Proxima Nova Alt" w:hAnsi="Proxima Nova Alt"/>
        </w:rPr>
      </w:pPr>
    </w:p>
    <w:p w14:paraId="7A2273D1" w14:textId="77777777" w:rsidR="008D239D" w:rsidRPr="00F91461" w:rsidRDefault="008D239D" w:rsidP="008D239D">
      <w:pPr>
        <w:ind w:left="720"/>
        <w:rPr>
          <w:rFonts w:ascii="Proxima Nova Alt" w:hAnsi="Proxima Nova Alt"/>
        </w:rPr>
      </w:pPr>
      <w:r w:rsidRPr="00F91461">
        <w:rPr>
          <w:rFonts w:ascii="Proxima Nova Alt" w:hAnsi="Proxima Nova Alt"/>
        </w:rPr>
        <w:t>Internal Stakeholders: Provides competitive and target market information. Help us to understand the market dynamics through mixture of research and experience</w:t>
      </w:r>
    </w:p>
    <w:p w14:paraId="16C2025A" w14:textId="77777777" w:rsidR="008D239D" w:rsidRPr="00F91461" w:rsidRDefault="008D239D" w:rsidP="008D239D">
      <w:pPr>
        <w:ind w:left="720"/>
        <w:rPr>
          <w:rFonts w:ascii="Proxima Nova Alt" w:hAnsi="Proxima Nova Alt"/>
        </w:rPr>
      </w:pPr>
    </w:p>
    <w:p w14:paraId="2BE1000D" w14:textId="77777777" w:rsidR="008D239D" w:rsidRPr="00F91461" w:rsidRDefault="008D239D" w:rsidP="008D239D">
      <w:pPr>
        <w:ind w:left="720"/>
        <w:rPr>
          <w:rFonts w:ascii="Proxima Nova Alt" w:hAnsi="Proxima Nova Alt"/>
        </w:rPr>
      </w:pPr>
      <w:r w:rsidRPr="00F91461">
        <w:rPr>
          <w:rFonts w:ascii="Proxima Nova Alt" w:hAnsi="Proxima Nova Alt"/>
        </w:rPr>
        <w:t xml:space="preserve">External Eyes: </w:t>
      </w:r>
      <w:r w:rsidRPr="00F91461">
        <w:rPr>
          <w:rFonts w:ascii="Proxima Nova Alt" w:eastAsia="Times New Roman" w:hAnsi="Proxima Nova Alt" w:cs="Times New Roman"/>
          <w:lang w:val="en-AU"/>
        </w:rPr>
        <w:t>Facilitate the flow of information, identify compelling themes and provide an outside perspective</w:t>
      </w:r>
    </w:p>
    <w:p w14:paraId="71CBC5E4" w14:textId="77777777" w:rsidR="008D239D" w:rsidRPr="00F91461" w:rsidRDefault="008D239D" w:rsidP="008D239D">
      <w:pPr>
        <w:rPr>
          <w:rFonts w:ascii="Proxima Nova Alt" w:hAnsi="Proxima Nova Alt"/>
        </w:rPr>
      </w:pPr>
    </w:p>
    <w:p w14:paraId="3173AD7F" w14:textId="77777777" w:rsidR="008D239D" w:rsidRPr="00F91461" w:rsidRDefault="008D239D" w:rsidP="008D239D">
      <w:pPr>
        <w:rPr>
          <w:rFonts w:ascii="Proxima Nova Alt" w:hAnsi="Proxima Nova Alt"/>
        </w:rPr>
      </w:pPr>
      <w:r w:rsidRPr="00F91461">
        <w:rPr>
          <w:rFonts w:ascii="Proxima Nova Alt" w:hAnsi="Proxima Nova Alt"/>
        </w:rPr>
        <w:t>What will we have at the end of the day?</w:t>
      </w:r>
    </w:p>
    <w:p w14:paraId="3DD3A9BE" w14:textId="77777777" w:rsidR="008D239D" w:rsidRPr="00F91461" w:rsidRDefault="008D239D" w:rsidP="008D239D">
      <w:pPr>
        <w:rPr>
          <w:rFonts w:ascii="Proxima Nova Alt" w:hAnsi="Proxima Nova Alt"/>
        </w:rPr>
      </w:pPr>
    </w:p>
    <w:p w14:paraId="7C23B83C" w14:textId="77777777" w:rsidR="008D239D" w:rsidRPr="00F91461" w:rsidRDefault="008D239D" w:rsidP="008D239D">
      <w:pPr>
        <w:ind w:left="720"/>
        <w:rPr>
          <w:rFonts w:ascii="Proxima Nova Alt" w:hAnsi="Proxima Nova Alt"/>
        </w:rPr>
      </w:pPr>
      <w:r w:rsidRPr="00F91461">
        <w:rPr>
          <w:rFonts w:ascii="MS Mincho" w:eastAsia="MS Mincho" w:hAnsi="MS Mincho" w:cs="MS Mincho"/>
        </w:rPr>
        <w:t>★</w:t>
      </w:r>
      <w:r w:rsidRPr="00F91461">
        <w:rPr>
          <w:rFonts w:ascii="Proxima Nova Alt" w:hAnsi="Proxima Nova Alt"/>
        </w:rPr>
        <w:t xml:space="preserve"> Positioning statement</w:t>
      </w:r>
    </w:p>
    <w:p w14:paraId="015FCA51" w14:textId="77777777" w:rsidR="008D239D" w:rsidRPr="00F91461" w:rsidRDefault="008D239D" w:rsidP="008D239D">
      <w:pPr>
        <w:ind w:left="720"/>
        <w:rPr>
          <w:rFonts w:ascii="Proxima Nova Alt" w:hAnsi="Proxima Nova Alt"/>
        </w:rPr>
      </w:pPr>
    </w:p>
    <w:p w14:paraId="52E123EC" w14:textId="77777777" w:rsidR="008D239D" w:rsidRPr="00F91461" w:rsidRDefault="008D239D" w:rsidP="008D239D">
      <w:pPr>
        <w:ind w:left="720"/>
        <w:rPr>
          <w:rFonts w:ascii="Proxima Nova Alt" w:hAnsi="Proxima Nova Alt"/>
        </w:rPr>
      </w:pPr>
      <w:r w:rsidRPr="00F91461">
        <w:rPr>
          <w:rFonts w:ascii="MS Mincho" w:eastAsia="MS Mincho" w:hAnsi="MS Mincho" w:cs="MS Mincho"/>
        </w:rPr>
        <w:t>★</w:t>
      </w:r>
      <w:r w:rsidRPr="00F91461">
        <w:rPr>
          <w:rFonts w:ascii="Proxima Nova Alt" w:hAnsi="Proxima Nova Alt"/>
        </w:rPr>
        <w:t xml:space="preserve"> Positioning map</w:t>
      </w:r>
    </w:p>
    <w:p w14:paraId="222BEBCE" w14:textId="77777777" w:rsidR="008D239D" w:rsidRPr="00F91461" w:rsidRDefault="008D239D" w:rsidP="008D239D">
      <w:pPr>
        <w:ind w:left="720"/>
        <w:rPr>
          <w:rFonts w:ascii="Proxima Nova Alt" w:hAnsi="Proxima Nova Alt"/>
        </w:rPr>
      </w:pPr>
    </w:p>
    <w:p w14:paraId="0A01FF54" w14:textId="77777777" w:rsidR="008D239D" w:rsidRPr="00F91461" w:rsidRDefault="008D239D" w:rsidP="008D239D">
      <w:pPr>
        <w:ind w:left="720"/>
        <w:rPr>
          <w:rFonts w:ascii="Proxima Nova Alt" w:hAnsi="Proxima Nova Alt"/>
        </w:rPr>
      </w:pPr>
      <w:r w:rsidRPr="00F91461">
        <w:rPr>
          <w:rFonts w:ascii="MS Mincho" w:eastAsia="MS Mincho" w:hAnsi="MS Mincho" w:cs="MS Mincho"/>
        </w:rPr>
        <w:t>★</w:t>
      </w:r>
      <w:r w:rsidRPr="00F91461">
        <w:rPr>
          <w:rFonts w:ascii="Proxima Nova Alt" w:hAnsi="Proxima Nova Alt"/>
        </w:rPr>
        <w:t xml:space="preserve"> A better understanding of our:</w:t>
      </w:r>
    </w:p>
    <w:p w14:paraId="09ACE38E" w14:textId="77777777" w:rsidR="008D239D" w:rsidRPr="00F91461" w:rsidRDefault="008D239D" w:rsidP="008D239D">
      <w:pPr>
        <w:rPr>
          <w:rFonts w:ascii="Proxima Nova Alt" w:hAnsi="Proxima Nova Alt"/>
        </w:rPr>
      </w:pPr>
    </w:p>
    <w:p w14:paraId="48A26E3D" w14:textId="77777777" w:rsidR="008D239D" w:rsidRPr="00F91461" w:rsidRDefault="008D239D" w:rsidP="008D239D">
      <w:pPr>
        <w:ind w:left="1440"/>
        <w:rPr>
          <w:rFonts w:ascii="Proxima Nova Alt" w:hAnsi="Proxima Nova Alt"/>
        </w:rPr>
      </w:pPr>
      <w:r w:rsidRPr="00F91461">
        <w:rPr>
          <w:rFonts w:ascii="MS Mincho" w:eastAsia="MS Mincho" w:hAnsi="MS Mincho" w:cs="MS Mincho"/>
        </w:rPr>
        <w:t>‣</w:t>
      </w:r>
      <w:r w:rsidRPr="00F91461">
        <w:rPr>
          <w:rFonts w:ascii="Proxima Nova Alt" w:hAnsi="Proxima Nova Alt"/>
        </w:rPr>
        <w:t xml:space="preserve"> Competitors</w:t>
      </w:r>
    </w:p>
    <w:p w14:paraId="1A6C0815" w14:textId="77777777" w:rsidR="008D239D" w:rsidRPr="00F91461" w:rsidRDefault="008D239D" w:rsidP="008D239D">
      <w:pPr>
        <w:ind w:left="1440"/>
        <w:rPr>
          <w:rFonts w:ascii="Proxima Nova Alt" w:hAnsi="Proxima Nova Alt"/>
        </w:rPr>
      </w:pPr>
    </w:p>
    <w:p w14:paraId="3D7ED303" w14:textId="77777777" w:rsidR="008D239D" w:rsidRPr="00F91461" w:rsidRDefault="008D239D" w:rsidP="008D239D">
      <w:pPr>
        <w:ind w:left="1440"/>
        <w:rPr>
          <w:rFonts w:ascii="Proxima Nova Alt" w:hAnsi="Proxima Nova Alt"/>
        </w:rPr>
      </w:pPr>
      <w:r w:rsidRPr="00F91461">
        <w:rPr>
          <w:rFonts w:ascii="MS Mincho" w:eastAsia="MS Mincho" w:hAnsi="MS Mincho" w:cs="MS Mincho"/>
        </w:rPr>
        <w:t>‣</w:t>
      </w:r>
      <w:r w:rsidRPr="00F91461">
        <w:rPr>
          <w:rFonts w:ascii="Proxima Nova Alt" w:hAnsi="Proxima Nova Alt"/>
        </w:rPr>
        <w:t xml:space="preserve"> Place in the market</w:t>
      </w:r>
    </w:p>
    <w:p w14:paraId="4571FB92" w14:textId="77777777" w:rsidR="008D239D" w:rsidRPr="00F91461" w:rsidRDefault="008D239D" w:rsidP="008D239D">
      <w:pPr>
        <w:ind w:left="1440"/>
        <w:rPr>
          <w:rFonts w:ascii="Proxima Nova Alt" w:hAnsi="Proxima Nova Alt"/>
        </w:rPr>
      </w:pPr>
    </w:p>
    <w:p w14:paraId="40CCF5F1" w14:textId="77777777" w:rsidR="008D239D" w:rsidRPr="00F91461" w:rsidRDefault="008D239D" w:rsidP="008D239D">
      <w:pPr>
        <w:ind w:left="1440"/>
        <w:rPr>
          <w:rFonts w:ascii="Proxima Nova Alt" w:hAnsi="Proxima Nova Alt"/>
        </w:rPr>
      </w:pPr>
      <w:r w:rsidRPr="00F91461">
        <w:rPr>
          <w:rFonts w:ascii="MS Mincho" w:eastAsia="MS Mincho" w:hAnsi="MS Mincho" w:cs="MS Mincho"/>
        </w:rPr>
        <w:t>‣</w:t>
      </w:r>
      <w:r w:rsidRPr="00F91461">
        <w:rPr>
          <w:rFonts w:ascii="Proxima Nova Alt" w:hAnsi="Proxima Nova Alt"/>
        </w:rPr>
        <w:t xml:space="preserve"> Target audience (s)</w:t>
      </w:r>
    </w:p>
    <w:p w14:paraId="1203F997" w14:textId="77777777" w:rsidR="008D239D" w:rsidRPr="00F91461" w:rsidRDefault="008D239D" w:rsidP="008D239D">
      <w:pPr>
        <w:rPr>
          <w:rFonts w:ascii="Proxima Nova Alt" w:hAnsi="Proxima Nova Alt"/>
        </w:rPr>
      </w:pPr>
    </w:p>
    <w:p w14:paraId="3D8AE3EE" w14:textId="77777777" w:rsidR="008D239D" w:rsidRPr="00F91461" w:rsidRDefault="008D239D" w:rsidP="008D239D">
      <w:pPr>
        <w:ind w:left="720"/>
        <w:rPr>
          <w:rFonts w:ascii="Proxima Nova Alt" w:hAnsi="Proxima Nova Alt"/>
        </w:rPr>
      </w:pPr>
      <w:r w:rsidRPr="00F91461">
        <w:rPr>
          <w:rFonts w:ascii="MS Mincho" w:eastAsia="MS Mincho" w:hAnsi="MS Mincho" w:cs="MS Mincho"/>
        </w:rPr>
        <w:t>★</w:t>
      </w:r>
      <w:r w:rsidRPr="00F91461">
        <w:rPr>
          <w:rFonts w:ascii="Proxima Nova Alt" w:hAnsi="Proxima Nova Alt"/>
        </w:rPr>
        <w:t xml:space="preserve"> Information that will inform the communications strategy</w:t>
      </w:r>
    </w:p>
    <w:p w14:paraId="145705A5"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698038CC"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770FCA3D" w14:textId="77777777" w:rsidR="008D239D" w:rsidRPr="000B01BF" w:rsidRDefault="008D239D" w:rsidP="008D239D">
      <w:pPr>
        <w:rPr>
          <w:rFonts w:ascii="Proxima Nova Alt Reg" w:eastAsia="Times New Roman" w:hAnsi="Proxima Nova Alt Reg" w:cs="Times New Roman"/>
          <w:b/>
          <w:sz w:val="28"/>
          <w:lang w:val="en-AU"/>
        </w:rPr>
      </w:pPr>
      <w:r w:rsidRPr="000B01BF">
        <w:rPr>
          <w:rFonts w:ascii="Proxima Nova Alt Reg" w:eastAsia="Times New Roman" w:hAnsi="Proxima Nova Alt Reg" w:cs="Times New Roman"/>
          <w:b/>
          <w:sz w:val="28"/>
          <w:lang w:val="en-AU"/>
        </w:rPr>
        <w:t>Now, let’s get into it!</w:t>
      </w:r>
    </w:p>
    <w:p w14:paraId="33CE8816" w14:textId="77777777" w:rsidR="008D239D" w:rsidRDefault="008D239D" w:rsidP="008D239D">
      <w:pPr>
        <w:rPr>
          <w:rFonts w:ascii="Proxima Nova Alt Bd" w:eastAsia="Times New Roman" w:hAnsi="Proxima Nova Alt Bd" w:cs="Times New Roman"/>
          <w:color w:val="342791"/>
          <w:lang w:val="en-AU"/>
        </w:rPr>
      </w:pPr>
      <w:r>
        <w:rPr>
          <w:rFonts w:ascii="Proxima Nova Alt Bd" w:eastAsia="Times New Roman" w:hAnsi="Proxima Nova Alt Bd" w:cs="Times New Roman"/>
          <w:color w:val="342791"/>
          <w:lang w:val="en-AU"/>
        </w:rPr>
        <w:br w:type="page"/>
      </w:r>
    </w:p>
    <w:p w14:paraId="15478CA3"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74EAF81E"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753D8BDC"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552B6597"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7CE536A1"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006DCA75" w14:textId="77777777" w:rsidR="008D239D" w:rsidRDefault="008D239D" w:rsidP="008D239D">
      <w:pPr>
        <w:shd w:val="clear" w:color="auto" w:fill="FFFFFF"/>
        <w:rPr>
          <w:rFonts w:ascii="Proxima Nova Alt Reg" w:eastAsia="Times New Roman" w:hAnsi="Proxima Nova Alt Reg" w:cs="Times New Roman"/>
          <w:b/>
          <w:color w:val="342791"/>
          <w:sz w:val="40"/>
          <w:szCs w:val="40"/>
        </w:rPr>
      </w:pPr>
    </w:p>
    <w:p w14:paraId="0EFCA9AC" w14:textId="77777777" w:rsidR="008D239D" w:rsidRDefault="008D239D" w:rsidP="008D239D">
      <w:pPr>
        <w:shd w:val="clear" w:color="auto" w:fill="FFFFFF"/>
        <w:rPr>
          <w:rFonts w:ascii="Proxima Nova Alt Reg" w:eastAsia="Times New Roman" w:hAnsi="Proxima Nova Alt Reg" w:cs="Times New Roman"/>
          <w:b/>
          <w:color w:val="342791"/>
          <w:sz w:val="40"/>
          <w:szCs w:val="40"/>
        </w:rPr>
      </w:pPr>
    </w:p>
    <w:p w14:paraId="0E05E3AF" w14:textId="77777777" w:rsidR="008D239D" w:rsidRDefault="008D239D" w:rsidP="008D239D">
      <w:pPr>
        <w:shd w:val="clear" w:color="auto" w:fill="FFFFFF"/>
        <w:rPr>
          <w:rFonts w:ascii="Proxima Nova Alt Reg" w:eastAsia="Times New Roman" w:hAnsi="Proxima Nova Alt Reg" w:cs="Times New Roman"/>
          <w:b/>
          <w:color w:val="342791"/>
          <w:sz w:val="40"/>
          <w:szCs w:val="40"/>
        </w:rPr>
      </w:pPr>
    </w:p>
    <w:p w14:paraId="12FC7865" w14:textId="77777777" w:rsidR="008D239D" w:rsidRDefault="008D239D" w:rsidP="008D239D">
      <w:pPr>
        <w:shd w:val="clear" w:color="auto" w:fill="FFFFFF"/>
        <w:rPr>
          <w:rFonts w:ascii="Proxima Nova Alt Reg" w:eastAsia="Times New Roman" w:hAnsi="Proxima Nova Alt Reg" w:cs="Times New Roman"/>
          <w:b/>
          <w:color w:val="342791"/>
          <w:sz w:val="40"/>
          <w:szCs w:val="40"/>
        </w:rPr>
      </w:pPr>
    </w:p>
    <w:p w14:paraId="7AA38547" w14:textId="77777777" w:rsidR="008D239D" w:rsidRDefault="008D239D" w:rsidP="008D239D">
      <w:pPr>
        <w:shd w:val="clear" w:color="auto" w:fill="FFFFFF"/>
        <w:rPr>
          <w:rFonts w:ascii="Proxima Nova Alt Reg" w:eastAsia="Times New Roman" w:hAnsi="Proxima Nova Alt Reg" w:cs="Times New Roman"/>
          <w:b/>
          <w:color w:val="342791"/>
          <w:sz w:val="40"/>
          <w:szCs w:val="40"/>
        </w:rPr>
      </w:pPr>
      <w:r>
        <w:rPr>
          <w:rFonts w:ascii="Proxima Nova Alt Reg" w:eastAsia="Times New Roman" w:hAnsi="Proxima Nova Alt Reg" w:cs="Times New Roman"/>
          <w:b/>
          <w:color w:val="342791"/>
          <w:sz w:val="40"/>
          <w:szCs w:val="40"/>
        </w:rPr>
        <w:t>(YOUR BRAND NAME)</w:t>
      </w:r>
    </w:p>
    <w:p w14:paraId="6E3D0165" w14:textId="77777777" w:rsidR="008D239D" w:rsidRDefault="008D239D" w:rsidP="008D239D">
      <w:pPr>
        <w:shd w:val="clear" w:color="auto" w:fill="FFFFFF"/>
        <w:rPr>
          <w:rFonts w:ascii="Proxima Nova Alt Reg" w:eastAsia="Times New Roman" w:hAnsi="Proxima Nova Alt Reg" w:cs="Times New Roman"/>
          <w:b/>
          <w:color w:val="342791"/>
          <w:sz w:val="40"/>
          <w:szCs w:val="40"/>
        </w:rPr>
      </w:pPr>
      <w:r w:rsidRPr="007C2071">
        <w:rPr>
          <w:rFonts w:ascii="Proxima Nova Alt Reg" w:eastAsia="Times New Roman" w:hAnsi="Proxima Nova Alt Reg" w:cs="Times New Roman"/>
          <w:b/>
          <w:color w:val="342791"/>
          <w:sz w:val="40"/>
          <w:szCs w:val="40"/>
        </w:rPr>
        <w:t xml:space="preserve">BRAND POSITIONING NOTES </w:t>
      </w:r>
    </w:p>
    <w:p w14:paraId="356B6705" w14:textId="77777777" w:rsidR="008D239D" w:rsidRDefault="008D239D" w:rsidP="008D239D">
      <w:pPr>
        <w:shd w:val="clear" w:color="auto" w:fill="FFFFFF"/>
        <w:rPr>
          <w:rFonts w:ascii="Proxima Nova Alt Reg" w:eastAsia="Times New Roman" w:hAnsi="Proxima Nova Alt Reg" w:cs="Times New Roman"/>
          <w:color w:val="342791"/>
          <w:sz w:val="28"/>
          <w:szCs w:val="28"/>
        </w:rPr>
      </w:pPr>
    </w:p>
    <w:p w14:paraId="745BF0DF" w14:textId="77777777" w:rsidR="008D239D" w:rsidRDefault="008D239D" w:rsidP="008D239D">
      <w:pPr>
        <w:shd w:val="clear" w:color="auto" w:fill="FFFFFF"/>
        <w:rPr>
          <w:rFonts w:ascii="Proxima Nova Alt Reg" w:eastAsia="Times New Roman" w:hAnsi="Proxima Nova Alt Reg" w:cs="Times New Roman"/>
          <w:color w:val="342791"/>
          <w:sz w:val="28"/>
          <w:szCs w:val="28"/>
        </w:rPr>
      </w:pPr>
    </w:p>
    <w:p w14:paraId="063494D9" w14:textId="77777777" w:rsidR="008D239D" w:rsidRDefault="008D239D" w:rsidP="008D239D">
      <w:pPr>
        <w:shd w:val="clear" w:color="auto" w:fill="FFFFFF"/>
        <w:rPr>
          <w:rFonts w:ascii="Proxima Nova Alt Reg" w:eastAsia="Times New Roman" w:hAnsi="Proxima Nova Alt Reg" w:cs="Times New Roman"/>
          <w:color w:val="342791"/>
          <w:sz w:val="28"/>
          <w:szCs w:val="28"/>
        </w:rPr>
      </w:pPr>
    </w:p>
    <w:p w14:paraId="2A3F09CC"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4F679D17"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55026E38"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594B45A4"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37BB829D"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2F8E994D"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0C9BF7C4"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567CD70B"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0E52ADB8"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14DF34D4"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51FA5958"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0C4264E1"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6A24D265"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21A8518C"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514D2E11"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18ED2396"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5C7AEA10"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727246F8"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25198C29"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6022C24E" w14:textId="77777777" w:rsidR="008D239D" w:rsidRDefault="008D239D" w:rsidP="008D239D">
      <w:pPr>
        <w:shd w:val="clear" w:color="auto" w:fill="FFFFFF"/>
        <w:rPr>
          <w:rFonts w:ascii="Proxima Nova Alt Bd" w:eastAsia="Times New Roman" w:hAnsi="Proxima Nova Alt Bd" w:cs="Times New Roman"/>
          <w:color w:val="342791"/>
          <w:lang w:val="en-AU"/>
        </w:rPr>
      </w:pPr>
    </w:p>
    <w:p w14:paraId="30851A21" w14:textId="77777777" w:rsidR="008D239D" w:rsidRDefault="008D239D" w:rsidP="008D239D">
      <w:pPr>
        <w:rPr>
          <w:rFonts w:ascii="Proxima Nova Alt Lt" w:hAnsi="Proxima Nova Alt Lt"/>
        </w:rPr>
      </w:pPr>
      <w:r>
        <w:rPr>
          <w:rFonts w:ascii="Proxima Nova Alt Lt" w:hAnsi="Proxima Nova Alt Lt"/>
        </w:rPr>
        <w:br w:type="page"/>
      </w:r>
    </w:p>
    <w:p w14:paraId="7D483E20" w14:textId="77777777" w:rsidR="008D239D" w:rsidRPr="00F91461" w:rsidRDefault="008D239D" w:rsidP="008D239D">
      <w:pPr>
        <w:rPr>
          <w:rFonts w:ascii="Proxima Nova Alt Bd" w:hAnsi="Proxima Nova Alt Bd"/>
          <w:b/>
        </w:rPr>
      </w:pPr>
      <w:r w:rsidRPr="00F91461">
        <w:rPr>
          <w:rFonts w:ascii="Proxima Nova Alt Bd" w:hAnsi="Proxima Nova Alt Bd"/>
          <w:b/>
        </w:rPr>
        <w:lastRenderedPageBreak/>
        <w:t>Target Audience Insights</w:t>
      </w:r>
    </w:p>
    <w:p w14:paraId="57843F2B" w14:textId="77777777" w:rsidR="008D239D" w:rsidRDefault="008D239D" w:rsidP="008D239D">
      <w:pPr>
        <w:rPr>
          <w:rFonts w:ascii="Proxima Nova Alt Bd" w:hAnsi="Proxima Nova Alt Bd"/>
        </w:rPr>
      </w:pPr>
    </w:p>
    <w:p w14:paraId="0778440B" w14:textId="77777777" w:rsidR="008D239D" w:rsidRPr="00F91461" w:rsidRDefault="008D239D" w:rsidP="008D239D">
      <w:pPr>
        <w:rPr>
          <w:rFonts w:ascii="Proxima Nova Alt" w:hAnsi="Proxima Nova Alt"/>
        </w:rPr>
      </w:pPr>
      <w:r w:rsidRPr="00F91461">
        <w:rPr>
          <w:rFonts w:ascii="Proxima Nova Alt" w:hAnsi="Proxima Nova Alt"/>
        </w:rPr>
        <w:t>Fill the spaces below with at least five key insights of your target audience. Who are they? What do they do? What do they want? What makes them tick and what ticks them off?</w:t>
      </w:r>
    </w:p>
    <w:p w14:paraId="2BD7114B" w14:textId="77777777" w:rsidR="008D239D" w:rsidRPr="00F91461" w:rsidRDefault="008D239D" w:rsidP="008D239D">
      <w:pPr>
        <w:rPr>
          <w:rFonts w:ascii="Proxima Nova Alt" w:hAnsi="Proxima Nova Alt"/>
        </w:rPr>
      </w:pPr>
    </w:p>
    <w:p w14:paraId="74BF4608" w14:textId="77777777" w:rsidR="008D239D" w:rsidRPr="00F91461" w:rsidRDefault="008D239D" w:rsidP="008D239D">
      <w:pPr>
        <w:pStyle w:val="ListParagraph"/>
        <w:numPr>
          <w:ilvl w:val="0"/>
          <w:numId w:val="10"/>
        </w:numPr>
        <w:rPr>
          <w:rFonts w:ascii="Proxima Nova Alt" w:hAnsi="Proxima Nova Alt"/>
          <w:i/>
        </w:rPr>
      </w:pPr>
      <w:r w:rsidRPr="00F91461">
        <w:rPr>
          <w:rFonts w:ascii="Proxima Nova Alt" w:hAnsi="Proxima Nova Alt"/>
          <w:i/>
        </w:rPr>
        <w:t>Example target audience insight: Uni students wary of loans</w:t>
      </w:r>
    </w:p>
    <w:p w14:paraId="68EE8E4D" w14:textId="77777777" w:rsidR="008D239D" w:rsidRPr="00F91461" w:rsidRDefault="008D239D" w:rsidP="008D239D">
      <w:pPr>
        <w:pStyle w:val="ListParagraph"/>
        <w:numPr>
          <w:ilvl w:val="0"/>
          <w:numId w:val="10"/>
        </w:numPr>
        <w:rPr>
          <w:rFonts w:ascii="Proxima Nova Alt" w:hAnsi="Proxima Nova Alt"/>
        </w:rPr>
      </w:pPr>
      <w:r w:rsidRPr="00F91461">
        <w:rPr>
          <w:rFonts w:ascii="Proxima Nova Alt" w:hAnsi="Proxima Nova Alt"/>
        </w:rPr>
        <w:t xml:space="preserve">  </w:t>
      </w:r>
    </w:p>
    <w:p w14:paraId="22D6014E" w14:textId="77777777" w:rsidR="008D239D" w:rsidRPr="00F91461" w:rsidRDefault="008D239D" w:rsidP="008D239D">
      <w:pPr>
        <w:pStyle w:val="ListParagraph"/>
        <w:numPr>
          <w:ilvl w:val="0"/>
          <w:numId w:val="10"/>
        </w:numPr>
        <w:rPr>
          <w:rFonts w:ascii="Proxima Nova Alt" w:hAnsi="Proxima Nova Alt"/>
        </w:rPr>
      </w:pPr>
      <w:r w:rsidRPr="00F91461">
        <w:rPr>
          <w:rFonts w:ascii="Proxima Nova Alt" w:hAnsi="Proxima Nova Alt"/>
        </w:rPr>
        <w:t xml:space="preserve"> </w:t>
      </w:r>
    </w:p>
    <w:p w14:paraId="06FCE54E" w14:textId="77777777" w:rsidR="008D239D" w:rsidRPr="00F60EE6" w:rsidRDefault="008D239D" w:rsidP="008D239D">
      <w:pPr>
        <w:pStyle w:val="ListParagraph"/>
        <w:numPr>
          <w:ilvl w:val="0"/>
          <w:numId w:val="10"/>
        </w:numPr>
        <w:rPr>
          <w:rFonts w:ascii="Proxima Nova Alt Reg" w:hAnsi="Proxima Nova Alt Reg"/>
          <w:i/>
        </w:rPr>
      </w:pPr>
      <w:r>
        <w:rPr>
          <w:rFonts w:ascii="Proxima Nova Alt Reg" w:hAnsi="Proxima Nova Alt Reg"/>
        </w:rPr>
        <w:t xml:space="preserve"> </w:t>
      </w:r>
    </w:p>
    <w:p w14:paraId="2EF59E41" w14:textId="77777777" w:rsidR="008D239D" w:rsidRPr="00F60EE6" w:rsidRDefault="008D239D" w:rsidP="008D239D">
      <w:pPr>
        <w:pStyle w:val="ListParagraph"/>
        <w:numPr>
          <w:ilvl w:val="0"/>
          <w:numId w:val="10"/>
        </w:numPr>
        <w:rPr>
          <w:rFonts w:ascii="Proxima Nova Alt Reg" w:hAnsi="Proxima Nova Alt Reg"/>
          <w:i/>
        </w:rPr>
      </w:pPr>
      <w:r>
        <w:rPr>
          <w:rFonts w:ascii="Proxima Nova Alt Reg" w:hAnsi="Proxima Nova Alt Reg"/>
        </w:rPr>
        <w:t xml:space="preserve"> </w:t>
      </w:r>
    </w:p>
    <w:p w14:paraId="1FC4F0F1" w14:textId="77777777" w:rsidR="008D239D" w:rsidRPr="00F60EE6" w:rsidRDefault="008D239D" w:rsidP="008D239D">
      <w:pPr>
        <w:pStyle w:val="ListParagraph"/>
        <w:numPr>
          <w:ilvl w:val="0"/>
          <w:numId w:val="10"/>
        </w:numPr>
        <w:rPr>
          <w:rFonts w:ascii="Proxima Nova Alt Reg" w:hAnsi="Proxima Nova Alt Reg"/>
          <w:i/>
        </w:rPr>
      </w:pPr>
    </w:p>
    <w:p w14:paraId="615C1268" w14:textId="77777777" w:rsidR="008D239D" w:rsidRDefault="008D239D" w:rsidP="008D239D">
      <w:pPr>
        <w:rPr>
          <w:rFonts w:ascii="Proxima Nova Alt Reg" w:hAnsi="Proxima Nova Alt Reg"/>
        </w:rPr>
      </w:pPr>
    </w:p>
    <w:p w14:paraId="243B1D37" w14:textId="77777777" w:rsidR="008D239D" w:rsidRPr="00F91461" w:rsidRDefault="008D239D" w:rsidP="008D239D">
      <w:pPr>
        <w:rPr>
          <w:rFonts w:ascii="Proxima Nova Alt Bd" w:hAnsi="Proxima Nova Alt Bd"/>
          <w:b/>
        </w:rPr>
      </w:pPr>
      <w:r w:rsidRPr="00F91461">
        <w:rPr>
          <w:rFonts w:ascii="Proxima Nova Alt Bd" w:hAnsi="Proxima Nova Alt Bd"/>
          <w:b/>
        </w:rPr>
        <w:t>Competition</w:t>
      </w:r>
    </w:p>
    <w:p w14:paraId="0ADC7D02" w14:textId="77777777" w:rsidR="008D239D" w:rsidRDefault="008D239D" w:rsidP="008D239D">
      <w:pPr>
        <w:rPr>
          <w:rFonts w:ascii="Proxima Nova Alt Bd" w:hAnsi="Proxima Nova Alt Bd"/>
        </w:rPr>
      </w:pPr>
    </w:p>
    <w:p w14:paraId="47B467C7" w14:textId="77777777" w:rsidR="008D239D" w:rsidRPr="00F91461" w:rsidRDefault="008D239D" w:rsidP="008D239D">
      <w:pPr>
        <w:rPr>
          <w:rFonts w:ascii="Proxima Nova Alt" w:hAnsi="Proxima Nova Alt"/>
        </w:rPr>
      </w:pPr>
      <w:r w:rsidRPr="00F91461">
        <w:rPr>
          <w:rFonts w:ascii="Proxima Nova Alt" w:hAnsi="Proxima Nova Alt"/>
        </w:rPr>
        <w:t>Fill the spaces below with a few of your top competitors. These could be companies/people that provide the exact same product/service as you or companies/people that provide similar products/services.</w:t>
      </w:r>
    </w:p>
    <w:p w14:paraId="6EFE2404" w14:textId="77777777" w:rsidR="008D239D" w:rsidRDefault="008D239D" w:rsidP="008D239D">
      <w:pPr>
        <w:rPr>
          <w:rFonts w:ascii="Proxima Nova Alt Bd" w:hAnsi="Proxima Nova Alt Bd"/>
        </w:rPr>
      </w:pPr>
    </w:p>
    <w:p w14:paraId="26B8AEC8" w14:textId="77777777" w:rsidR="008D239D" w:rsidRPr="00F60EE6" w:rsidRDefault="008D239D" w:rsidP="008D239D">
      <w:pPr>
        <w:pStyle w:val="ListParagraph"/>
        <w:numPr>
          <w:ilvl w:val="0"/>
          <w:numId w:val="11"/>
        </w:numPr>
        <w:rPr>
          <w:rFonts w:ascii="Proxima Nova Alt Reg" w:hAnsi="Proxima Nova Alt Reg"/>
        </w:rPr>
      </w:pPr>
      <w:r>
        <w:rPr>
          <w:rFonts w:ascii="Proxima Nova Alt Reg" w:hAnsi="Proxima Nova Alt Reg"/>
        </w:rPr>
        <w:t xml:space="preserve"> </w:t>
      </w:r>
      <w:r>
        <w:rPr>
          <w:rFonts w:ascii="Proxima Nova Alt Reg" w:hAnsi="Proxima Nova Alt Reg"/>
          <w:i/>
        </w:rPr>
        <w:t>Example competitor: Student Loans R Us</w:t>
      </w:r>
    </w:p>
    <w:p w14:paraId="1615F5EA" w14:textId="77777777" w:rsidR="008D239D" w:rsidRDefault="008D239D" w:rsidP="008D239D">
      <w:pPr>
        <w:pStyle w:val="ListParagraph"/>
        <w:numPr>
          <w:ilvl w:val="0"/>
          <w:numId w:val="11"/>
        </w:numPr>
        <w:rPr>
          <w:rFonts w:ascii="Proxima Nova Alt Reg" w:hAnsi="Proxima Nova Alt Reg"/>
        </w:rPr>
      </w:pPr>
      <w:r>
        <w:rPr>
          <w:rFonts w:ascii="Proxima Nova Alt Reg" w:hAnsi="Proxima Nova Alt Reg"/>
        </w:rPr>
        <w:t xml:space="preserve">  </w:t>
      </w:r>
    </w:p>
    <w:p w14:paraId="6387E1E1" w14:textId="77777777" w:rsidR="008D239D" w:rsidRDefault="008D239D" w:rsidP="008D239D">
      <w:pPr>
        <w:pStyle w:val="ListParagraph"/>
        <w:numPr>
          <w:ilvl w:val="0"/>
          <w:numId w:val="11"/>
        </w:numPr>
        <w:rPr>
          <w:rFonts w:ascii="Proxima Nova Alt Reg" w:hAnsi="Proxima Nova Alt Reg"/>
        </w:rPr>
      </w:pPr>
      <w:r>
        <w:rPr>
          <w:rFonts w:ascii="Proxima Nova Alt Reg" w:hAnsi="Proxima Nova Alt Reg"/>
        </w:rPr>
        <w:t xml:space="preserve">  </w:t>
      </w:r>
    </w:p>
    <w:p w14:paraId="6EF166B4" w14:textId="77777777" w:rsidR="008D239D" w:rsidRDefault="008D239D" w:rsidP="008D239D">
      <w:pPr>
        <w:pStyle w:val="ListParagraph"/>
        <w:numPr>
          <w:ilvl w:val="0"/>
          <w:numId w:val="11"/>
        </w:numPr>
        <w:rPr>
          <w:rFonts w:ascii="Proxima Nova Alt Reg" w:hAnsi="Proxima Nova Alt Reg"/>
        </w:rPr>
      </w:pPr>
      <w:r>
        <w:rPr>
          <w:rFonts w:ascii="Proxima Nova Alt Reg" w:hAnsi="Proxima Nova Alt Reg"/>
        </w:rPr>
        <w:t xml:space="preserve">  </w:t>
      </w:r>
    </w:p>
    <w:p w14:paraId="3DFDEBCC" w14:textId="77777777" w:rsidR="008D239D" w:rsidRDefault="008D239D" w:rsidP="008D239D">
      <w:pPr>
        <w:pStyle w:val="ListParagraph"/>
        <w:numPr>
          <w:ilvl w:val="0"/>
          <w:numId w:val="11"/>
        </w:numPr>
        <w:rPr>
          <w:rFonts w:ascii="Proxima Nova Alt Reg" w:hAnsi="Proxima Nova Alt Reg"/>
        </w:rPr>
      </w:pPr>
      <w:r>
        <w:rPr>
          <w:rFonts w:ascii="Proxima Nova Alt Reg" w:hAnsi="Proxima Nova Alt Reg"/>
        </w:rPr>
        <w:t xml:space="preserve">  </w:t>
      </w:r>
    </w:p>
    <w:p w14:paraId="514BB3DF" w14:textId="77777777" w:rsidR="008D239D" w:rsidRPr="00F60EE6" w:rsidRDefault="008D239D" w:rsidP="008D239D">
      <w:pPr>
        <w:pStyle w:val="ListParagraph"/>
        <w:numPr>
          <w:ilvl w:val="0"/>
          <w:numId w:val="11"/>
        </w:numPr>
        <w:rPr>
          <w:rFonts w:ascii="Proxima Nova Alt Reg" w:hAnsi="Proxima Nova Alt Reg"/>
        </w:rPr>
      </w:pPr>
      <w:r>
        <w:rPr>
          <w:rFonts w:ascii="Proxima Nova Alt Reg" w:hAnsi="Proxima Nova Alt Reg"/>
        </w:rPr>
        <w:t xml:space="preserve"> </w:t>
      </w:r>
      <w:r w:rsidRPr="00F60EE6">
        <w:rPr>
          <w:rFonts w:ascii="Proxima Nova Alt Reg" w:hAnsi="Proxima Nova Alt Reg"/>
        </w:rPr>
        <w:br w:type="page"/>
      </w:r>
    </w:p>
    <w:p w14:paraId="604045C8" w14:textId="77777777" w:rsidR="008D239D" w:rsidRPr="00AD10DC" w:rsidRDefault="008D239D" w:rsidP="008D239D">
      <w:pPr>
        <w:rPr>
          <w:rFonts w:ascii="Proxima Nova Alt" w:hAnsi="Proxima Nova Alt"/>
        </w:rPr>
      </w:pPr>
      <w:r w:rsidRPr="00AD10DC">
        <w:rPr>
          <w:rFonts w:ascii="Proxima Nova Alt" w:hAnsi="Proxima Nova Alt"/>
        </w:rPr>
        <w:lastRenderedPageBreak/>
        <w:t>Use this page to do a deep dive into your individual competitors. Print out or duplicate this page for each one of the competitors you have listed above.</w:t>
      </w:r>
    </w:p>
    <w:p w14:paraId="1CC1E658" w14:textId="77777777" w:rsidR="008D239D" w:rsidRDefault="008D239D" w:rsidP="008D239D">
      <w:pPr>
        <w:rPr>
          <w:rFonts w:ascii="Proxima Nova Alt Bd" w:hAnsi="Proxima Nova Alt Bd"/>
        </w:rPr>
      </w:pPr>
    </w:p>
    <w:p w14:paraId="55AE8BE5" w14:textId="77777777" w:rsidR="008D239D" w:rsidRPr="00AD10DC" w:rsidRDefault="008D239D" w:rsidP="008D239D">
      <w:pPr>
        <w:rPr>
          <w:rFonts w:ascii="Proxima Nova Alt Bd" w:hAnsi="Proxima Nova Alt Bd"/>
          <w:b/>
        </w:rPr>
      </w:pPr>
      <w:r w:rsidRPr="00AD10DC">
        <w:rPr>
          <w:rFonts w:ascii="Proxima Nova Alt Bd" w:hAnsi="Proxima Nova Alt Bd"/>
          <w:b/>
        </w:rPr>
        <w:t>(COMPETITOR NAME)</w:t>
      </w:r>
    </w:p>
    <w:p w14:paraId="2439A670" w14:textId="77777777" w:rsidR="008D239D" w:rsidRDefault="008D239D" w:rsidP="008D239D">
      <w:pPr>
        <w:rPr>
          <w:rFonts w:ascii="Proxima Nova Alt Bd" w:hAnsi="Proxima Nova Alt Bd"/>
        </w:rPr>
      </w:pPr>
    </w:p>
    <w:p w14:paraId="52B2CCC9" w14:textId="77777777" w:rsidR="008D239D" w:rsidRPr="00E72E04" w:rsidRDefault="008D239D" w:rsidP="008D239D">
      <w:pPr>
        <w:rPr>
          <w:rFonts w:ascii="Proxima Nova Alt Bd" w:hAnsi="Proxima Nova Alt Bd"/>
          <w:b/>
        </w:rPr>
      </w:pPr>
      <w:r w:rsidRPr="00E72E04">
        <w:rPr>
          <w:rFonts w:ascii="Proxima Nova Alt Bd" w:hAnsi="Proxima Nova Alt Bd"/>
          <w:b/>
        </w:rPr>
        <w:t>Strengths</w:t>
      </w:r>
    </w:p>
    <w:p w14:paraId="30671A68" w14:textId="77777777" w:rsidR="008D239D" w:rsidRPr="00E72E04" w:rsidRDefault="008D239D" w:rsidP="008D239D">
      <w:pPr>
        <w:rPr>
          <w:rFonts w:ascii="Proxima Nova Alt" w:hAnsi="Proxima Nova Alt"/>
        </w:rPr>
      </w:pPr>
      <w:r w:rsidRPr="00E72E04">
        <w:rPr>
          <w:rFonts w:ascii="Proxima Nova Alt" w:hAnsi="Proxima Nova Alt"/>
        </w:rPr>
        <w:t>Fill the spaces below with the components of your competitor’s business that you admire.</w:t>
      </w:r>
    </w:p>
    <w:p w14:paraId="7E6CC405" w14:textId="77777777" w:rsidR="008D239D" w:rsidRPr="00F60EE6" w:rsidRDefault="008D239D" w:rsidP="008D239D">
      <w:pPr>
        <w:pStyle w:val="ListParagraph"/>
        <w:numPr>
          <w:ilvl w:val="0"/>
          <w:numId w:val="12"/>
        </w:numPr>
        <w:rPr>
          <w:rFonts w:ascii="Proxima Nova Alt Reg" w:hAnsi="Proxima Nova Alt Reg"/>
          <w:i/>
        </w:rPr>
      </w:pPr>
      <w:r>
        <w:rPr>
          <w:rFonts w:ascii="Proxima Nova Alt Reg" w:hAnsi="Proxima Nova Alt Reg"/>
          <w:i/>
        </w:rPr>
        <w:t>Example strength: Good marketing</w:t>
      </w:r>
    </w:p>
    <w:p w14:paraId="2DA8F585" w14:textId="77777777" w:rsidR="008D239D" w:rsidRDefault="008D239D" w:rsidP="008D239D">
      <w:pPr>
        <w:pStyle w:val="ListParagraph"/>
        <w:numPr>
          <w:ilvl w:val="0"/>
          <w:numId w:val="12"/>
        </w:numPr>
        <w:rPr>
          <w:rFonts w:ascii="Proxima Nova Alt Reg" w:hAnsi="Proxima Nova Alt Reg"/>
        </w:rPr>
      </w:pPr>
      <w:r>
        <w:rPr>
          <w:rFonts w:ascii="Proxima Nova Alt Reg" w:hAnsi="Proxima Nova Alt Reg"/>
        </w:rPr>
        <w:t xml:space="preserve"> </w:t>
      </w:r>
    </w:p>
    <w:p w14:paraId="45DFB2FA" w14:textId="77777777" w:rsidR="008D239D" w:rsidRPr="008B1623" w:rsidRDefault="008D239D" w:rsidP="008D239D">
      <w:pPr>
        <w:pStyle w:val="ListParagraph"/>
        <w:numPr>
          <w:ilvl w:val="0"/>
          <w:numId w:val="12"/>
        </w:numPr>
        <w:rPr>
          <w:rFonts w:ascii="Proxima Nova Alt Reg" w:hAnsi="Proxima Nova Alt Reg"/>
        </w:rPr>
      </w:pPr>
      <w:r>
        <w:rPr>
          <w:rFonts w:ascii="Proxima Nova Alt Reg" w:hAnsi="Proxima Nova Alt Reg"/>
        </w:rPr>
        <w:t xml:space="preserve"> </w:t>
      </w:r>
    </w:p>
    <w:p w14:paraId="31E1FB7C" w14:textId="77777777" w:rsidR="008D239D" w:rsidRDefault="008D239D" w:rsidP="008D239D">
      <w:pPr>
        <w:rPr>
          <w:rFonts w:ascii="Proxima Nova Alt Reg" w:hAnsi="Proxima Nova Alt Reg"/>
        </w:rPr>
      </w:pPr>
    </w:p>
    <w:p w14:paraId="457995A5" w14:textId="77777777" w:rsidR="008D239D" w:rsidRPr="00E72E04" w:rsidRDefault="008D239D" w:rsidP="008D239D">
      <w:pPr>
        <w:rPr>
          <w:rFonts w:ascii="Proxima Nova Alt Bd" w:hAnsi="Proxima Nova Alt Bd"/>
          <w:b/>
        </w:rPr>
      </w:pPr>
      <w:r w:rsidRPr="00E72E04">
        <w:rPr>
          <w:rFonts w:ascii="Proxima Nova Alt Bd" w:hAnsi="Proxima Nova Alt Bd"/>
          <w:b/>
        </w:rPr>
        <w:t>Weaknesses</w:t>
      </w:r>
    </w:p>
    <w:p w14:paraId="646EAD5C" w14:textId="77777777" w:rsidR="008D239D" w:rsidRPr="00E72E04" w:rsidRDefault="008D239D" w:rsidP="008D239D">
      <w:pPr>
        <w:rPr>
          <w:rFonts w:ascii="Proxima Nova Alt" w:hAnsi="Proxima Nova Alt"/>
        </w:rPr>
      </w:pPr>
      <w:r w:rsidRPr="00E72E04">
        <w:rPr>
          <w:rFonts w:ascii="Proxima Nova Alt" w:hAnsi="Proxima Nova Alt"/>
        </w:rPr>
        <w:t>Fill the spaces below with the components of your competitor’s business that they do not do well (preferably, components that you do better).</w:t>
      </w:r>
    </w:p>
    <w:p w14:paraId="04FD9B23" w14:textId="77777777" w:rsidR="008D239D" w:rsidRPr="00F60EE6" w:rsidRDefault="008D239D" w:rsidP="008D239D">
      <w:pPr>
        <w:pStyle w:val="ListParagraph"/>
        <w:numPr>
          <w:ilvl w:val="0"/>
          <w:numId w:val="12"/>
        </w:numPr>
        <w:rPr>
          <w:rFonts w:ascii="Proxima Nova Alt Reg" w:hAnsi="Proxima Nova Alt Reg"/>
          <w:i/>
        </w:rPr>
      </w:pPr>
      <w:r>
        <w:rPr>
          <w:rFonts w:ascii="Proxima Nova Alt Reg" w:hAnsi="Proxima Nova Alt Reg"/>
          <w:i/>
        </w:rPr>
        <w:t>Example weakness: Not serious enough</w:t>
      </w:r>
    </w:p>
    <w:p w14:paraId="103532BC" w14:textId="77777777" w:rsidR="008D239D" w:rsidRDefault="008D239D" w:rsidP="008D239D">
      <w:pPr>
        <w:pStyle w:val="ListParagraph"/>
        <w:numPr>
          <w:ilvl w:val="0"/>
          <w:numId w:val="12"/>
        </w:numPr>
        <w:rPr>
          <w:rFonts w:ascii="Proxima Nova Alt Reg" w:hAnsi="Proxima Nova Alt Reg"/>
        </w:rPr>
      </w:pPr>
      <w:r>
        <w:rPr>
          <w:rFonts w:ascii="Proxima Nova Alt Reg" w:hAnsi="Proxima Nova Alt Reg"/>
        </w:rPr>
        <w:t xml:space="preserve"> </w:t>
      </w:r>
    </w:p>
    <w:p w14:paraId="63E7FF6E" w14:textId="77777777" w:rsidR="008D239D" w:rsidRPr="008B1623" w:rsidRDefault="008D239D" w:rsidP="008D239D">
      <w:pPr>
        <w:pStyle w:val="ListParagraph"/>
        <w:numPr>
          <w:ilvl w:val="0"/>
          <w:numId w:val="12"/>
        </w:numPr>
        <w:rPr>
          <w:rFonts w:ascii="Proxima Nova Alt Reg" w:hAnsi="Proxima Nova Alt Reg"/>
        </w:rPr>
      </w:pPr>
      <w:r>
        <w:rPr>
          <w:rFonts w:ascii="Proxima Nova Alt Reg" w:hAnsi="Proxima Nova Alt Reg"/>
        </w:rPr>
        <w:t xml:space="preserve"> </w:t>
      </w:r>
    </w:p>
    <w:p w14:paraId="563F1473" w14:textId="77777777" w:rsidR="008D239D" w:rsidRDefault="008D239D" w:rsidP="008D239D">
      <w:pPr>
        <w:rPr>
          <w:rFonts w:ascii="Proxima Nova Alt Reg" w:hAnsi="Proxima Nova Alt Reg"/>
        </w:rPr>
      </w:pPr>
    </w:p>
    <w:p w14:paraId="4D00526C" w14:textId="77777777" w:rsidR="008D239D" w:rsidRPr="00E72E04" w:rsidRDefault="008D239D" w:rsidP="008D239D">
      <w:pPr>
        <w:rPr>
          <w:rFonts w:ascii="Proxima Nova Alt Bd" w:hAnsi="Proxima Nova Alt Bd"/>
          <w:b/>
        </w:rPr>
      </w:pPr>
      <w:r w:rsidRPr="00E72E04">
        <w:rPr>
          <w:rFonts w:ascii="Proxima Nova Alt Bd" w:hAnsi="Proxima Nova Alt Bd"/>
          <w:b/>
        </w:rPr>
        <w:t>Similarities</w:t>
      </w:r>
    </w:p>
    <w:p w14:paraId="2066E07D" w14:textId="77777777" w:rsidR="008D239D" w:rsidRPr="00E72E04" w:rsidRDefault="008D239D" w:rsidP="008D239D">
      <w:pPr>
        <w:rPr>
          <w:rFonts w:ascii="Proxima Nova Alt" w:hAnsi="Proxima Nova Alt"/>
        </w:rPr>
      </w:pPr>
      <w:r w:rsidRPr="00E72E04">
        <w:rPr>
          <w:rFonts w:ascii="Proxima Nova Alt" w:hAnsi="Proxima Nova Alt"/>
        </w:rPr>
        <w:t>Fill the spaces below with components that you and your competitor have in common.</w:t>
      </w:r>
    </w:p>
    <w:p w14:paraId="25BEDA6D" w14:textId="77777777" w:rsidR="008D239D" w:rsidRDefault="008D239D" w:rsidP="008D239D">
      <w:pPr>
        <w:pStyle w:val="ListParagraph"/>
        <w:numPr>
          <w:ilvl w:val="0"/>
          <w:numId w:val="12"/>
        </w:numPr>
        <w:rPr>
          <w:rFonts w:ascii="Proxima Nova Alt Reg" w:hAnsi="Proxima Nova Alt Reg"/>
          <w:i/>
        </w:rPr>
      </w:pPr>
      <w:r>
        <w:rPr>
          <w:rFonts w:ascii="Proxima Nova Alt Reg" w:hAnsi="Proxima Nova Alt Reg"/>
          <w:i/>
        </w:rPr>
        <w:t>Example similarities: Simple loan repayment calculator</w:t>
      </w:r>
    </w:p>
    <w:p w14:paraId="25CE5839" w14:textId="77777777" w:rsidR="008D239D" w:rsidRPr="008B1623" w:rsidRDefault="008D239D" w:rsidP="008D239D">
      <w:pPr>
        <w:pStyle w:val="ListParagraph"/>
        <w:numPr>
          <w:ilvl w:val="0"/>
          <w:numId w:val="12"/>
        </w:numPr>
        <w:rPr>
          <w:rFonts w:ascii="Proxima Nova Alt Reg" w:hAnsi="Proxima Nova Alt Reg"/>
          <w:i/>
        </w:rPr>
      </w:pPr>
      <w:r>
        <w:rPr>
          <w:rFonts w:ascii="Proxima Nova Alt Reg" w:hAnsi="Proxima Nova Alt Reg"/>
        </w:rPr>
        <w:t xml:space="preserve"> </w:t>
      </w:r>
    </w:p>
    <w:p w14:paraId="781B4743" w14:textId="77777777" w:rsidR="008D239D" w:rsidRPr="008B1623" w:rsidRDefault="008D239D" w:rsidP="008D239D">
      <w:pPr>
        <w:pStyle w:val="ListParagraph"/>
        <w:numPr>
          <w:ilvl w:val="0"/>
          <w:numId w:val="12"/>
        </w:numPr>
        <w:rPr>
          <w:rFonts w:ascii="Proxima Nova Alt Reg" w:hAnsi="Proxima Nova Alt Reg"/>
          <w:i/>
        </w:rPr>
      </w:pPr>
      <w:r>
        <w:rPr>
          <w:rFonts w:ascii="Proxima Nova Alt Reg" w:hAnsi="Proxima Nova Alt Reg"/>
        </w:rPr>
        <w:t xml:space="preserve"> </w:t>
      </w:r>
    </w:p>
    <w:p w14:paraId="4989DD42" w14:textId="77777777" w:rsidR="008D239D" w:rsidRDefault="008D239D" w:rsidP="008D239D">
      <w:pPr>
        <w:rPr>
          <w:rFonts w:ascii="Proxima Nova Alt Bd" w:hAnsi="Proxima Nova Alt Bd"/>
        </w:rPr>
      </w:pPr>
    </w:p>
    <w:p w14:paraId="48FA19FF" w14:textId="77777777" w:rsidR="008D239D" w:rsidRPr="00E72E04" w:rsidRDefault="008D239D" w:rsidP="008D239D">
      <w:pPr>
        <w:rPr>
          <w:rFonts w:ascii="Proxima Nova Alt Bd" w:hAnsi="Proxima Nova Alt Bd"/>
          <w:b/>
        </w:rPr>
      </w:pPr>
      <w:r w:rsidRPr="00E72E04">
        <w:rPr>
          <w:rFonts w:ascii="Proxima Nova Alt Bd" w:hAnsi="Proxima Nova Alt Bd"/>
          <w:b/>
        </w:rPr>
        <w:t>Differences</w:t>
      </w:r>
    </w:p>
    <w:p w14:paraId="3DC4307E" w14:textId="77777777" w:rsidR="008D239D" w:rsidRPr="00E72E04" w:rsidRDefault="008D239D" w:rsidP="008D239D">
      <w:pPr>
        <w:rPr>
          <w:rFonts w:ascii="Proxima Nova Alt" w:hAnsi="Proxima Nova Alt"/>
        </w:rPr>
      </w:pPr>
      <w:r w:rsidRPr="00E72E04">
        <w:rPr>
          <w:rFonts w:ascii="Proxima Nova Alt" w:hAnsi="Proxima Nova Alt"/>
        </w:rPr>
        <w:t>Fill the spaces below with components of your competitor’s business that differs from yours.</w:t>
      </w:r>
    </w:p>
    <w:p w14:paraId="2A8517FC" w14:textId="77777777" w:rsidR="008D239D" w:rsidRPr="008B1623" w:rsidRDefault="008D239D" w:rsidP="008D239D">
      <w:pPr>
        <w:pStyle w:val="ListParagraph"/>
        <w:numPr>
          <w:ilvl w:val="0"/>
          <w:numId w:val="12"/>
        </w:numPr>
        <w:rPr>
          <w:rFonts w:ascii="Proxima Nova Alt Reg" w:hAnsi="Proxima Nova Alt Reg"/>
          <w:i/>
        </w:rPr>
      </w:pPr>
      <w:r>
        <w:rPr>
          <w:rFonts w:ascii="Proxima Nova Alt Reg" w:hAnsi="Proxima Nova Alt Reg"/>
          <w:i/>
        </w:rPr>
        <w:t>Example differences: Hidden management costs</w:t>
      </w:r>
    </w:p>
    <w:p w14:paraId="4EF5D997" w14:textId="77777777" w:rsidR="008D239D" w:rsidRDefault="008D239D" w:rsidP="008D239D">
      <w:pPr>
        <w:pStyle w:val="ListParagraph"/>
        <w:numPr>
          <w:ilvl w:val="0"/>
          <w:numId w:val="12"/>
        </w:numPr>
        <w:rPr>
          <w:rFonts w:ascii="Proxima Nova Alt Reg" w:hAnsi="Proxima Nova Alt Reg"/>
        </w:rPr>
      </w:pPr>
      <w:r>
        <w:rPr>
          <w:rFonts w:ascii="Proxima Nova Alt Reg" w:hAnsi="Proxima Nova Alt Reg"/>
        </w:rPr>
        <w:t xml:space="preserve"> </w:t>
      </w:r>
    </w:p>
    <w:p w14:paraId="48A954CA" w14:textId="77777777" w:rsidR="008D239D" w:rsidRDefault="008D239D" w:rsidP="008D239D">
      <w:pPr>
        <w:pStyle w:val="ListParagraph"/>
        <w:numPr>
          <w:ilvl w:val="0"/>
          <w:numId w:val="12"/>
        </w:numPr>
        <w:rPr>
          <w:rFonts w:ascii="Proxima Nova Alt Reg" w:hAnsi="Proxima Nova Alt Reg"/>
        </w:rPr>
      </w:pPr>
    </w:p>
    <w:p w14:paraId="2326A88B" w14:textId="77777777" w:rsidR="008D239D" w:rsidRDefault="008D239D" w:rsidP="008D239D">
      <w:pPr>
        <w:rPr>
          <w:rFonts w:ascii="Proxima Nova Alt Bd" w:hAnsi="Proxima Nova Alt Bd"/>
        </w:rPr>
      </w:pPr>
    </w:p>
    <w:p w14:paraId="1D1CAA33" w14:textId="77777777" w:rsidR="008D239D" w:rsidRPr="00E72E04" w:rsidRDefault="008D239D" w:rsidP="008D239D">
      <w:pPr>
        <w:rPr>
          <w:rFonts w:ascii="Proxima Nova Alt Bd" w:hAnsi="Proxima Nova Alt Bd"/>
          <w:b/>
        </w:rPr>
      </w:pPr>
      <w:r w:rsidRPr="00E72E04">
        <w:rPr>
          <w:rFonts w:ascii="Proxima Nova Alt Bd" w:hAnsi="Proxima Nova Alt Bd"/>
          <w:b/>
        </w:rPr>
        <w:t>Tone</w:t>
      </w:r>
    </w:p>
    <w:p w14:paraId="6FBA27DD" w14:textId="77777777" w:rsidR="008D239D" w:rsidRPr="00E72E04" w:rsidRDefault="008D239D" w:rsidP="008D239D">
      <w:pPr>
        <w:rPr>
          <w:rFonts w:ascii="Proxima Nova Alt" w:hAnsi="Proxima Nova Alt"/>
        </w:rPr>
      </w:pPr>
      <w:r w:rsidRPr="00E72E04">
        <w:rPr>
          <w:rFonts w:ascii="Proxima Nova Alt" w:hAnsi="Proxima Nova Alt"/>
        </w:rPr>
        <w:t>Fill the spaces below with your competitor’s perceive tone of voice and manner of speaking.</w:t>
      </w:r>
    </w:p>
    <w:p w14:paraId="5398321C" w14:textId="77777777" w:rsidR="008D239D" w:rsidRPr="008B1623" w:rsidRDefault="008D239D" w:rsidP="008D239D">
      <w:pPr>
        <w:pStyle w:val="ListParagraph"/>
        <w:numPr>
          <w:ilvl w:val="0"/>
          <w:numId w:val="12"/>
        </w:numPr>
        <w:rPr>
          <w:rFonts w:ascii="Proxima Nova Alt Reg" w:hAnsi="Proxima Nova Alt Reg"/>
          <w:i/>
        </w:rPr>
      </w:pPr>
      <w:r>
        <w:rPr>
          <w:rFonts w:ascii="Proxima Nova Alt Reg" w:hAnsi="Proxima Nova Alt Reg"/>
          <w:i/>
        </w:rPr>
        <w:t xml:space="preserve">Example tone: Irreverent </w:t>
      </w:r>
    </w:p>
    <w:p w14:paraId="10C73A83" w14:textId="77777777" w:rsidR="008D239D" w:rsidRDefault="008D239D" w:rsidP="008D239D">
      <w:pPr>
        <w:pStyle w:val="ListParagraph"/>
        <w:numPr>
          <w:ilvl w:val="0"/>
          <w:numId w:val="12"/>
        </w:numPr>
        <w:rPr>
          <w:rFonts w:ascii="Proxima Nova Alt Reg" w:hAnsi="Proxima Nova Alt Reg"/>
        </w:rPr>
      </w:pPr>
      <w:r>
        <w:rPr>
          <w:rFonts w:ascii="Proxima Nova Alt Reg" w:hAnsi="Proxima Nova Alt Reg"/>
        </w:rPr>
        <w:t xml:space="preserve"> </w:t>
      </w:r>
    </w:p>
    <w:p w14:paraId="461C5B01" w14:textId="581EAB6B" w:rsidR="00856C51" w:rsidRDefault="00856C51">
      <w:pPr>
        <w:rPr>
          <w:rFonts w:ascii="Proxima Nova Alt Bd" w:hAnsi="Proxima Nova Alt Bd"/>
        </w:rPr>
      </w:pPr>
      <w:r>
        <w:rPr>
          <w:rFonts w:ascii="Proxima Nova Alt Bd" w:hAnsi="Proxima Nova Alt Bd"/>
        </w:rPr>
        <w:br w:type="page"/>
      </w:r>
    </w:p>
    <w:p w14:paraId="48DBFDAB" w14:textId="7B72F825" w:rsidR="00CF0EF2" w:rsidRPr="00C35CC3" w:rsidRDefault="00C35CC3" w:rsidP="00CF0EF2">
      <w:pPr>
        <w:shd w:val="clear" w:color="auto" w:fill="FFFFFF"/>
        <w:rPr>
          <w:rFonts w:ascii="Proxima Nova Alt Bd" w:eastAsia="Times New Roman" w:hAnsi="Proxima Nova Alt Bd" w:cs="Times New Roman"/>
          <w:b/>
          <w:color w:val="000090"/>
          <w:sz w:val="30"/>
          <w:szCs w:val="30"/>
          <w:lang w:val="en-AU"/>
        </w:rPr>
      </w:pPr>
      <w:r>
        <w:rPr>
          <w:rFonts w:ascii="Proxima Nova Alt Bd" w:eastAsia="Times New Roman" w:hAnsi="Proxima Nova Alt Bd" w:cs="Times New Roman"/>
          <w:b/>
          <w:color w:val="000090"/>
          <w:sz w:val="30"/>
          <w:szCs w:val="30"/>
          <w:lang w:val="en-AU"/>
        </w:rPr>
        <w:lastRenderedPageBreak/>
        <w:t xml:space="preserve">Your </w:t>
      </w:r>
      <w:r w:rsidR="00CF0EF2" w:rsidRPr="00C35CC3">
        <w:rPr>
          <w:rFonts w:ascii="Proxima Nova Alt Bd" w:eastAsia="Times New Roman" w:hAnsi="Proxima Nova Alt Bd" w:cs="Times New Roman"/>
          <w:b/>
          <w:color w:val="000090"/>
          <w:sz w:val="30"/>
          <w:szCs w:val="30"/>
          <w:lang w:val="en-AU"/>
        </w:rPr>
        <w:t xml:space="preserve">Brand </w:t>
      </w:r>
      <w:r w:rsidR="00CF0EF2" w:rsidRPr="00C35CC3">
        <w:rPr>
          <w:rFonts w:ascii="Proxima Nova Alt Reg" w:eastAsia="Times New Roman" w:hAnsi="Proxima Nova Alt Reg" w:cs="Times New Roman"/>
          <w:b/>
          <w:color w:val="000090"/>
          <w:sz w:val="30"/>
          <w:szCs w:val="30"/>
          <w:lang w:val="en-AU"/>
        </w:rPr>
        <w:t xml:space="preserve">Positioning Map </w:t>
      </w:r>
      <w:r w:rsidR="00CF0EF2" w:rsidRPr="00C35CC3">
        <w:rPr>
          <w:rFonts w:ascii="Proxima Nova Alt Reg" w:eastAsia="Times New Roman" w:hAnsi="Proxima Nova Alt Reg" w:cs="Times New Roman"/>
          <w:b/>
          <w:color w:val="342791"/>
          <w:sz w:val="30"/>
          <w:szCs w:val="30"/>
          <w:lang w:val="en-AU"/>
        </w:rPr>
        <w:br/>
      </w:r>
    </w:p>
    <w:p w14:paraId="3A9F6DD3" w14:textId="0E54FACE" w:rsidR="00CF0EF2" w:rsidRDefault="00CF0EF2" w:rsidP="00CF0EF2">
      <w:pPr>
        <w:shd w:val="clear" w:color="auto" w:fill="FFFFFF"/>
        <w:rPr>
          <w:rFonts w:ascii="Proxima Nova Alt" w:eastAsia="Times New Roman" w:hAnsi="Proxima Nova Alt" w:cs="Times New Roman"/>
          <w:lang w:val="en-AU"/>
        </w:rPr>
      </w:pPr>
      <w:r w:rsidRPr="00E72E04">
        <w:rPr>
          <w:rFonts w:ascii="Proxima Nova Alt" w:eastAsia="Times New Roman" w:hAnsi="Proxima Nova Alt" w:cs="Times New Roman"/>
          <w:lang w:val="en-AU"/>
        </w:rPr>
        <w:t xml:space="preserve">First, fill in the Brand Positioning Map below with the parameters for success in your marketplace. Then map where you see your company versus where your competitors lie on the Positioning Map. </w:t>
      </w:r>
    </w:p>
    <w:p w14:paraId="7736EAC7" w14:textId="77777777" w:rsidR="00856C51" w:rsidRDefault="00856C51" w:rsidP="00CF0EF2">
      <w:pPr>
        <w:shd w:val="clear" w:color="auto" w:fill="FFFFFF"/>
        <w:rPr>
          <w:rFonts w:ascii="Proxima Nova Alt" w:eastAsia="Times New Roman" w:hAnsi="Proxima Nova Alt" w:cs="Times New Roman"/>
          <w:lang w:val="en-AU"/>
        </w:rPr>
      </w:pPr>
    </w:p>
    <w:p w14:paraId="764930FA" w14:textId="3824F980" w:rsidR="00EE1D1D" w:rsidRDefault="00EE1D1D" w:rsidP="00CF0EF2">
      <w:pPr>
        <w:shd w:val="clear" w:color="auto" w:fill="FFFFFF"/>
        <w:rPr>
          <w:rFonts w:ascii="Proxima Nova Alt" w:eastAsia="Times New Roman" w:hAnsi="Proxima Nova Alt" w:cs="Times New Roman"/>
          <w:lang w:val="en-AU"/>
        </w:rPr>
      </w:pPr>
      <w:r>
        <w:rPr>
          <w:rFonts w:ascii="Proxima Nova Alt" w:eastAsia="Times New Roman" w:hAnsi="Proxima Nova Alt" w:cs="Times New Roman"/>
          <w:lang w:val="en-AU"/>
        </w:rPr>
        <w:t>Parameters for success across any axis usually requires either end to be opposites. For examples Axis X would be Evergreen vs. Disposable, while Axis Y would be Handcrafted vs. Mass Produced.</w:t>
      </w:r>
    </w:p>
    <w:p w14:paraId="334F7334" w14:textId="77777777" w:rsidR="00EE1D1D" w:rsidRDefault="00EE1D1D" w:rsidP="00CF0EF2">
      <w:pPr>
        <w:shd w:val="clear" w:color="auto" w:fill="FFFFFF"/>
        <w:rPr>
          <w:rFonts w:ascii="Proxima Nova Alt" w:eastAsia="Times New Roman" w:hAnsi="Proxima Nova Alt" w:cs="Times New Roman"/>
          <w:lang w:val="en-AU"/>
        </w:rPr>
      </w:pPr>
    </w:p>
    <w:p w14:paraId="0A036B6F" w14:textId="36582D71" w:rsidR="00EE1D1D" w:rsidRPr="00EE1D1D" w:rsidRDefault="00EE1D1D" w:rsidP="00CF0EF2">
      <w:pPr>
        <w:shd w:val="clear" w:color="auto" w:fill="FFFFFF"/>
        <w:rPr>
          <w:rFonts w:ascii="Proxima Nova Alt" w:eastAsia="Times New Roman" w:hAnsi="Proxima Nova Alt" w:cs="Times New Roman"/>
          <w:lang w:val="en-AU"/>
        </w:rPr>
      </w:pPr>
      <w:r>
        <w:rPr>
          <w:rFonts w:ascii="Proxima Nova Alt" w:eastAsia="Times New Roman" w:hAnsi="Proxima Nova Alt" w:cs="Times New Roman"/>
          <w:lang w:val="en-AU"/>
        </w:rPr>
        <w:t>The individual parameters are dependent on the parameters for success in your industry.</w:t>
      </w:r>
    </w:p>
    <w:p w14:paraId="7795C7CE" w14:textId="643D926A" w:rsidR="00CF0EF2" w:rsidRDefault="00234D73" w:rsidP="00CF0EF2">
      <w:pPr>
        <w:widowControl w:val="0"/>
        <w:autoSpaceDE w:val="0"/>
        <w:autoSpaceDN w:val="0"/>
        <w:adjustRightInd w:val="0"/>
        <w:rPr>
          <w:rFonts w:ascii="Proxima Nova Alt Reg" w:eastAsia="Times New Roman" w:hAnsi="Proxima Nova Alt Reg" w:cs="Times New Roman"/>
          <w:i/>
          <w:lang w:val="en-AU"/>
        </w:rPr>
      </w:pPr>
      <w:r>
        <w:rPr>
          <w:rFonts w:ascii="Proxima Nova Alt Reg" w:eastAsia="Times New Roman" w:hAnsi="Proxima Nova Alt Reg" w:cs="Times New Roman"/>
          <w:i/>
          <w:noProof/>
        </w:rPr>
        <mc:AlternateContent>
          <mc:Choice Requires="wpg">
            <w:drawing>
              <wp:anchor distT="0" distB="0" distL="114300" distR="114300" simplePos="0" relativeHeight="251666432" behindDoc="0" locked="0" layoutInCell="1" allowOverlap="1" wp14:anchorId="2926D688" wp14:editId="58DFEC5C">
                <wp:simplePos x="0" y="0"/>
                <wp:positionH relativeFrom="column">
                  <wp:posOffset>-1092200</wp:posOffset>
                </wp:positionH>
                <wp:positionV relativeFrom="paragraph">
                  <wp:posOffset>721360</wp:posOffset>
                </wp:positionV>
                <wp:extent cx="7504430" cy="4798695"/>
                <wp:effectExtent l="0" t="0" r="0" b="1905"/>
                <wp:wrapSquare wrapText="bothSides"/>
                <wp:docPr id="51" name="Group 51"/>
                <wp:cNvGraphicFramePr/>
                <a:graphic xmlns:a="http://schemas.openxmlformats.org/drawingml/2006/main">
                  <a:graphicData uri="http://schemas.microsoft.com/office/word/2010/wordprocessingGroup">
                    <wpg:wgp>
                      <wpg:cNvGrpSpPr/>
                      <wpg:grpSpPr>
                        <a:xfrm>
                          <a:off x="0" y="0"/>
                          <a:ext cx="7504430" cy="4798695"/>
                          <a:chOff x="-112953" y="0"/>
                          <a:chExt cx="7505087" cy="4799130"/>
                        </a:xfrm>
                      </wpg:grpSpPr>
                      <wps:wsp>
                        <wps:cNvPr id="10" name="Text Box 10"/>
                        <wps:cNvSpPr txBox="1"/>
                        <wps:spPr>
                          <a:xfrm>
                            <a:off x="2614132" y="0"/>
                            <a:ext cx="1782445" cy="5384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46BF73A" w14:textId="6050FAAC" w:rsidR="008B2B19" w:rsidRPr="00EE133D" w:rsidRDefault="00856C51" w:rsidP="00CF0EF2">
                              <w:pPr>
                                <w:jc w:val="center"/>
                                <w:rPr>
                                  <w:rFonts w:ascii="Proxima Nova Alt Reg" w:hAnsi="Proxima Nova Alt Reg"/>
                                  <w:color w:val="FFFFFF" w:themeColor="background1"/>
                                </w:rPr>
                              </w:pPr>
                              <w:r>
                                <w:rPr>
                                  <w:rFonts w:ascii="Proxima Nova Alt Reg" w:hAnsi="Proxima Nova Alt Reg"/>
                                  <w:b/>
                                  <w:bCs/>
                                  <w:color w:val="FFFFFF" w:themeColor="background1"/>
                                </w:rPr>
                                <w:t>Axis X</w:t>
                              </w:r>
                              <w:r w:rsidR="008B2B19">
                                <w:rPr>
                                  <w:rFonts w:ascii="Proxima Nova Alt Reg" w:hAnsi="Proxima Nova Alt Reg"/>
                                  <w:b/>
                                  <w:bCs/>
                                  <w:color w:val="FFFFFF" w:themeColor="background1"/>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112953" y="1978888"/>
                            <a:ext cx="1782445" cy="5384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D3F9A90" w14:textId="27460F6E" w:rsidR="008B2B19" w:rsidRPr="00856C51" w:rsidRDefault="00856C51" w:rsidP="00CF0EF2">
                              <w:pPr>
                                <w:jc w:val="center"/>
                                <w:rPr>
                                  <w:rFonts w:ascii="Proxima Nova Alt Reg" w:hAnsi="Proxima Nova Alt Reg"/>
                                  <w:color w:val="FFFFFF" w:themeColor="background1"/>
                                  <w:lang w:val="en-AU"/>
                                </w:rPr>
                              </w:pPr>
                              <w:r>
                                <w:rPr>
                                  <w:rFonts w:ascii="Proxima Nova Alt Reg" w:hAnsi="Proxima Nova Alt Reg"/>
                                  <w:b/>
                                  <w:bCs/>
                                  <w:color w:val="FFFFFF" w:themeColor="background1"/>
                                  <w:lang w:val="en-AU"/>
                                </w:rPr>
                                <w:t>Axis 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5609689" y="1980804"/>
                            <a:ext cx="1782445" cy="6508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EBEE6D" w14:textId="0E809DEB" w:rsidR="008B2B19" w:rsidRPr="00EE133D" w:rsidRDefault="008B2B19" w:rsidP="00CF0EF2">
                              <w:pPr>
                                <w:jc w:val="center"/>
                                <w:rPr>
                                  <w:rFonts w:ascii="Proxima Nova Alt Reg" w:hAnsi="Proxima Nova Alt Reg"/>
                                  <w:color w:val="FFFFFF" w:themeColor="background1"/>
                                </w:rPr>
                              </w:pPr>
                              <w:r>
                                <w:rPr>
                                  <w:rFonts w:ascii="Proxima Nova Alt Reg" w:hAnsi="Proxima Nova Alt Reg"/>
                                  <w:b/>
                                  <w:bCs/>
                                  <w:color w:val="FFFFFF" w:themeColor="background1"/>
                                </w:rPr>
                                <w:t xml:space="preserve">Axis </w:t>
                              </w:r>
                              <w:r w:rsidR="00856C51">
                                <w:rPr>
                                  <w:rFonts w:ascii="Proxima Nova Alt Reg" w:hAnsi="Proxima Nova Alt Reg"/>
                                  <w:b/>
                                  <w:bCs/>
                                  <w:color w:val="FFFFFF" w:themeColor="background1"/>
                                </w:rPr>
                                <w: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2630286" y="4148255"/>
                            <a:ext cx="1782445" cy="65087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527BF18" w14:textId="2B6A60B5" w:rsidR="008B2B19" w:rsidRPr="00EE133D" w:rsidRDefault="008B2B19" w:rsidP="00CF0EF2">
                              <w:pPr>
                                <w:jc w:val="center"/>
                                <w:rPr>
                                  <w:rFonts w:ascii="Proxima Nova Alt Reg" w:hAnsi="Proxima Nova Alt Reg"/>
                                  <w:color w:val="FFFFFF" w:themeColor="background1"/>
                                </w:rPr>
                              </w:pPr>
                              <w:r>
                                <w:rPr>
                                  <w:rFonts w:ascii="Proxima Nova Alt Reg" w:hAnsi="Proxima Nova Alt Reg"/>
                                  <w:b/>
                                  <w:bCs/>
                                  <w:color w:val="FFFFFF" w:themeColor="background1"/>
                                </w:rPr>
                                <w:t>A</w:t>
                              </w:r>
                              <w:r w:rsidR="00856C51">
                                <w:rPr>
                                  <w:rFonts w:ascii="Proxima Nova Alt Reg" w:hAnsi="Proxima Nova Alt Reg"/>
                                  <w:b/>
                                  <w:bCs/>
                                  <w:color w:val="FFFFFF" w:themeColor="background1"/>
                                </w:rPr>
                                <w:t>xis X</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26D688" id="Group_x0020_51" o:spid="_x0000_s1030" style="position:absolute;margin-left:-86pt;margin-top:56.8pt;width:590.9pt;height:377.85pt;z-index:251666432;mso-width-relative:margin;mso-height-relative:margin" coordorigin="-112953" coordsize="7505087,47991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">
                <v:shape id="Text_x0020_Box_x0020_10" o:spid="_x0000_s1031" type="#_x0000_t202" style="position:absolute;left:2614132;width:1782445;height:538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gNX5xAAA&#10;ANsAAAAPAAAAZHJzL2Rvd25yZXYueG1sRI9Pa8JAEMXvQr/DMgVvuttiRaOrlJaCpxbjH/A2ZMck&#10;NDsbslsTv33nUOhthvfmvd+st4Nv1I26WAe28DQ1oIiL4GouLRwPH5MFqJiQHTaBycKdImw3D6M1&#10;Zi70vKdbnkolIRwztFCl1GZax6Iij3EaWmLRrqHzmGTtSu067CXcN/rZmLn2WLM0VNjSW0XFd/7j&#10;LZw+r5fzzHyV7/6l7cNgNPultnb8OLyuQCUa0r/573rnBF/o5RcZQG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XIDV+cQAAADbAAAADwAAAAAAAAAAAAAAAACXAgAAZHJzL2Rv&#10;d25yZXYueG1sUEsFBgAAAAAEAAQA9QAAAIgDAAAAAA==&#10;" filled="f" stroked="f">
                  <v:textbox>
                    <w:txbxContent>
                      <w:p w14:paraId="446BF73A" w14:textId="6050FAAC" w:rsidR="008B2B19" w:rsidRPr="00EE133D" w:rsidRDefault="00856C51" w:rsidP="00CF0EF2">
                        <w:pPr>
                          <w:jc w:val="center"/>
                          <w:rPr>
                            <w:rFonts w:ascii="Proxima Nova Alt Reg" w:hAnsi="Proxima Nova Alt Reg"/>
                            <w:color w:val="FFFFFF" w:themeColor="background1"/>
                          </w:rPr>
                        </w:pPr>
                        <w:r>
                          <w:rPr>
                            <w:rFonts w:ascii="Proxima Nova Alt Reg" w:hAnsi="Proxima Nova Alt Reg"/>
                            <w:b/>
                            <w:bCs/>
                            <w:color w:val="FFFFFF" w:themeColor="background1"/>
                          </w:rPr>
                          <w:t>Axis X</w:t>
                        </w:r>
                        <w:r w:rsidR="008B2B19">
                          <w:rPr>
                            <w:rFonts w:ascii="Proxima Nova Alt Reg" w:hAnsi="Proxima Nova Alt Reg"/>
                            <w:b/>
                            <w:bCs/>
                            <w:color w:val="FFFFFF" w:themeColor="background1"/>
                          </w:rPr>
                          <w:t xml:space="preserve"> </w:t>
                        </w:r>
                      </w:p>
                    </w:txbxContent>
                  </v:textbox>
                </v:shape>
                <v:shape id="Text_x0020_Box_x0020_11" o:spid="_x0000_s1032" type="#_x0000_t202" style="position:absolute;left:-112953;top:1978888;width:1782445;height:538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zHBiwAAA&#10;ANsAAAAPAAAAZHJzL2Rvd25yZXYueG1sRE9Li8IwEL4L/ocwgjdNFBW3GkUUwZOLj13Y29CMbbGZ&#10;lCba+u83Cwve5uN7znLd2lI8qfaFYw2joQJBnDpTcKbhetkP5iB8QDZYOiYNL/KwXnU7S0yMa/hE&#10;z3PIRAxhn6CGPIQqkdKnOVn0Q1cRR+7maoshwjqTpsYmhttSjpWaSYsFx4YcK9rmlN7PD6vh63j7&#10;+Z6oz2xnp1XjWiXZfkit+712swARqA1v8b/7YOL8Efz9Eg+Qq1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zzHBiwAAAANsAAAAPAAAAAAAAAAAAAAAAAJcCAABkcnMvZG93bnJl&#10;di54bWxQSwUGAAAAAAQABAD1AAAAhAMAAAAA&#10;" filled="f" stroked="f">
                  <v:textbox>
                    <w:txbxContent>
                      <w:p w14:paraId="5D3F9A90" w14:textId="27460F6E" w:rsidR="008B2B19" w:rsidRPr="00856C51" w:rsidRDefault="00856C51" w:rsidP="00CF0EF2">
                        <w:pPr>
                          <w:jc w:val="center"/>
                          <w:rPr>
                            <w:rFonts w:ascii="Proxima Nova Alt Reg" w:hAnsi="Proxima Nova Alt Reg"/>
                            <w:color w:val="FFFFFF" w:themeColor="background1"/>
                            <w:lang w:val="en-AU"/>
                          </w:rPr>
                        </w:pPr>
                        <w:r>
                          <w:rPr>
                            <w:rFonts w:ascii="Proxima Nova Alt Reg" w:hAnsi="Proxima Nova Alt Reg"/>
                            <w:b/>
                            <w:bCs/>
                            <w:color w:val="FFFFFF" w:themeColor="background1"/>
                            <w:lang w:val="en-AU"/>
                          </w:rPr>
                          <w:t>Axis Y</w:t>
                        </w:r>
                      </w:p>
                    </w:txbxContent>
                  </v:textbox>
                </v:shape>
                <v:shape id="Text_x0020_Box_x0020_12" o:spid="_x0000_s1033" type="#_x0000_t202" style="position:absolute;left:5609689;top:1980804;width:1782445;height:6508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Hu4VwAAA&#10;ANsAAAAPAAAAZHJzL2Rvd25yZXYueG1sRE9Li8IwEL4L/ocwgjdNFBW3GkV2ETwpPnZhb0MztsVm&#10;Uppo6783Cwve5uN7znLd2lI8qPaFYw2joQJBnDpTcKbhct4O5iB8QDZYOiYNT/KwXnU7S0yMa/hI&#10;j1PIRAxhn6CGPIQqkdKnOVn0Q1cRR+7qaoshwjqTpsYmhttSjpWaSYsFx4YcK/rMKb2d7lbD9/76&#10;+zNRh+zLTqvGtUqy/ZBa93vtZgEiUBve4n/3zsT5Y/j7JR4gV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DHu4VwAAAANsAAAAPAAAAAAAAAAAAAAAAAJcCAABkcnMvZG93bnJl&#10;di54bWxQSwUGAAAAAAQABAD1AAAAhAMAAAAA&#10;" filled="f" stroked="f">
                  <v:textbox>
                    <w:txbxContent>
                      <w:p w14:paraId="26EBEE6D" w14:textId="0E809DEB" w:rsidR="008B2B19" w:rsidRPr="00EE133D" w:rsidRDefault="008B2B19" w:rsidP="00CF0EF2">
                        <w:pPr>
                          <w:jc w:val="center"/>
                          <w:rPr>
                            <w:rFonts w:ascii="Proxima Nova Alt Reg" w:hAnsi="Proxima Nova Alt Reg"/>
                            <w:color w:val="FFFFFF" w:themeColor="background1"/>
                          </w:rPr>
                        </w:pPr>
                        <w:r>
                          <w:rPr>
                            <w:rFonts w:ascii="Proxima Nova Alt Reg" w:hAnsi="Proxima Nova Alt Reg"/>
                            <w:b/>
                            <w:bCs/>
                            <w:color w:val="FFFFFF" w:themeColor="background1"/>
                          </w:rPr>
                          <w:t xml:space="preserve">Axis </w:t>
                        </w:r>
                        <w:r w:rsidR="00856C51">
                          <w:rPr>
                            <w:rFonts w:ascii="Proxima Nova Alt Reg" w:hAnsi="Proxima Nova Alt Reg"/>
                            <w:b/>
                            <w:bCs/>
                            <w:color w:val="FFFFFF" w:themeColor="background1"/>
                          </w:rPr>
                          <w:t>Y</w:t>
                        </w:r>
                      </w:p>
                    </w:txbxContent>
                  </v:textbox>
                </v:shape>
                <v:shape id="Text_x0020_Box_x0020_13" o:spid="_x0000_s1034" type="#_x0000_t202" style="position:absolute;left:2630286;top:4148255;width:1782445;height:65087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UkuOwQAA&#10;ANsAAAAPAAAAZHJzL2Rvd25yZXYueG1sRE9Na8JAEL0X/A/LCN50V22lxmxEWgo9tZi2grchOybB&#10;7GzIbk38925B6G0e73PS7WAbcaHO1441zGcKBHHhTM2lhu+vt+kzCB+QDTaOScOVPGyz0UOKiXE9&#10;7+mSh1LEEPYJaqhCaBMpfVGRRT9zLXHkTq6zGCLsSmk67GO4beRCqZW0WHNsqLCll4qKc/5rNfx8&#10;nI6HR/VZvtqntneDkmzXUuvJeNhtQAQawr/47n43cf4S/n6JB8js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rFJLjsEAAADbAAAADwAAAAAAAAAAAAAAAACXAgAAZHJzL2Rvd25y&#10;ZXYueG1sUEsFBgAAAAAEAAQA9QAAAIUDAAAAAA==&#10;" filled="f" stroked="f">
                  <v:textbox>
                    <w:txbxContent>
                      <w:p w14:paraId="1527BF18" w14:textId="2B6A60B5" w:rsidR="008B2B19" w:rsidRPr="00EE133D" w:rsidRDefault="008B2B19" w:rsidP="00CF0EF2">
                        <w:pPr>
                          <w:jc w:val="center"/>
                          <w:rPr>
                            <w:rFonts w:ascii="Proxima Nova Alt Reg" w:hAnsi="Proxima Nova Alt Reg"/>
                            <w:color w:val="FFFFFF" w:themeColor="background1"/>
                          </w:rPr>
                        </w:pPr>
                        <w:r>
                          <w:rPr>
                            <w:rFonts w:ascii="Proxima Nova Alt Reg" w:hAnsi="Proxima Nova Alt Reg"/>
                            <w:b/>
                            <w:bCs/>
                            <w:color w:val="FFFFFF" w:themeColor="background1"/>
                          </w:rPr>
                          <w:t>A</w:t>
                        </w:r>
                        <w:r w:rsidR="00856C51">
                          <w:rPr>
                            <w:rFonts w:ascii="Proxima Nova Alt Reg" w:hAnsi="Proxima Nova Alt Reg"/>
                            <w:b/>
                            <w:bCs/>
                            <w:color w:val="FFFFFF" w:themeColor="background1"/>
                          </w:rPr>
                          <w:t>xis X</w:t>
                        </w:r>
                      </w:p>
                    </w:txbxContent>
                  </v:textbox>
                </v:shape>
                <w10:wrap type="square"/>
              </v:group>
            </w:pict>
          </mc:Fallback>
        </mc:AlternateContent>
      </w:r>
      <w:r>
        <w:rPr>
          <w:rFonts w:ascii="Proxima Nova Alt Reg" w:eastAsia="Times New Roman" w:hAnsi="Proxima Nova Alt Reg" w:cs="Times New Roman"/>
          <w:i/>
          <w:noProof/>
        </w:rPr>
        <w:drawing>
          <wp:anchor distT="0" distB="0" distL="114300" distR="114300" simplePos="0" relativeHeight="251661312" behindDoc="0" locked="0" layoutInCell="1" allowOverlap="1" wp14:anchorId="73094948" wp14:editId="217B71B2">
            <wp:simplePos x="0" y="0"/>
            <wp:positionH relativeFrom="column">
              <wp:posOffset>-977265</wp:posOffset>
            </wp:positionH>
            <wp:positionV relativeFrom="paragraph">
              <wp:posOffset>231775</wp:posOffset>
            </wp:positionV>
            <wp:extent cx="8056245" cy="524700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rotWithShape="1">
                    <a:blip r:embed="rId9">
                      <a:extLst>
                        <a:ext uri="{28A0092B-C50C-407E-A947-70E740481C1C}">
                          <a14:useLocalDpi xmlns:a14="http://schemas.microsoft.com/office/drawing/2010/main" val="0"/>
                        </a:ext>
                      </a:extLst>
                    </a:blip>
                    <a:srcRect l="5966"/>
                    <a:stretch/>
                  </pic:blipFill>
                  <pic:spPr bwMode="auto">
                    <a:xfrm>
                      <a:off x="0" y="0"/>
                      <a:ext cx="8056245" cy="52470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anchor>
        </w:drawing>
      </w:r>
    </w:p>
    <w:p w14:paraId="481F100A" w14:textId="2B92C931" w:rsidR="00CF0EF2" w:rsidRPr="004B2E6C" w:rsidRDefault="004B2E6C" w:rsidP="00CF0EF2">
      <w:pPr>
        <w:widowControl w:val="0"/>
        <w:autoSpaceDE w:val="0"/>
        <w:autoSpaceDN w:val="0"/>
        <w:adjustRightInd w:val="0"/>
        <w:rPr>
          <w:rFonts w:ascii="Proxima Nova Alt Bd" w:eastAsia="Times New Roman" w:hAnsi="Proxima Nova Alt Bd" w:cs="Times New Roman"/>
          <w:b/>
          <w:lang w:val="en-AU"/>
        </w:rPr>
      </w:pPr>
      <w:r>
        <w:rPr>
          <w:rFonts w:ascii="Proxima Nova Alt Bd" w:eastAsia="Times New Roman" w:hAnsi="Proxima Nova Alt Bd" w:cs="Times New Roman"/>
          <w:b/>
          <w:lang w:val="en-AU"/>
        </w:rPr>
        <w:lastRenderedPageBreak/>
        <w:t>Need more help on Positioning Maps? Here</w:t>
      </w:r>
      <w:r w:rsidR="00234D73">
        <w:rPr>
          <w:rFonts w:ascii="Proxima Nova Alt Bd" w:eastAsia="Times New Roman" w:hAnsi="Proxima Nova Alt Bd" w:cs="Times New Roman"/>
          <w:b/>
          <w:lang w:val="en-AU"/>
        </w:rPr>
        <w:t>’s an example</w:t>
      </w:r>
      <w:r>
        <w:rPr>
          <w:rFonts w:ascii="Proxima Nova Alt Bd" w:eastAsia="Times New Roman" w:hAnsi="Proxima Nova Alt Bd" w:cs="Times New Roman"/>
          <w:b/>
          <w:lang w:val="en-AU"/>
        </w:rPr>
        <w:t>:</w:t>
      </w:r>
    </w:p>
    <w:p w14:paraId="089381C4" w14:textId="37D13F17" w:rsidR="00BC066A" w:rsidRDefault="00234D73" w:rsidP="00CF0EF2">
      <w:pPr>
        <w:widowControl w:val="0"/>
        <w:autoSpaceDE w:val="0"/>
        <w:autoSpaceDN w:val="0"/>
        <w:adjustRightInd w:val="0"/>
        <w:rPr>
          <w:rFonts w:ascii="Proxima Nova Alt Bd" w:eastAsia="Times New Roman" w:hAnsi="Proxima Nova Alt Bd" w:cs="Times New Roman"/>
          <w:lang w:val="en-AU"/>
        </w:rPr>
      </w:pPr>
      <w:r>
        <w:rPr>
          <w:rFonts w:ascii="Proxima Nova Alt Reg" w:eastAsia="Times New Roman" w:hAnsi="Proxima Nova Alt Reg" w:cs="Times New Roman"/>
          <w:i/>
          <w:noProof/>
        </w:rPr>
        <mc:AlternateContent>
          <mc:Choice Requires="wpg">
            <w:drawing>
              <wp:anchor distT="0" distB="0" distL="114300" distR="114300" simplePos="0" relativeHeight="251698176" behindDoc="0" locked="0" layoutInCell="1" allowOverlap="1" wp14:anchorId="716E3782" wp14:editId="78BFD066">
                <wp:simplePos x="0" y="0"/>
                <wp:positionH relativeFrom="column">
                  <wp:posOffset>963295</wp:posOffset>
                </wp:positionH>
                <wp:positionV relativeFrom="paragraph">
                  <wp:posOffset>2856865</wp:posOffset>
                </wp:positionV>
                <wp:extent cx="687070" cy="684530"/>
                <wp:effectExtent l="0" t="0" r="0" b="1270"/>
                <wp:wrapThrough wrapText="bothSides">
                  <wp:wrapPolygon edited="0">
                    <wp:start x="4791" y="0"/>
                    <wp:lineTo x="0" y="4809"/>
                    <wp:lineTo x="0" y="16030"/>
                    <wp:lineTo x="4791" y="20839"/>
                    <wp:lineTo x="15970" y="20839"/>
                    <wp:lineTo x="20762" y="16030"/>
                    <wp:lineTo x="20762" y="4809"/>
                    <wp:lineTo x="15970" y="0"/>
                    <wp:lineTo x="4791" y="0"/>
                  </wp:wrapPolygon>
                </wp:wrapThrough>
                <wp:docPr id="66" name="Group 66"/>
                <wp:cNvGraphicFramePr/>
                <a:graphic xmlns:a="http://schemas.openxmlformats.org/drawingml/2006/main">
                  <a:graphicData uri="http://schemas.microsoft.com/office/word/2010/wordprocessingGroup">
                    <wpg:wgp>
                      <wpg:cNvGrpSpPr/>
                      <wpg:grpSpPr>
                        <a:xfrm>
                          <a:off x="0" y="0"/>
                          <a:ext cx="687070" cy="684530"/>
                          <a:chOff x="0" y="0"/>
                          <a:chExt cx="687070" cy="684530"/>
                        </a:xfrm>
                      </wpg:grpSpPr>
                      <wps:wsp>
                        <wps:cNvPr id="67" name="Oval 67"/>
                        <wps:cNvSpPr/>
                        <wps:spPr>
                          <a:xfrm>
                            <a:off x="0" y="0"/>
                            <a:ext cx="687070" cy="684530"/>
                          </a:xfrm>
                          <a:prstGeom prst="ellipse">
                            <a:avLst/>
                          </a:prstGeom>
                          <a:solidFill>
                            <a:schemeClr val="accent2">
                              <a:lumMod val="60000"/>
                              <a:lumOff val="40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8" name="Text Box 68"/>
                        <wps:cNvSpPr txBox="1"/>
                        <wps:spPr>
                          <a:xfrm>
                            <a:off x="0" y="226031"/>
                            <a:ext cx="683895" cy="2292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6C1ECD9" w14:textId="6A47EDEE" w:rsidR="00234D73" w:rsidRPr="00234D73" w:rsidRDefault="00234D73" w:rsidP="00234D73">
                              <w:pPr>
                                <w:jc w:val="center"/>
                                <w:rPr>
                                  <w:rFonts w:ascii="Proxima Nova Alt" w:hAnsi="Proxima Nova Alt"/>
                                  <w:b/>
                                  <w:bCs/>
                                  <w:color w:val="FFFFFF" w:themeColor="background1"/>
                                  <w:sz w:val="16"/>
                                  <w:szCs w:val="16"/>
                                  <w:lang w:val="en-AU"/>
                                </w:rPr>
                              </w:pPr>
                              <w:r>
                                <w:rPr>
                                  <w:rFonts w:ascii="Proxima Nova Alt" w:hAnsi="Proxima Nova Alt"/>
                                  <w:b/>
                                  <w:bCs/>
                                  <w:color w:val="FFFFFF" w:themeColor="background1"/>
                                  <w:sz w:val="16"/>
                                  <w:szCs w:val="16"/>
                                  <w:lang w:val="en-AU"/>
                                </w:rPr>
                                <w:t>Ripcurl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16E3782" id="Group_x0020_66" o:spid="_x0000_s1035" style="position:absolute;margin-left:75.85pt;margin-top:224.95pt;width:54.1pt;height:53.9pt;z-index:251698176" coordsize="687070,6845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">
                <v:oval id="Oval_x0020_67" o:spid="_x0000_s1036" style="position:absolute;width:687070;height:68453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bU00xgAA&#10;ANsAAAAPAAAAZHJzL2Rvd25yZXYueG1sRI9Pa8JAFMTvBb/D8oTe6sYKKtFVpLSlUlDjn4O3R/aZ&#10;RLNvw+7WpN++Wyj0OMzMb5j5sjO1uJPzlWUFw0ECgji3uuJCwfHw9jQF4QOyxtoyKfgmD8tF72GO&#10;qbYtZ3Tfh0JECPsUFZQhNKmUPi/JoB/Yhjh6F+sMhihdIbXDNsJNLZ+TZCwNVhwXSmzopaT8tv8y&#10;CtbX8+jTnd4zdxrtXnfrtnXbTaHUY79bzUAE6sJ/+K/9oRWMJ/D7Jf4Aufg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DcbU00xgAAANsAAAAPAAAAAAAAAAAAAAAAAJcCAABkcnMv&#10;ZG93bnJldi54bWxQSwUGAAAAAAQABAD1AAAAigMAAAAA&#10;" fillcolor="#d99594 [1941]" stroked="f"/>
                <v:shape id="Text_x0020_Box_x0020_68" o:spid="_x0000_s1037" type="#_x0000_t202" style="position:absolute;top:226031;width:683895;height:2292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8KqCvgAA&#10;ANsAAAAPAAAAZHJzL2Rvd25yZXYueG1sRE/LisIwFN0L/kO4wuw0UVS0GkUUYVYj4wvcXZprW2xu&#10;ShNt5+/NQpjl4byX69aW4kW1LxxrGA4UCOLUmYIzDefTvj8D4QOywdIxafgjD+tVt7PExLiGf+l1&#10;DJmIIewT1JCHUCVS+jQni37gKuLI3V1tMURYZ9LU2MRwW8qRUlNpseDYkGNF25zSx/FpNVx+7rfr&#10;WB2ynZ1UjWuVZDuXWn/12s0CRKA2/Is/7m+jYRrHxi/xB8jV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vCqgr4AAADbAAAADwAAAAAAAAAAAAAAAACXAgAAZHJzL2Rvd25yZXYu&#10;eG1sUEsFBgAAAAAEAAQA9QAAAIIDAAAAAA==&#10;" filled="f" stroked="f">
                  <v:textbox>
                    <w:txbxContent>
                      <w:p w14:paraId="76C1ECD9" w14:textId="6A47EDEE" w:rsidR="00234D73" w:rsidRPr="00234D73" w:rsidRDefault="00234D73" w:rsidP="00234D73">
                        <w:pPr>
                          <w:jc w:val="center"/>
                          <w:rPr>
                            <w:rFonts w:ascii="Proxima Nova Alt" w:hAnsi="Proxima Nova Alt"/>
                            <w:b/>
                            <w:bCs/>
                            <w:color w:val="FFFFFF" w:themeColor="background1"/>
                            <w:sz w:val="16"/>
                            <w:szCs w:val="16"/>
                            <w:lang w:val="en-AU"/>
                          </w:rPr>
                        </w:pPr>
                        <w:r>
                          <w:rPr>
                            <w:rFonts w:ascii="Proxima Nova Alt" w:hAnsi="Proxima Nova Alt"/>
                            <w:b/>
                            <w:bCs/>
                            <w:color w:val="FFFFFF" w:themeColor="background1"/>
                            <w:sz w:val="16"/>
                            <w:szCs w:val="16"/>
                            <w:lang w:val="en-AU"/>
                          </w:rPr>
                          <w:t>Ripcurl</w:t>
                        </w:r>
                      </w:p>
                    </w:txbxContent>
                  </v:textbox>
                </v:shape>
                <w10:wrap type="through"/>
              </v:group>
            </w:pict>
          </mc:Fallback>
        </mc:AlternateContent>
      </w:r>
      <w:r>
        <w:rPr>
          <w:rFonts w:ascii="Proxima Nova Alt Reg" w:eastAsia="Times New Roman" w:hAnsi="Proxima Nova Alt Reg" w:cs="Times New Roman"/>
          <w:i/>
          <w:noProof/>
        </w:rPr>
        <mc:AlternateContent>
          <mc:Choice Requires="wpg">
            <w:drawing>
              <wp:anchor distT="0" distB="0" distL="114300" distR="114300" simplePos="0" relativeHeight="251696128" behindDoc="0" locked="0" layoutInCell="1" allowOverlap="1" wp14:anchorId="34BEFECE" wp14:editId="26DFE787">
                <wp:simplePos x="0" y="0"/>
                <wp:positionH relativeFrom="column">
                  <wp:posOffset>848995</wp:posOffset>
                </wp:positionH>
                <wp:positionV relativeFrom="paragraph">
                  <wp:posOffset>3542030</wp:posOffset>
                </wp:positionV>
                <wp:extent cx="687070" cy="684530"/>
                <wp:effectExtent l="0" t="0" r="0" b="1270"/>
                <wp:wrapThrough wrapText="bothSides">
                  <wp:wrapPolygon edited="0">
                    <wp:start x="4791" y="0"/>
                    <wp:lineTo x="0" y="4809"/>
                    <wp:lineTo x="0" y="16030"/>
                    <wp:lineTo x="4791" y="20839"/>
                    <wp:lineTo x="15970" y="20839"/>
                    <wp:lineTo x="20762" y="16030"/>
                    <wp:lineTo x="20762" y="4809"/>
                    <wp:lineTo x="15970" y="0"/>
                    <wp:lineTo x="4791" y="0"/>
                  </wp:wrapPolygon>
                </wp:wrapThrough>
                <wp:docPr id="63" name="Group 63"/>
                <wp:cNvGraphicFramePr/>
                <a:graphic xmlns:a="http://schemas.openxmlformats.org/drawingml/2006/main">
                  <a:graphicData uri="http://schemas.microsoft.com/office/word/2010/wordprocessingGroup">
                    <wpg:wgp>
                      <wpg:cNvGrpSpPr/>
                      <wpg:grpSpPr>
                        <a:xfrm>
                          <a:off x="0" y="0"/>
                          <a:ext cx="687070" cy="684530"/>
                          <a:chOff x="0" y="0"/>
                          <a:chExt cx="687070" cy="684530"/>
                        </a:xfrm>
                      </wpg:grpSpPr>
                      <wps:wsp>
                        <wps:cNvPr id="64" name="Oval 64"/>
                        <wps:cNvSpPr/>
                        <wps:spPr>
                          <a:xfrm>
                            <a:off x="0" y="0"/>
                            <a:ext cx="687070" cy="684530"/>
                          </a:xfrm>
                          <a:prstGeom prst="ellipse">
                            <a:avLst/>
                          </a:prstGeom>
                          <a:solidFill>
                            <a:schemeClr val="accent2">
                              <a:lumMod val="60000"/>
                              <a:lumOff val="40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Text Box 65"/>
                        <wps:cNvSpPr txBox="1"/>
                        <wps:spPr>
                          <a:xfrm>
                            <a:off x="0" y="226031"/>
                            <a:ext cx="683895" cy="2292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F571B34" w14:textId="6EFE8C34" w:rsidR="00234D73" w:rsidRPr="00234D73" w:rsidRDefault="00234D73" w:rsidP="00234D73">
                              <w:pPr>
                                <w:jc w:val="center"/>
                                <w:rPr>
                                  <w:rFonts w:ascii="Proxima Nova Alt" w:hAnsi="Proxima Nova Alt"/>
                                  <w:b/>
                                  <w:bCs/>
                                  <w:color w:val="FFFFFF" w:themeColor="background1"/>
                                  <w:sz w:val="16"/>
                                  <w:szCs w:val="16"/>
                                  <w:lang w:val="en-AU"/>
                                </w:rPr>
                              </w:pPr>
                              <w:r>
                                <w:rPr>
                                  <w:rFonts w:ascii="Proxima Nova Alt" w:hAnsi="Proxima Nova Alt"/>
                                  <w:b/>
                                  <w:bCs/>
                                  <w:color w:val="FFFFFF" w:themeColor="background1"/>
                                  <w:sz w:val="16"/>
                                  <w:szCs w:val="16"/>
                                  <w:lang w:val="en-AU"/>
                                </w:rPr>
                                <w:t>O’neil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4BEFECE" id="Group_x0020_63" o:spid="_x0000_s1038" style="position:absolute;margin-left:66.85pt;margin-top:278.9pt;width:54.1pt;height:53.9pt;z-index:251696128" coordsize="687070,6845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">
                <v:oval id="Oval_x0020_64" o:spid="_x0000_s1039" style="position:absolute;width:687070;height:68453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v9NDxgAA&#10;ANsAAAAPAAAAZHJzL2Rvd25yZXYueG1sRI9Pa8JAFMTvhX6H5RW81U1rEYmuUsSKUlDjn0Nvj+xr&#10;Es2+DburSb+9Wyj0OMzMb5jJrDO1uJHzlWUFL/0EBHFudcWFguPh43kEwgdkjbVlUvBDHmbTx4cJ&#10;ptq2nNFtHwoRIexTVFCG0KRS+rwkg75vG+LofVtnMETpCqkdthFuavmaJENpsOK4UGJD85Lyy/5q&#10;FKzPX4NPd1pm7jTYLXbrtnXbTaFU76l7H4MI1IX/8F97pRUM3+D3S/wBcnoH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sv9NDxgAAANsAAAAPAAAAAAAAAAAAAAAAAJcCAABkcnMv&#10;ZG93bnJldi54bWxQSwUGAAAAAAQABAD1AAAAigMAAAAA&#10;" fillcolor="#d99594 [1941]" stroked="f"/>
                <v:shape id="Text_x0020_Box_x0020_65" o:spid="_x0000_s1040" type="#_x0000_t202" style="position:absolute;top:226031;width:683895;height:2292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8QUcwgAA&#10;ANsAAAAPAAAAZHJzL2Rvd25yZXYueG1sRI9Pi8IwFMTvgt8hPGFvmiiraDWKKMKeXNZ/4O3RPNti&#10;81KaaLvf3iwseBxm5jfMYtXaUjyp9oVjDcOBAkGcOlNwpuF03PWnIHxANlg6Jg2/5GG17HYWmBjX&#10;8A89DyETEcI+QQ15CFUipU9zsugHriKO3s3VFkOUdSZNjU2E21KOlJpIiwXHhRwr2uSU3g8Pq+G8&#10;v10vn+o729px1bhWSbYzqfVHr13PQQRqwzv83/4yGiZj+PsSf4Bcvg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TxBRzCAAAA2wAAAA8AAAAAAAAAAAAAAAAAlwIAAGRycy9kb3du&#10;cmV2LnhtbFBLBQYAAAAABAAEAPUAAACGAwAAAAA=&#10;" filled="f" stroked="f">
                  <v:textbox>
                    <w:txbxContent>
                      <w:p w14:paraId="3F571B34" w14:textId="6EFE8C34" w:rsidR="00234D73" w:rsidRPr="00234D73" w:rsidRDefault="00234D73" w:rsidP="00234D73">
                        <w:pPr>
                          <w:jc w:val="center"/>
                          <w:rPr>
                            <w:rFonts w:ascii="Proxima Nova Alt" w:hAnsi="Proxima Nova Alt"/>
                            <w:b/>
                            <w:bCs/>
                            <w:color w:val="FFFFFF" w:themeColor="background1"/>
                            <w:sz w:val="16"/>
                            <w:szCs w:val="16"/>
                            <w:lang w:val="en-AU"/>
                          </w:rPr>
                        </w:pPr>
                        <w:r>
                          <w:rPr>
                            <w:rFonts w:ascii="Proxima Nova Alt" w:hAnsi="Proxima Nova Alt"/>
                            <w:b/>
                            <w:bCs/>
                            <w:color w:val="FFFFFF" w:themeColor="background1"/>
                            <w:sz w:val="16"/>
                            <w:szCs w:val="16"/>
                            <w:lang w:val="en-AU"/>
                          </w:rPr>
                          <w:t>O’neil</w:t>
                        </w:r>
                      </w:p>
                    </w:txbxContent>
                  </v:textbox>
                </v:shape>
                <w10:wrap type="through"/>
              </v:group>
            </w:pict>
          </mc:Fallback>
        </mc:AlternateContent>
      </w:r>
      <w:r>
        <w:rPr>
          <w:rFonts w:ascii="Proxima Nova Alt Reg" w:eastAsia="Times New Roman" w:hAnsi="Proxima Nova Alt Reg" w:cs="Times New Roman"/>
          <w:i/>
          <w:noProof/>
        </w:rPr>
        <mc:AlternateContent>
          <mc:Choice Requires="wpg">
            <w:drawing>
              <wp:anchor distT="0" distB="0" distL="114300" distR="114300" simplePos="0" relativeHeight="251694080" behindDoc="0" locked="0" layoutInCell="1" allowOverlap="1" wp14:anchorId="6BE37F8C" wp14:editId="7F3337A7">
                <wp:simplePos x="0" y="0"/>
                <wp:positionH relativeFrom="column">
                  <wp:posOffset>163195</wp:posOffset>
                </wp:positionH>
                <wp:positionV relativeFrom="paragraph">
                  <wp:posOffset>2971165</wp:posOffset>
                </wp:positionV>
                <wp:extent cx="687070" cy="684530"/>
                <wp:effectExtent l="0" t="0" r="0" b="1270"/>
                <wp:wrapThrough wrapText="bothSides">
                  <wp:wrapPolygon edited="0">
                    <wp:start x="4791" y="0"/>
                    <wp:lineTo x="0" y="4809"/>
                    <wp:lineTo x="0" y="16030"/>
                    <wp:lineTo x="4791" y="20839"/>
                    <wp:lineTo x="15970" y="20839"/>
                    <wp:lineTo x="20762" y="16030"/>
                    <wp:lineTo x="20762" y="4809"/>
                    <wp:lineTo x="15970" y="0"/>
                    <wp:lineTo x="4791" y="0"/>
                  </wp:wrapPolygon>
                </wp:wrapThrough>
                <wp:docPr id="60" name="Group 60"/>
                <wp:cNvGraphicFramePr/>
                <a:graphic xmlns:a="http://schemas.openxmlformats.org/drawingml/2006/main">
                  <a:graphicData uri="http://schemas.microsoft.com/office/word/2010/wordprocessingGroup">
                    <wpg:wgp>
                      <wpg:cNvGrpSpPr/>
                      <wpg:grpSpPr>
                        <a:xfrm>
                          <a:off x="0" y="0"/>
                          <a:ext cx="687070" cy="684530"/>
                          <a:chOff x="0" y="0"/>
                          <a:chExt cx="687070" cy="684530"/>
                        </a:xfrm>
                      </wpg:grpSpPr>
                      <wps:wsp>
                        <wps:cNvPr id="61" name="Oval 61"/>
                        <wps:cNvSpPr/>
                        <wps:spPr>
                          <a:xfrm>
                            <a:off x="0" y="0"/>
                            <a:ext cx="687070" cy="684530"/>
                          </a:xfrm>
                          <a:prstGeom prst="ellipse">
                            <a:avLst/>
                          </a:prstGeom>
                          <a:solidFill>
                            <a:schemeClr val="accent2">
                              <a:lumMod val="60000"/>
                              <a:lumOff val="40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Text Box 62"/>
                        <wps:cNvSpPr txBox="1"/>
                        <wps:spPr>
                          <a:xfrm>
                            <a:off x="0" y="226031"/>
                            <a:ext cx="683895" cy="2292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262335" w14:textId="0C7CD220" w:rsidR="00234D73" w:rsidRPr="00234D73" w:rsidRDefault="00234D73" w:rsidP="00234D73">
                              <w:pPr>
                                <w:jc w:val="center"/>
                                <w:rPr>
                                  <w:rFonts w:ascii="Proxima Nova Alt" w:hAnsi="Proxima Nova Alt"/>
                                  <w:b/>
                                  <w:bCs/>
                                  <w:color w:val="FFFFFF" w:themeColor="background1"/>
                                  <w:sz w:val="16"/>
                                  <w:szCs w:val="16"/>
                                  <w:lang w:val="en-AU"/>
                                </w:rPr>
                              </w:pPr>
                              <w:r>
                                <w:rPr>
                                  <w:rFonts w:ascii="Proxima Nova Alt" w:hAnsi="Proxima Nova Alt"/>
                                  <w:b/>
                                  <w:bCs/>
                                  <w:color w:val="FFFFFF" w:themeColor="background1"/>
                                  <w:sz w:val="16"/>
                                  <w:szCs w:val="16"/>
                                  <w:lang w:val="en-AU"/>
                                </w:rPr>
                                <w:t>Billabong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BE37F8C" id="Group_x0020_60" o:spid="_x0000_s1041" style="position:absolute;margin-left:12.85pt;margin-top:233.95pt;width:54.1pt;height:53.9pt;z-index:251694080" coordsize="687070,6845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">
                <v:oval id="Oval_x0020_61" o:spid="_x0000_s1042" style="position:absolute;width:687070;height:68453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yHDbxQAA&#10;ANsAAAAPAAAAZHJzL2Rvd25yZXYueG1sRI9PawIxFMTvhX6H8AreatYKIlujSNGiCP6th94em9fd&#10;tZuXJYnu+u2NIHgcZuY3zGjSmkpcyPnSsoJeNwFBnFldcq7g5zB/H4LwAVljZZkUXMnDZPz6MsJU&#10;24Z3dNmHXEQI+xQVFCHUqZQ+K8ig79qaOHp/1hkMUbpcaodNhJtKfiTJQBosOS4UWNNXQdn//mwU&#10;LE+//ZU7fu/csb+dbZdN4zbrXKnOWzv9BBGoDc/wo73QCgY9uH+JP0CO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zIcNvFAAAA2wAAAA8AAAAAAAAAAAAAAAAAlwIAAGRycy9k&#10;b3ducmV2LnhtbFBLBQYAAAAABAAEAPUAAACJAwAAAAA=&#10;" fillcolor="#d99594 [1941]" stroked="f"/>
                <v:shape id="Text_x0020_Box_x0020_62" o:spid="_x0000_s1043" type="#_x0000_t202" style="position:absolute;top:226031;width:683895;height:2292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GJ1owwAA&#10;ANsAAAAPAAAAZHJzL2Rvd25yZXYueG1sRI/NasMwEITvhbyD2EBvtZTQmsSxEkJKoaeW5g9yW6yN&#10;bWKtjKXa7ttXhUKOw8x8w+Sb0Taip87XjjXMEgWCuHCm5lLD8fD2tADhA7LBxjFp+CEPm/XkIcfM&#10;uIG/qN+HUkQI+ww1VCG0mZS+qMiiT1xLHL2r6yyGKLtSmg6HCLeNnCuVSos1x4UKW9pVVNz231bD&#10;6eN6OT+rz/LVvrSDG5Vku5RaP07H7QpEoDHcw//td6MhncPfl/g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bGJ1owwAAANsAAAAPAAAAAAAAAAAAAAAAAJcCAABkcnMvZG93&#10;bnJldi54bWxQSwUGAAAAAAQABAD1AAAAhwMAAAAA&#10;" filled="f" stroked="f">
                  <v:textbox>
                    <w:txbxContent>
                      <w:p w14:paraId="2E262335" w14:textId="0C7CD220" w:rsidR="00234D73" w:rsidRPr="00234D73" w:rsidRDefault="00234D73" w:rsidP="00234D73">
                        <w:pPr>
                          <w:jc w:val="center"/>
                          <w:rPr>
                            <w:rFonts w:ascii="Proxima Nova Alt" w:hAnsi="Proxima Nova Alt"/>
                            <w:b/>
                            <w:bCs/>
                            <w:color w:val="FFFFFF" w:themeColor="background1"/>
                            <w:sz w:val="16"/>
                            <w:szCs w:val="16"/>
                            <w:lang w:val="en-AU"/>
                          </w:rPr>
                        </w:pPr>
                        <w:r>
                          <w:rPr>
                            <w:rFonts w:ascii="Proxima Nova Alt" w:hAnsi="Proxima Nova Alt"/>
                            <w:b/>
                            <w:bCs/>
                            <w:color w:val="FFFFFF" w:themeColor="background1"/>
                            <w:sz w:val="16"/>
                            <w:szCs w:val="16"/>
                            <w:lang w:val="en-AU"/>
                          </w:rPr>
                          <w:t>Billabong</w:t>
                        </w:r>
                      </w:p>
                    </w:txbxContent>
                  </v:textbox>
                </v:shape>
                <w10:wrap type="through"/>
              </v:group>
            </w:pict>
          </mc:Fallback>
        </mc:AlternateContent>
      </w:r>
      <w:r>
        <w:rPr>
          <w:rFonts w:ascii="Proxima Nova Alt Reg" w:eastAsia="Times New Roman" w:hAnsi="Proxima Nova Alt Reg" w:cs="Times New Roman"/>
          <w:i/>
          <w:noProof/>
        </w:rPr>
        <mc:AlternateContent>
          <mc:Choice Requires="wpg">
            <w:drawing>
              <wp:anchor distT="0" distB="0" distL="114300" distR="114300" simplePos="0" relativeHeight="251692032" behindDoc="0" locked="0" layoutInCell="1" allowOverlap="1" wp14:anchorId="1B8CE78C" wp14:editId="019070AF">
                <wp:simplePos x="0" y="0"/>
                <wp:positionH relativeFrom="column">
                  <wp:posOffset>4165600</wp:posOffset>
                </wp:positionH>
                <wp:positionV relativeFrom="paragraph">
                  <wp:posOffset>800735</wp:posOffset>
                </wp:positionV>
                <wp:extent cx="687070" cy="684530"/>
                <wp:effectExtent l="0" t="0" r="0" b="1270"/>
                <wp:wrapThrough wrapText="bothSides">
                  <wp:wrapPolygon edited="0">
                    <wp:start x="4791" y="0"/>
                    <wp:lineTo x="0" y="4809"/>
                    <wp:lineTo x="0" y="16030"/>
                    <wp:lineTo x="4791" y="20839"/>
                    <wp:lineTo x="15970" y="20839"/>
                    <wp:lineTo x="20762" y="16030"/>
                    <wp:lineTo x="20762" y="4809"/>
                    <wp:lineTo x="15970" y="0"/>
                    <wp:lineTo x="4791" y="0"/>
                  </wp:wrapPolygon>
                </wp:wrapThrough>
                <wp:docPr id="59" name="Group 59"/>
                <wp:cNvGraphicFramePr/>
                <a:graphic xmlns:a="http://schemas.openxmlformats.org/drawingml/2006/main">
                  <a:graphicData uri="http://schemas.microsoft.com/office/word/2010/wordprocessingGroup">
                    <wpg:wgp>
                      <wpg:cNvGrpSpPr/>
                      <wpg:grpSpPr>
                        <a:xfrm>
                          <a:off x="0" y="0"/>
                          <a:ext cx="687070" cy="684530"/>
                          <a:chOff x="0" y="0"/>
                          <a:chExt cx="687070" cy="684530"/>
                        </a:xfrm>
                      </wpg:grpSpPr>
                      <wps:wsp>
                        <wps:cNvPr id="57" name="Oval 57"/>
                        <wps:cNvSpPr/>
                        <wps:spPr>
                          <a:xfrm>
                            <a:off x="0" y="0"/>
                            <a:ext cx="687070" cy="684530"/>
                          </a:xfrm>
                          <a:prstGeom prst="ellipse">
                            <a:avLst/>
                          </a:prstGeom>
                          <a:solidFill>
                            <a:schemeClr val="accent3">
                              <a:lumMod val="60000"/>
                              <a:lumOff val="40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Text Box 58"/>
                        <wps:cNvSpPr txBox="1"/>
                        <wps:spPr>
                          <a:xfrm>
                            <a:off x="0" y="226031"/>
                            <a:ext cx="683895" cy="2292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2690A35" w14:textId="77777777" w:rsidR="00234D73" w:rsidRPr="00234D73" w:rsidRDefault="00234D73">
                              <w:pPr>
                                <w:rPr>
                                  <w:rFonts w:ascii="Proxima Nova Alt" w:hAnsi="Proxima Nova Alt"/>
                                  <w:b/>
                                  <w:bCs/>
                                  <w:color w:val="FFFFFF" w:themeColor="background1"/>
                                  <w:sz w:val="16"/>
                                  <w:szCs w:val="16"/>
                                  <w:lang w:val="en-AU"/>
                                </w:rPr>
                              </w:pPr>
                              <w:r w:rsidRPr="00234D73">
                                <w:rPr>
                                  <w:rFonts w:ascii="Proxima Nova Alt" w:hAnsi="Proxima Nova Alt"/>
                                  <w:b/>
                                  <w:bCs/>
                                  <w:color w:val="FFFFFF" w:themeColor="background1"/>
                                  <w:sz w:val="16"/>
                                  <w:szCs w:val="16"/>
                                  <w:lang w:val="en-AU"/>
                                </w:rPr>
                                <w:t>Patagonia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1B8CE78C" id="Group_x0020_59" o:spid="_x0000_s1044" style="position:absolute;margin-left:328pt;margin-top:63.05pt;width:54.1pt;height:53.9pt;z-index:251692032;mso-width-relative:margin" coordsize="687070,68453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">
                <v:oval id="Oval_x0020_57" o:spid="_x0000_s1045" style="position:absolute;width:687070;height:68453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XewdbxAAA&#10;ANsAAAAPAAAAZHJzL2Rvd25yZXYueG1sRI9Pi8IwFMTvgt8hPMGLaKqsf6hGEUFY9rBg9dDjo3m2&#10;1ealNNHWb79ZEDwOM/MbZrPrTCWe1LjSsoLpJAJBnFldcq7gcj6OVyCcR9ZYWSYFL3Kw2/Z7G4y1&#10;bflEz8TnIkDYxaig8L6OpXRZQQbdxNbEwbvaxqAPssmlbrANcFPJWRQtpMGSw0KBNR0Kyu7Jwyj4&#10;vf60c5m+0vNp5G9f3aVM20Oi1HDQ7dcgPHX+E363v7WC+RL+v4QfILd/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13sHW8QAAADbAAAADwAAAAAAAAAAAAAAAACXAgAAZHJzL2Rv&#10;d25yZXYueG1sUEsFBgAAAAAEAAQA9QAAAIgDAAAAAA==&#10;" fillcolor="#c2d69b [1942]" stroked="f"/>
                <v:shape id="Text_x0020_Box_x0020_58" o:spid="_x0000_s1046" type="#_x0000_t202" style="position:absolute;top:226031;width:683895;height:22923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" filled="f" stroked="f">
                  <v:textbox>
                    <w:txbxContent>
                      <w:p w14:paraId="42690A35" w14:textId="77777777" w:rsidR="00234D73" w:rsidRPr="00234D73" w:rsidRDefault="00234D73">
                        <w:pPr>
                          <w:rPr>
                            <w:rFonts w:ascii="Proxima Nova Alt" w:hAnsi="Proxima Nova Alt"/>
                            <w:b/>
                            <w:bCs/>
                            <w:color w:val="FFFFFF" w:themeColor="background1"/>
                            <w:sz w:val="16"/>
                            <w:szCs w:val="16"/>
                            <w:lang w:val="en-AU"/>
                          </w:rPr>
                        </w:pPr>
                        <w:r w:rsidRPr="00234D73">
                          <w:rPr>
                            <w:rFonts w:ascii="Proxima Nova Alt" w:hAnsi="Proxima Nova Alt"/>
                            <w:b/>
                            <w:bCs/>
                            <w:color w:val="FFFFFF" w:themeColor="background1"/>
                            <w:sz w:val="16"/>
                            <w:szCs w:val="16"/>
                            <w:lang w:val="en-AU"/>
                          </w:rPr>
                          <w:t>Patagonia</w:t>
                        </w:r>
                      </w:p>
                    </w:txbxContent>
                  </v:textbox>
                </v:shape>
                <w10:wrap type="through"/>
              </v:group>
            </w:pict>
          </mc:Fallback>
        </mc:AlternateContent>
      </w:r>
      <w:r>
        <w:rPr>
          <w:rFonts w:ascii="Proxima Nova Alt Reg" w:eastAsia="Times New Roman" w:hAnsi="Proxima Nova Alt Reg" w:cs="Times New Roman"/>
          <w:i/>
          <w:noProof/>
        </w:rPr>
        <mc:AlternateContent>
          <mc:Choice Requires="wps">
            <w:drawing>
              <wp:anchor distT="0" distB="0" distL="114300" distR="114300" simplePos="0" relativeHeight="251688960" behindDoc="0" locked="0" layoutInCell="1" allowOverlap="1" wp14:anchorId="527A61D6" wp14:editId="0C4C4D1B">
                <wp:simplePos x="0" y="0"/>
                <wp:positionH relativeFrom="column">
                  <wp:posOffset>-746125</wp:posOffset>
                </wp:positionH>
                <wp:positionV relativeFrom="paragraph">
                  <wp:posOffset>2400935</wp:posOffset>
                </wp:positionV>
                <wp:extent cx="1601470" cy="344170"/>
                <wp:effectExtent l="0" t="0" r="0" b="11430"/>
                <wp:wrapSquare wrapText="bothSides"/>
                <wp:docPr id="56" name="Text Box 56"/>
                <wp:cNvGraphicFramePr/>
                <a:graphic xmlns:a="http://schemas.openxmlformats.org/drawingml/2006/main">
                  <a:graphicData uri="http://schemas.microsoft.com/office/word/2010/wordprocessingShape">
                    <wps:wsp>
                      <wps:cNvSpPr txBox="1"/>
                      <wps:spPr>
                        <a:xfrm>
                          <a:off x="0" y="0"/>
                          <a:ext cx="1601470" cy="3441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D87350" w14:textId="7D7F6EE0" w:rsidR="00234D73" w:rsidRPr="00234D73" w:rsidRDefault="00234D73" w:rsidP="00234D73">
                            <w:pPr>
                              <w:jc w:val="center"/>
                              <w:rPr>
                                <w:rFonts w:ascii="Proxima Nova Alt" w:hAnsi="Proxima Nova Alt"/>
                                <w:b/>
                                <w:bCs/>
                                <w:color w:val="FFFFFF" w:themeColor="background1"/>
                                <w:lang w:val="en-AU"/>
                              </w:rPr>
                            </w:pPr>
                            <w:r>
                              <w:rPr>
                                <w:rFonts w:ascii="Proxima Nova Alt" w:hAnsi="Proxima Nova Alt"/>
                                <w:b/>
                                <w:bCs/>
                                <w:color w:val="FFFFFF" w:themeColor="background1"/>
                                <w:lang w:val="en-AU"/>
                              </w:rPr>
                              <w:t>Profit Focused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A61D6" id="Text_x0020_Box_x0020_56" o:spid="_x0000_s1047" type="#_x0000_t202" style="position:absolute;margin-left:-58.75pt;margin-top:189.05pt;width:126.1pt;height:27.1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" filled="f" stroked="f">
                <v:textbox>
                  <w:txbxContent>
                    <w:p w14:paraId="25D87350" w14:textId="7D7F6EE0" w:rsidR="00234D73" w:rsidRPr="00234D73" w:rsidRDefault="00234D73" w:rsidP="00234D73">
                      <w:pPr>
                        <w:jc w:val="center"/>
                        <w:rPr>
                          <w:rFonts w:ascii="Proxima Nova Alt" w:hAnsi="Proxima Nova Alt"/>
                          <w:b/>
                          <w:bCs/>
                          <w:color w:val="FFFFFF" w:themeColor="background1"/>
                          <w:lang w:val="en-AU"/>
                        </w:rPr>
                      </w:pPr>
                      <w:r>
                        <w:rPr>
                          <w:rFonts w:ascii="Proxima Nova Alt" w:hAnsi="Proxima Nova Alt"/>
                          <w:b/>
                          <w:bCs/>
                          <w:color w:val="FFFFFF" w:themeColor="background1"/>
                          <w:lang w:val="en-AU"/>
                        </w:rPr>
                        <w:t>Profit Focused</w:t>
                      </w:r>
                    </w:p>
                  </w:txbxContent>
                </v:textbox>
                <w10:wrap type="square"/>
              </v:shape>
            </w:pict>
          </mc:Fallback>
        </mc:AlternateContent>
      </w:r>
      <w:r>
        <w:rPr>
          <w:rFonts w:ascii="Proxima Nova Alt Reg" w:eastAsia="Times New Roman" w:hAnsi="Proxima Nova Alt Reg" w:cs="Times New Roman"/>
          <w:i/>
          <w:noProof/>
        </w:rPr>
        <mc:AlternateContent>
          <mc:Choice Requires="wps">
            <w:drawing>
              <wp:anchor distT="0" distB="0" distL="114300" distR="114300" simplePos="0" relativeHeight="251686912" behindDoc="0" locked="0" layoutInCell="1" allowOverlap="1" wp14:anchorId="20750FCF" wp14:editId="339081CA">
                <wp:simplePos x="0" y="0"/>
                <wp:positionH relativeFrom="column">
                  <wp:posOffset>4283075</wp:posOffset>
                </wp:positionH>
                <wp:positionV relativeFrom="paragraph">
                  <wp:posOffset>2400935</wp:posOffset>
                </wp:positionV>
                <wp:extent cx="1601470" cy="344170"/>
                <wp:effectExtent l="0" t="0" r="0" b="11430"/>
                <wp:wrapSquare wrapText="bothSides"/>
                <wp:docPr id="55" name="Text Box 55"/>
                <wp:cNvGraphicFramePr/>
                <a:graphic xmlns:a="http://schemas.openxmlformats.org/drawingml/2006/main">
                  <a:graphicData uri="http://schemas.microsoft.com/office/word/2010/wordprocessingShape">
                    <wps:wsp>
                      <wps:cNvSpPr txBox="1"/>
                      <wps:spPr>
                        <a:xfrm>
                          <a:off x="0" y="0"/>
                          <a:ext cx="1601470" cy="3441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AB8753B" w14:textId="3AB780E2" w:rsidR="00234D73" w:rsidRPr="00234D73" w:rsidRDefault="00234D73" w:rsidP="00234D73">
                            <w:pPr>
                              <w:jc w:val="center"/>
                              <w:rPr>
                                <w:rFonts w:ascii="Proxima Nova Alt" w:hAnsi="Proxima Nova Alt"/>
                                <w:b/>
                                <w:bCs/>
                                <w:color w:val="FFFFFF" w:themeColor="background1"/>
                                <w:lang w:val="en-AU"/>
                              </w:rPr>
                            </w:pPr>
                            <w:r>
                              <w:rPr>
                                <w:rFonts w:ascii="Proxima Nova Alt" w:hAnsi="Proxima Nova Alt"/>
                                <w:b/>
                                <w:bCs/>
                                <w:color w:val="FFFFFF" w:themeColor="background1"/>
                                <w:lang w:val="en-AU"/>
                              </w:rPr>
                              <w:t>Cause Focused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750FCF" id="Text_x0020_Box_x0020_55" o:spid="_x0000_s1048" type="#_x0000_t202" style="position:absolute;margin-left:337.25pt;margin-top:189.05pt;width:126.1pt;height:27.1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" filled="f" stroked="f">
                <v:textbox>
                  <w:txbxContent>
                    <w:p w14:paraId="5AB8753B" w14:textId="3AB780E2" w:rsidR="00234D73" w:rsidRPr="00234D73" w:rsidRDefault="00234D73" w:rsidP="00234D73">
                      <w:pPr>
                        <w:jc w:val="center"/>
                        <w:rPr>
                          <w:rFonts w:ascii="Proxima Nova Alt" w:hAnsi="Proxima Nova Alt"/>
                          <w:b/>
                          <w:bCs/>
                          <w:color w:val="FFFFFF" w:themeColor="background1"/>
                          <w:lang w:val="en-AU"/>
                        </w:rPr>
                      </w:pPr>
                      <w:r>
                        <w:rPr>
                          <w:rFonts w:ascii="Proxima Nova Alt" w:hAnsi="Proxima Nova Alt"/>
                          <w:b/>
                          <w:bCs/>
                          <w:color w:val="FFFFFF" w:themeColor="background1"/>
                          <w:lang w:val="en-AU"/>
                        </w:rPr>
                        <w:t>Cause Focused</w:t>
                      </w:r>
                    </w:p>
                  </w:txbxContent>
                </v:textbox>
                <w10:wrap type="square"/>
              </v:shape>
            </w:pict>
          </mc:Fallback>
        </mc:AlternateContent>
      </w:r>
      <w:r>
        <w:rPr>
          <w:rFonts w:ascii="Proxima Nova Alt Reg" w:eastAsia="Times New Roman" w:hAnsi="Proxima Nova Alt Reg" w:cs="Times New Roman"/>
          <w:i/>
          <w:noProof/>
        </w:rPr>
        <mc:AlternateContent>
          <mc:Choice Requires="wps">
            <w:drawing>
              <wp:anchor distT="0" distB="0" distL="114300" distR="114300" simplePos="0" relativeHeight="251684864" behindDoc="0" locked="0" layoutInCell="1" allowOverlap="1" wp14:anchorId="41317ADA" wp14:editId="49CFFE2B">
                <wp:simplePos x="0" y="0"/>
                <wp:positionH relativeFrom="column">
                  <wp:posOffset>1764030</wp:posOffset>
                </wp:positionH>
                <wp:positionV relativeFrom="paragraph">
                  <wp:posOffset>4345940</wp:posOffset>
                </wp:positionV>
                <wp:extent cx="1601470" cy="344170"/>
                <wp:effectExtent l="0" t="0" r="0" b="11430"/>
                <wp:wrapSquare wrapText="bothSides"/>
                <wp:docPr id="54" name="Text Box 54"/>
                <wp:cNvGraphicFramePr/>
                <a:graphic xmlns:a="http://schemas.openxmlformats.org/drawingml/2006/main">
                  <a:graphicData uri="http://schemas.microsoft.com/office/word/2010/wordprocessingShape">
                    <wps:wsp>
                      <wps:cNvSpPr txBox="1"/>
                      <wps:spPr>
                        <a:xfrm>
                          <a:off x="0" y="0"/>
                          <a:ext cx="1601470" cy="3441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B67AE6" w14:textId="58415120" w:rsidR="00234D73" w:rsidRPr="00234D73" w:rsidRDefault="00234D73" w:rsidP="00234D73">
                            <w:pPr>
                              <w:jc w:val="center"/>
                              <w:rPr>
                                <w:rFonts w:ascii="Proxima Nova Alt" w:hAnsi="Proxima Nova Alt"/>
                                <w:b/>
                                <w:bCs/>
                                <w:color w:val="FFFFFF" w:themeColor="background1"/>
                                <w:lang w:val="en-AU"/>
                              </w:rPr>
                            </w:pPr>
                            <w:r>
                              <w:rPr>
                                <w:rFonts w:ascii="Proxima Nova Alt" w:hAnsi="Proxima Nova Alt"/>
                                <w:b/>
                                <w:bCs/>
                                <w:color w:val="FFFFFF" w:themeColor="background1"/>
                                <w:lang w:val="en-AU"/>
                              </w:rPr>
                              <w:t>Man Made Products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317ADA" id="Text_x0020_Box_x0020_54" o:spid="_x0000_s1049" type="#_x0000_t202" style="position:absolute;margin-left:138.9pt;margin-top:342.2pt;width:126.1pt;height:27.1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" filled="f" stroked="f">
                <v:textbox>
                  <w:txbxContent>
                    <w:p w14:paraId="2FB67AE6" w14:textId="58415120" w:rsidR="00234D73" w:rsidRPr="00234D73" w:rsidRDefault="00234D73" w:rsidP="00234D73">
                      <w:pPr>
                        <w:jc w:val="center"/>
                        <w:rPr>
                          <w:rFonts w:ascii="Proxima Nova Alt" w:hAnsi="Proxima Nova Alt"/>
                          <w:b/>
                          <w:bCs/>
                          <w:color w:val="FFFFFF" w:themeColor="background1"/>
                          <w:lang w:val="en-AU"/>
                        </w:rPr>
                      </w:pPr>
                      <w:r>
                        <w:rPr>
                          <w:rFonts w:ascii="Proxima Nova Alt" w:hAnsi="Proxima Nova Alt"/>
                          <w:b/>
                          <w:bCs/>
                          <w:color w:val="FFFFFF" w:themeColor="background1"/>
                          <w:lang w:val="en-AU"/>
                        </w:rPr>
                        <w:t>Man Made Products</w:t>
                      </w:r>
                    </w:p>
                  </w:txbxContent>
                </v:textbox>
                <w10:wrap type="square"/>
              </v:shape>
            </w:pict>
          </mc:Fallback>
        </mc:AlternateContent>
      </w:r>
      <w:r>
        <w:rPr>
          <w:rFonts w:ascii="Proxima Nova Alt Reg" w:eastAsia="Times New Roman" w:hAnsi="Proxima Nova Alt Reg" w:cs="Times New Roman"/>
          <w:i/>
          <w:noProof/>
        </w:rPr>
        <mc:AlternateContent>
          <mc:Choice Requires="wps">
            <w:drawing>
              <wp:anchor distT="0" distB="0" distL="114300" distR="114300" simplePos="0" relativeHeight="251682816" behindDoc="0" locked="0" layoutInCell="1" allowOverlap="1" wp14:anchorId="0F39515F" wp14:editId="4B56A504">
                <wp:simplePos x="0" y="0"/>
                <wp:positionH relativeFrom="column">
                  <wp:posOffset>1764030</wp:posOffset>
                </wp:positionH>
                <wp:positionV relativeFrom="paragraph">
                  <wp:posOffset>575310</wp:posOffset>
                </wp:positionV>
                <wp:extent cx="1487170" cy="344170"/>
                <wp:effectExtent l="0" t="0" r="0" b="11430"/>
                <wp:wrapSquare wrapText="bothSides"/>
                <wp:docPr id="53" name="Text Box 53"/>
                <wp:cNvGraphicFramePr/>
                <a:graphic xmlns:a="http://schemas.openxmlformats.org/drawingml/2006/main">
                  <a:graphicData uri="http://schemas.microsoft.com/office/word/2010/wordprocessingShape">
                    <wps:wsp>
                      <wps:cNvSpPr txBox="1"/>
                      <wps:spPr>
                        <a:xfrm>
                          <a:off x="0" y="0"/>
                          <a:ext cx="1487170" cy="3441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745CA8E" w14:textId="67AC53C3" w:rsidR="00234D73" w:rsidRPr="00234D73" w:rsidRDefault="00234D73" w:rsidP="00234D73">
                            <w:pPr>
                              <w:jc w:val="center"/>
                              <w:rPr>
                                <w:rFonts w:ascii="Proxima Nova Alt" w:hAnsi="Proxima Nova Alt"/>
                                <w:b/>
                                <w:bCs/>
                                <w:color w:val="FFFFFF" w:themeColor="background1"/>
                                <w:lang w:val="en-AU"/>
                              </w:rPr>
                            </w:pPr>
                            <w:r>
                              <w:rPr>
                                <w:rFonts w:ascii="Proxima Nova Alt" w:hAnsi="Proxima Nova Alt"/>
                                <w:b/>
                                <w:bCs/>
                                <w:color w:val="FFFFFF" w:themeColor="background1"/>
                                <w:lang w:val="en-AU"/>
                              </w:rPr>
                              <w:t>Organic Products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9515F" id="Text_x0020_Box_x0020_53" o:spid="_x0000_s1050" type="#_x0000_t202" style="position:absolute;margin-left:138.9pt;margin-top:45.3pt;width:117.1pt;height:27.1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" filled="f" stroked="f">
                <v:textbox>
                  <w:txbxContent>
                    <w:p w14:paraId="1745CA8E" w14:textId="67AC53C3" w:rsidR="00234D73" w:rsidRPr="00234D73" w:rsidRDefault="00234D73" w:rsidP="00234D73">
                      <w:pPr>
                        <w:jc w:val="center"/>
                        <w:rPr>
                          <w:rFonts w:ascii="Proxima Nova Alt" w:hAnsi="Proxima Nova Alt"/>
                          <w:b/>
                          <w:bCs/>
                          <w:color w:val="FFFFFF" w:themeColor="background1"/>
                          <w:lang w:val="en-AU"/>
                        </w:rPr>
                      </w:pPr>
                      <w:r>
                        <w:rPr>
                          <w:rFonts w:ascii="Proxima Nova Alt" w:hAnsi="Proxima Nova Alt"/>
                          <w:b/>
                          <w:bCs/>
                          <w:color w:val="FFFFFF" w:themeColor="background1"/>
                          <w:lang w:val="en-AU"/>
                        </w:rPr>
                        <w:t>Organic Products</w:t>
                      </w:r>
                    </w:p>
                  </w:txbxContent>
                </v:textbox>
                <w10:wrap type="square"/>
              </v:shape>
            </w:pict>
          </mc:Fallback>
        </mc:AlternateContent>
      </w:r>
      <w:r>
        <w:rPr>
          <w:rFonts w:ascii="Proxima Nova Alt Reg" w:eastAsia="Times New Roman" w:hAnsi="Proxima Nova Alt Reg" w:cs="Times New Roman"/>
          <w:i/>
          <w:noProof/>
        </w:rPr>
        <w:drawing>
          <wp:anchor distT="0" distB="0" distL="114300" distR="114300" simplePos="0" relativeHeight="251681792" behindDoc="0" locked="0" layoutInCell="1" allowOverlap="1" wp14:anchorId="489F4D81" wp14:editId="56056BC9">
            <wp:simplePos x="0" y="0"/>
            <wp:positionH relativeFrom="column">
              <wp:posOffset>-748665</wp:posOffset>
            </wp:positionH>
            <wp:positionV relativeFrom="paragraph">
              <wp:posOffset>225425</wp:posOffset>
            </wp:positionV>
            <wp:extent cx="7120255" cy="4637405"/>
            <wp:effectExtent l="0" t="0" r="0" b="0"/>
            <wp:wrapSquare wrapText="bothSides"/>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pic:cNvPicPr>
                  </pic:nvPicPr>
                  <pic:blipFill rotWithShape="1">
                    <a:blip r:embed="rId9">
                      <a:extLst>
                        <a:ext uri="{28A0092B-C50C-407E-A947-70E740481C1C}">
                          <a14:useLocalDpi xmlns:a14="http://schemas.microsoft.com/office/drawing/2010/main" val="0"/>
                        </a:ext>
                      </a:extLst>
                    </a:blip>
                    <a:srcRect l="5966"/>
                    <a:stretch/>
                  </pic:blipFill>
                  <pic:spPr bwMode="auto">
                    <a:xfrm>
                      <a:off x="0" y="0"/>
                      <a:ext cx="7120255" cy="4637405"/>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margin">
              <wp14:pctWidth>0</wp14:pctWidth>
            </wp14:sizeRelH>
            <wp14:sizeRelV relativeFrom="margin">
              <wp14:pctHeight>0</wp14:pctHeight>
            </wp14:sizeRelV>
          </wp:anchor>
        </w:drawing>
      </w:r>
    </w:p>
    <w:p w14:paraId="1DE5E9FD" w14:textId="4F85E622" w:rsidR="00BC066A" w:rsidRDefault="00BC066A" w:rsidP="00CF0EF2">
      <w:pPr>
        <w:widowControl w:val="0"/>
        <w:autoSpaceDE w:val="0"/>
        <w:autoSpaceDN w:val="0"/>
        <w:adjustRightInd w:val="0"/>
        <w:rPr>
          <w:rFonts w:ascii="Proxima Nova Alt Bd" w:eastAsia="Times New Roman" w:hAnsi="Proxima Nova Alt Bd" w:cs="Times New Roman"/>
          <w:lang w:val="en-AU"/>
        </w:rPr>
      </w:pPr>
    </w:p>
    <w:p w14:paraId="184E41B7" w14:textId="77777777" w:rsidR="00BC066A" w:rsidRDefault="00BC066A" w:rsidP="00CF0EF2">
      <w:pPr>
        <w:widowControl w:val="0"/>
        <w:autoSpaceDE w:val="0"/>
        <w:autoSpaceDN w:val="0"/>
        <w:adjustRightInd w:val="0"/>
        <w:rPr>
          <w:rFonts w:ascii="Proxima Nova Alt Bd" w:eastAsia="Times New Roman" w:hAnsi="Proxima Nova Alt Bd" w:cs="Times New Roman"/>
          <w:lang w:val="en-AU"/>
        </w:rPr>
      </w:pPr>
    </w:p>
    <w:p w14:paraId="6AB7202E" w14:textId="77777777" w:rsidR="00CF0EF2" w:rsidRPr="00E72E04" w:rsidRDefault="00CF0EF2" w:rsidP="00CF0EF2">
      <w:pPr>
        <w:widowControl w:val="0"/>
        <w:autoSpaceDE w:val="0"/>
        <w:autoSpaceDN w:val="0"/>
        <w:adjustRightInd w:val="0"/>
        <w:rPr>
          <w:rFonts w:ascii="Proxima Nova Alt Bd" w:eastAsia="Times New Roman" w:hAnsi="Proxima Nova Alt Bd" w:cs="Times New Roman"/>
          <w:b/>
          <w:lang w:val="en-AU"/>
        </w:rPr>
      </w:pPr>
      <w:r w:rsidRPr="00E72E04">
        <w:rPr>
          <w:rFonts w:ascii="Proxima Nova Alt Reg" w:eastAsia="Times New Roman" w:hAnsi="Proxima Nova Alt Reg" w:cs="Times New Roman"/>
          <w:b/>
          <w:i/>
          <w:noProof/>
        </w:rPr>
        <mc:AlternateContent>
          <mc:Choice Requires="wps">
            <w:drawing>
              <wp:anchor distT="0" distB="0" distL="114300" distR="114300" simplePos="0" relativeHeight="251659264" behindDoc="0" locked="0" layoutInCell="1" allowOverlap="1" wp14:anchorId="47E3B328" wp14:editId="2904D5FD">
                <wp:simplePos x="0" y="0"/>
                <wp:positionH relativeFrom="column">
                  <wp:posOffset>1714500</wp:posOffset>
                </wp:positionH>
                <wp:positionV relativeFrom="paragraph">
                  <wp:posOffset>4632960</wp:posOffset>
                </wp:positionV>
                <wp:extent cx="1782445" cy="538480"/>
                <wp:effectExtent l="0" t="0" r="0" b="0"/>
                <wp:wrapSquare wrapText="bothSides"/>
                <wp:docPr id="14" name="Text Box 14"/>
                <wp:cNvGraphicFramePr/>
                <a:graphic xmlns:a="http://schemas.openxmlformats.org/drawingml/2006/main">
                  <a:graphicData uri="http://schemas.microsoft.com/office/word/2010/wordprocessingShape">
                    <wps:wsp>
                      <wps:cNvSpPr txBox="1"/>
                      <wps:spPr>
                        <a:xfrm>
                          <a:off x="0" y="0"/>
                          <a:ext cx="1782445" cy="53848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40A5AE" w14:textId="77777777" w:rsidR="008B2B19" w:rsidRPr="00EE133D" w:rsidRDefault="008B2B19" w:rsidP="00CF0EF2">
                            <w:pPr>
                              <w:jc w:val="center"/>
                              <w:rPr>
                                <w:rFonts w:ascii="Proxima Nova Alt Reg" w:hAnsi="Proxima Nova Alt Reg"/>
                                <w:color w:val="FFFFFF" w:themeColor="background1"/>
                              </w:rPr>
                            </w:pPr>
                            <w:r>
                              <w:rPr>
                                <w:rFonts w:ascii="Proxima Nova Alt Reg" w:hAnsi="Proxima Nova Alt Reg"/>
                                <w:b/>
                                <w:bCs/>
                                <w:color w:val="FFFFFF" w:themeColor="background1"/>
                              </w:rPr>
                              <w:t>Axis Y – Parameter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E3B328" id="Text_x0020_Box_x0020_14" o:spid="_x0000_s1051" type="#_x0000_t202" style="position:absolute;margin-left:135pt;margin-top:364.8pt;width:140.35pt;height:4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" filled="f" stroked="f">
                <v:textbox>
                  <w:txbxContent>
                    <w:p w14:paraId="5040A5AE" w14:textId="77777777" w:rsidR="008B2B19" w:rsidRPr="00EE133D" w:rsidRDefault="008B2B19" w:rsidP="00CF0EF2">
                      <w:pPr>
                        <w:jc w:val="center"/>
                        <w:rPr>
                          <w:rFonts w:ascii="Proxima Nova Alt Reg" w:hAnsi="Proxima Nova Alt Reg"/>
                          <w:color w:val="FFFFFF" w:themeColor="background1"/>
                        </w:rPr>
                      </w:pPr>
                      <w:r>
                        <w:rPr>
                          <w:rFonts w:ascii="Proxima Nova Alt Reg" w:hAnsi="Proxima Nova Alt Reg"/>
                          <w:b/>
                          <w:bCs/>
                          <w:color w:val="FFFFFF" w:themeColor="background1"/>
                        </w:rPr>
                        <w:t>Axis Y – Parameter 2</w:t>
                      </w:r>
                    </w:p>
                  </w:txbxContent>
                </v:textbox>
                <w10:wrap type="square"/>
              </v:shape>
            </w:pict>
          </mc:Fallback>
        </mc:AlternateContent>
      </w:r>
      <w:r w:rsidRPr="00E72E04">
        <w:rPr>
          <w:rFonts w:ascii="Proxima Nova Alt Bd" w:eastAsia="Times New Roman" w:hAnsi="Proxima Nova Alt Bd" w:cs="Times New Roman"/>
          <w:b/>
          <w:lang w:val="en-AU"/>
        </w:rPr>
        <w:t>Brand Positioning Statement</w:t>
      </w:r>
    </w:p>
    <w:p w14:paraId="0E5A68AB" w14:textId="77777777" w:rsidR="00CF0EF2" w:rsidRPr="00E72E04" w:rsidRDefault="00CF0EF2" w:rsidP="00CF0EF2">
      <w:pPr>
        <w:widowControl w:val="0"/>
        <w:autoSpaceDE w:val="0"/>
        <w:autoSpaceDN w:val="0"/>
        <w:adjustRightInd w:val="0"/>
        <w:rPr>
          <w:rFonts w:ascii="Proxima Nova Alt" w:eastAsia="Times New Roman" w:hAnsi="Proxima Nova Alt" w:cs="Times New Roman"/>
          <w:lang w:val="en-AU"/>
        </w:rPr>
      </w:pPr>
    </w:p>
    <w:p w14:paraId="3D6E2770" w14:textId="77777777" w:rsidR="00CF0EF2" w:rsidRPr="00E72E04" w:rsidRDefault="00CF0EF2" w:rsidP="00CF0EF2">
      <w:pPr>
        <w:widowControl w:val="0"/>
        <w:autoSpaceDE w:val="0"/>
        <w:autoSpaceDN w:val="0"/>
        <w:adjustRightInd w:val="0"/>
        <w:rPr>
          <w:rFonts w:ascii="Proxima Nova Alt" w:eastAsia="Times New Roman" w:hAnsi="Proxima Nova Alt" w:cs="Times New Roman"/>
          <w:lang w:val="en-AU"/>
        </w:rPr>
      </w:pPr>
      <w:r w:rsidRPr="00E72E04">
        <w:rPr>
          <w:rFonts w:ascii="Proxima Nova Alt" w:eastAsia="Times New Roman" w:hAnsi="Proxima Nova Alt" w:cs="Times New Roman"/>
          <w:lang w:val="en-AU"/>
        </w:rPr>
        <w:t>Write down a simple statement that highlights your position on the above Brand Positioning Map. This statement will be your differentiator; it will help you highlight what makes you stand out from the crowd.</w:t>
      </w:r>
    </w:p>
    <w:p w14:paraId="45EBB9D2" w14:textId="77777777" w:rsidR="00CF0EF2" w:rsidRDefault="00CF0EF2" w:rsidP="00CF0EF2">
      <w:pPr>
        <w:widowControl w:val="0"/>
        <w:autoSpaceDE w:val="0"/>
        <w:autoSpaceDN w:val="0"/>
        <w:adjustRightInd w:val="0"/>
        <w:rPr>
          <w:rFonts w:ascii="Proxima Nova Alt Lt" w:eastAsia="Times New Roman" w:hAnsi="Proxima Nova Alt Lt" w:cs="Times New Roman"/>
          <w:lang w:val="en-AU"/>
        </w:rPr>
      </w:pPr>
    </w:p>
    <w:p w14:paraId="7F4487B9" w14:textId="77777777" w:rsidR="00CF0EF2" w:rsidRPr="00DA146B" w:rsidRDefault="00CF0EF2" w:rsidP="00CF0EF2">
      <w:pPr>
        <w:pStyle w:val="ListParagraph"/>
        <w:widowControl w:val="0"/>
        <w:numPr>
          <w:ilvl w:val="0"/>
          <w:numId w:val="18"/>
        </w:numPr>
        <w:autoSpaceDE w:val="0"/>
        <w:autoSpaceDN w:val="0"/>
        <w:adjustRightInd w:val="0"/>
        <w:rPr>
          <w:rFonts w:ascii="Proxima Nova Alt Lt" w:eastAsia="Times New Roman" w:hAnsi="Proxima Nova Alt Lt" w:cs="Times New Roman"/>
          <w:lang w:val="en-AU"/>
        </w:rPr>
      </w:pPr>
      <w:r>
        <w:rPr>
          <w:rFonts w:ascii="Proxima Nova Alt Reg" w:eastAsia="Times New Roman" w:hAnsi="Proxima Nova Alt Reg" w:cs="Times New Roman"/>
          <w:i/>
          <w:lang w:val="en-AU"/>
        </w:rPr>
        <w:t>Example statement: (Brand Name) is known for x because of y.</w:t>
      </w:r>
    </w:p>
    <w:p w14:paraId="0317CDA1" w14:textId="77777777" w:rsidR="00CF0EF2" w:rsidRPr="00DA146B" w:rsidRDefault="00CF0EF2" w:rsidP="00CF0EF2">
      <w:pPr>
        <w:pStyle w:val="ListParagraph"/>
        <w:widowControl w:val="0"/>
        <w:numPr>
          <w:ilvl w:val="0"/>
          <w:numId w:val="18"/>
        </w:numPr>
        <w:autoSpaceDE w:val="0"/>
        <w:autoSpaceDN w:val="0"/>
        <w:adjustRightInd w:val="0"/>
        <w:rPr>
          <w:rFonts w:ascii="Proxima Nova Alt Lt" w:eastAsia="Times New Roman" w:hAnsi="Proxima Nova Alt Lt" w:cs="Times New Roman"/>
          <w:lang w:val="en-AU"/>
        </w:rPr>
      </w:pPr>
      <w:r>
        <w:rPr>
          <w:rFonts w:ascii="Proxima Nova Alt Reg" w:eastAsia="Times New Roman" w:hAnsi="Proxima Nova Alt Reg" w:cs="Times New Roman"/>
          <w:lang w:val="en-AU"/>
        </w:rPr>
        <w:t xml:space="preserve"> </w:t>
      </w:r>
    </w:p>
    <w:p w14:paraId="4338520F" w14:textId="77777777" w:rsidR="00CF0EF2" w:rsidRPr="00DA146B" w:rsidRDefault="00CF0EF2" w:rsidP="00CF0EF2">
      <w:pPr>
        <w:pStyle w:val="ListParagraph"/>
        <w:widowControl w:val="0"/>
        <w:autoSpaceDE w:val="0"/>
        <w:autoSpaceDN w:val="0"/>
        <w:adjustRightInd w:val="0"/>
        <w:rPr>
          <w:rFonts w:ascii="Proxima Nova Alt Lt" w:eastAsia="Times New Roman" w:hAnsi="Proxima Nova Alt Lt" w:cs="Times New Roman"/>
          <w:lang w:val="en-AU"/>
        </w:rPr>
      </w:pPr>
    </w:p>
    <w:p w14:paraId="62B0E89C" w14:textId="0D3BC2CE" w:rsidR="00BC066A" w:rsidRDefault="00BC066A">
      <w:pPr>
        <w:rPr>
          <w:rFonts w:ascii="Proxima Nova Alt Lt" w:hAnsi="Proxima Nova Alt Lt"/>
        </w:rPr>
      </w:pPr>
      <w:r>
        <w:rPr>
          <w:rFonts w:ascii="Proxima Nova Alt Lt" w:hAnsi="Proxima Nova Alt Lt"/>
        </w:rPr>
        <w:br w:type="page"/>
      </w:r>
    </w:p>
    <w:p w14:paraId="6E7BB36C" w14:textId="65A8D000" w:rsidR="00BC066A" w:rsidRPr="00C35CC3" w:rsidRDefault="00BC066A" w:rsidP="00BC066A">
      <w:pPr>
        <w:shd w:val="clear" w:color="auto" w:fill="FFFFFF"/>
        <w:rPr>
          <w:rFonts w:ascii="Proxima Nova Alt Reg" w:eastAsia="Times New Roman" w:hAnsi="Proxima Nova Alt Reg" w:cs="Times New Roman"/>
          <w:b/>
          <w:color w:val="342791"/>
          <w:sz w:val="30"/>
          <w:szCs w:val="30"/>
          <w:lang w:val="en-AU"/>
        </w:rPr>
      </w:pPr>
      <w:r w:rsidRPr="00C35CC3">
        <w:rPr>
          <w:rFonts w:ascii="Proxima Nova Alt Bd" w:eastAsia="Times New Roman" w:hAnsi="Proxima Nova Alt Bd" w:cs="Times New Roman"/>
          <w:b/>
          <w:color w:val="000090"/>
          <w:sz w:val="30"/>
          <w:szCs w:val="30"/>
          <w:lang w:val="en-AU"/>
        </w:rPr>
        <w:lastRenderedPageBreak/>
        <w:t>About Value Innovation</w:t>
      </w:r>
      <w:r w:rsidRPr="00C35CC3">
        <w:rPr>
          <w:rFonts w:ascii="Proxima Nova Alt Reg" w:eastAsia="Times New Roman" w:hAnsi="Proxima Nova Alt Reg" w:cs="Times New Roman"/>
          <w:b/>
          <w:color w:val="342791"/>
          <w:sz w:val="30"/>
          <w:szCs w:val="30"/>
          <w:lang w:val="en-AU"/>
        </w:rPr>
        <w:br/>
      </w:r>
    </w:p>
    <w:p w14:paraId="6AA673C2" w14:textId="77777777" w:rsidR="00BC066A" w:rsidRPr="00815170" w:rsidRDefault="00BC066A" w:rsidP="00BC066A">
      <w:pPr>
        <w:shd w:val="clear" w:color="auto" w:fill="FFFFFF"/>
        <w:rPr>
          <w:rFonts w:ascii="Proxima Nova Alt Bd" w:eastAsia="Times New Roman" w:hAnsi="Proxima Nova Alt Bd" w:cs="Times New Roman"/>
          <w:color w:val="342791"/>
          <w:lang w:val="en-AU"/>
        </w:rPr>
      </w:pPr>
      <w:r>
        <w:rPr>
          <w:rFonts w:ascii="Proxima Nova Alt Reg" w:hAnsi="Proxima Nova Alt Reg" w:cs="Arial"/>
          <w:color w:val="222222"/>
        </w:rPr>
        <w:t xml:space="preserve">Value Innovation defies competition based strategy. It seeks to create a sustainable point of difference, driving the brand into new uncontested market spaces by creating buyer value that has never been offered before. </w:t>
      </w:r>
    </w:p>
    <w:p w14:paraId="0EB3D8B5" w14:textId="77777777" w:rsidR="00BC066A" w:rsidRDefault="00BC066A" w:rsidP="00BC066A">
      <w:pPr>
        <w:pStyle w:val="m9214593065535317240gmail-normal"/>
        <w:shd w:val="clear" w:color="auto" w:fill="FFFFFF"/>
        <w:rPr>
          <w:rFonts w:ascii="Proxima Nova Alt Reg" w:hAnsi="Proxima Nova Alt Reg" w:cs="Arial"/>
          <w:color w:val="222222"/>
          <w:sz w:val="24"/>
          <w:szCs w:val="24"/>
        </w:rPr>
      </w:pPr>
      <w:r>
        <w:rPr>
          <w:rFonts w:ascii="Proxima Nova Alt Reg" w:hAnsi="Proxima Nova Alt Reg" w:cs="Arial"/>
          <w:color w:val="222222"/>
          <w:sz w:val="24"/>
          <w:szCs w:val="24"/>
        </w:rPr>
        <w:t>To create a new value curve, brands must ask themselves the following questions:</w:t>
      </w:r>
    </w:p>
    <w:p w14:paraId="248D5B91" w14:textId="77777777" w:rsidR="00BC066A" w:rsidRDefault="00BC066A" w:rsidP="00BC066A">
      <w:pPr>
        <w:pStyle w:val="m9214593065535317240gmail-normal"/>
        <w:numPr>
          <w:ilvl w:val="0"/>
          <w:numId w:val="19"/>
        </w:numPr>
        <w:shd w:val="clear" w:color="auto" w:fill="FFFFFF"/>
        <w:rPr>
          <w:rFonts w:ascii="Proxima Nova Alt Reg" w:hAnsi="Proxima Nova Alt Reg" w:cs="Arial"/>
          <w:color w:val="222222"/>
          <w:sz w:val="24"/>
          <w:szCs w:val="24"/>
        </w:rPr>
      </w:pPr>
      <w:r>
        <w:rPr>
          <w:rFonts w:ascii="Proxima Nova Alt Reg" w:hAnsi="Proxima Nova Alt Reg" w:cs="Arial"/>
          <w:color w:val="222222"/>
          <w:sz w:val="24"/>
          <w:szCs w:val="24"/>
        </w:rPr>
        <w:t>What factors does the industry take for granted that should be eliminated?</w:t>
      </w:r>
    </w:p>
    <w:p w14:paraId="5DFE8BE9" w14:textId="77777777" w:rsidR="00BC066A" w:rsidRDefault="00BC066A" w:rsidP="00BC066A">
      <w:pPr>
        <w:pStyle w:val="m9214593065535317240gmail-normal"/>
        <w:numPr>
          <w:ilvl w:val="0"/>
          <w:numId w:val="19"/>
        </w:numPr>
        <w:shd w:val="clear" w:color="auto" w:fill="FFFFFF"/>
        <w:rPr>
          <w:rFonts w:ascii="Proxima Nova Alt Reg" w:hAnsi="Proxima Nova Alt Reg" w:cs="Arial"/>
          <w:color w:val="222222"/>
          <w:sz w:val="24"/>
          <w:szCs w:val="24"/>
        </w:rPr>
      </w:pPr>
      <w:r>
        <w:rPr>
          <w:rFonts w:ascii="Proxima Nova Alt Reg" w:hAnsi="Proxima Nova Alt Reg" w:cs="Arial"/>
          <w:color w:val="222222"/>
          <w:sz w:val="24"/>
          <w:szCs w:val="24"/>
        </w:rPr>
        <w:t>What factors could be reduced well below industry standard?</w:t>
      </w:r>
    </w:p>
    <w:p w14:paraId="094A595E" w14:textId="77777777" w:rsidR="00BC066A" w:rsidRDefault="00BC066A" w:rsidP="00BC066A">
      <w:pPr>
        <w:pStyle w:val="m9214593065535317240gmail-normal"/>
        <w:numPr>
          <w:ilvl w:val="0"/>
          <w:numId w:val="19"/>
        </w:numPr>
        <w:shd w:val="clear" w:color="auto" w:fill="FFFFFF"/>
        <w:rPr>
          <w:rFonts w:ascii="Proxima Nova Alt Reg" w:hAnsi="Proxima Nova Alt Reg" w:cs="Arial"/>
          <w:color w:val="222222"/>
          <w:sz w:val="24"/>
          <w:szCs w:val="24"/>
        </w:rPr>
      </w:pPr>
      <w:r>
        <w:rPr>
          <w:rFonts w:ascii="Proxima Nova Alt Reg" w:hAnsi="Proxima Nova Alt Reg" w:cs="Arial"/>
          <w:color w:val="222222"/>
          <w:sz w:val="24"/>
          <w:szCs w:val="24"/>
        </w:rPr>
        <w:t>What factors in the current landscape need to be raised above industry standard?</w:t>
      </w:r>
    </w:p>
    <w:p w14:paraId="045317F6" w14:textId="77777777" w:rsidR="00BC066A" w:rsidRDefault="00BC066A" w:rsidP="00BC066A">
      <w:pPr>
        <w:pStyle w:val="m9214593065535317240gmail-normal"/>
        <w:numPr>
          <w:ilvl w:val="0"/>
          <w:numId w:val="19"/>
        </w:numPr>
        <w:shd w:val="clear" w:color="auto" w:fill="FFFFFF"/>
        <w:rPr>
          <w:rFonts w:ascii="Proxima Nova Alt Reg" w:hAnsi="Proxima Nova Alt Reg" w:cs="Arial"/>
          <w:color w:val="222222"/>
          <w:sz w:val="24"/>
          <w:szCs w:val="24"/>
        </w:rPr>
      </w:pPr>
      <w:r>
        <w:rPr>
          <w:rFonts w:ascii="Proxima Nova Alt Reg" w:hAnsi="Proxima Nova Alt Reg" w:cs="Arial"/>
          <w:color w:val="222222"/>
          <w:sz w:val="24"/>
          <w:szCs w:val="24"/>
        </w:rPr>
        <w:t>What factors could be created that the industry has never offered before?</w:t>
      </w:r>
    </w:p>
    <w:p w14:paraId="5421B6CA" w14:textId="70694F5A" w:rsidR="00C35CC3" w:rsidRDefault="00D9667B">
      <w:pPr>
        <w:rPr>
          <w:rFonts w:ascii="Proxima Nova Alt Bd" w:eastAsia="Times New Roman" w:hAnsi="Proxima Nova Alt Bd" w:cs="Times New Roman"/>
          <w:color w:val="000090"/>
          <w:sz w:val="30"/>
          <w:szCs w:val="30"/>
          <w:lang w:val="en-AU"/>
        </w:rPr>
      </w:pPr>
      <w:r>
        <w:rPr>
          <w:rFonts w:ascii="Proxima Nova Alt Bd" w:eastAsia="Times New Roman" w:hAnsi="Proxima Nova Alt Bd" w:cs="Times New Roman"/>
          <w:color w:val="000090"/>
          <w:sz w:val="30"/>
          <w:szCs w:val="30"/>
          <w:lang w:val="en-AU"/>
        </w:rPr>
        <w:br w:type="page"/>
      </w:r>
    </w:p>
    <w:p w14:paraId="266F93D4" w14:textId="77777777" w:rsidR="00C35CC3" w:rsidRPr="00C35CC3" w:rsidRDefault="00C35CC3" w:rsidP="00C35CC3">
      <w:pPr>
        <w:shd w:val="clear" w:color="auto" w:fill="FFFFFF"/>
        <w:rPr>
          <w:rFonts w:ascii="Proxima Nova Alt Lt" w:eastAsia="Times New Roman" w:hAnsi="Proxima Nova Alt Lt" w:cs="Times New Roman"/>
          <w:b/>
          <w:lang w:val="en-AU"/>
        </w:rPr>
      </w:pPr>
      <w:r w:rsidRPr="00C35CC3">
        <w:rPr>
          <w:rFonts w:ascii="Proxima Nova Alt Bd" w:eastAsia="Times New Roman" w:hAnsi="Proxima Nova Alt Bd" w:cs="Times New Roman"/>
          <w:b/>
          <w:color w:val="000090"/>
          <w:sz w:val="30"/>
          <w:szCs w:val="30"/>
          <w:lang w:val="en-AU"/>
        </w:rPr>
        <w:lastRenderedPageBreak/>
        <w:t>Your Value Innovation Chart</w:t>
      </w:r>
    </w:p>
    <w:p w14:paraId="2186E796" w14:textId="77777777" w:rsidR="00C35CC3" w:rsidRDefault="00C35CC3" w:rsidP="00C35CC3">
      <w:pPr>
        <w:shd w:val="clear" w:color="auto" w:fill="FFFFFF"/>
        <w:rPr>
          <w:rFonts w:ascii="Proxima Nova Alt Lt" w:eastAsia="Times New Roman" w:hAnsi="Proxima Nova Alt Lt" w:cs="Times New Roman"/>
          <w:lang w:val="en-AU"/>
        </w:rPr>
      </w:pPr>
    </w:p>
    <w:p w14:paraId="4F6F287A" w14:textId="77777777" w:rsidR="00C35CC3" w:rsidRPr="00E47165" w:rsidRDefault="00C35CC3" w:rsidP="00C35CC3">
      <w:pPr>
        <w:shd w:val="clear" w:color="auto" w:fill="FFFFFF"/>
        <w:rPr>
          <w:rFonts w:ascii="Proxima Nova Alt Lt" w:eastAsia="Times New Roman" w:hAnsi="Proxima Nova Alt Lt" w:cs="Times New Roman"/>
          <w:lang w:val="en-AU"/>
        </w:rPr>
      </w:pPr>
      <w:r>
        <w:rPr>
          <w:rFonts w:ascii="Proxima Nova Alt Lt" w:eastAsia="Times New Roman" w:hAnsi="Proxima Nova Alt Lt" w:cs="Times New Roman"/>
          <w:lang w:val="en-AU"/>
        </w:rPr>
        <w:t xml:space="preserve">The Value Innovation Chart is a tool that allows you to identify factors in the industry that are yet to be created, that need to be raised above standard, that need to be reduced below standard, and that need to be eliminated altogether. </w:t>
      </w:r>
      <w:r w:rsidRPr="00EE133D">
        <w:rPr>
          <w:rFonts w:ascii="Proxima Nova Alt Lt" w:eastAsia="Times New Roman" w:hAnsi="Proxima Nova Alt Lt" w:cs="Times New Roman"/>
          <w:lang w:val="en-AU"/>
        </w:rPr>
        <w:t xml:space="preserve">Fill the </w:t>
      </w:r>
      <w:r>
        <w:rPr>
          <w:rFonts w:ascii="Proxima Nova Alt Lt" w:eastAsia="Times New Roman" w:hAnsi="Proxima Nova Alt Lt" w:cs="Times New Roman"/>
          <w:lang w:val="en-AU"/>
        </w:rPr>
        <w:t>Value Innovation Chart</w:t>
      </w:r>
      <w:r w:rsidRPr="00EE133D">
        <w:rPr>
          <w:rFonts w:ascii="Proxima Nova Alt Lt" w:eastAsia="Times New Roman" w:hAnsi="Proxima Nova Alt Lt" w:cs="Times New Roman"/>
          <w:lang w:val="en-AU"/>
        </w:rPr>
        <w:t xml:space="preserve"> below </w:t>
      </w:r>
      <w:r>
        <w:rPr>
          <w:rFonts w:ascii="Proxima Nova Alt Lt" w:eastAsia="Times New Roman" w:hAnsi="Proxima Nova Alt Lt" w:cs="Times New Roman"/>
          <w:lang w:val="en-AU"/>
        </w:rPr>
        <w:t>to identify your business’ value innovation; the new things you’re bringing into the industry that is an amalgamation of the factors stated above. This will make the competitors in your space irrelevant as you move into and dominate previously uncharted territory.</w:t>
      </w:r>
    </w:p>
    <w:p w14:paraId="27C791D1" w14:textId="104C47C6" w:rsidR="00856C51" w:rsidRPr="00856C51" w:rsidRDefault="00C35CC3">
      <w:pPr>
        <w:rPr>
          <w:rFonts w:ascii="Proxima Nova Alt Lt" w:hAnsi="Proxima Nova Alt Lt"/>
        </w:rPr>
      </w:pPr>
      <w:r>
        <w:rPr>
          <w:rFonts w:ascii="Proxima Nova Alt Reg" w:eastAsia="Times New Roman" w:hAnsi="Proxima Nova Alt Reg" w:cs="Times New Roman"/>
          <w:noProof/>
          <w:color w:val="342791"/>
        </w:rPr>
        <mc:AlternateContent>
          <mc:Choice Requires="wps">
            <w:drawing>
              <wp:anchor distT="0" distB="0" distL="114300" distR="114300" simplePos="0" relativeHeight="251679744" behindDoc="0" locked="0" layoutInCell="1" allowOverlap="1" wp14:anchorId="5D75DEF5" wp14:editId="399207D4">
                <wp:simplePos x="0" y="0"/>
                <wp:positionH relativeFrom="column">
                  <wp:posOffset>3025775</wp:posOffset>
                </wp:positionH>
                <wp:positionV relativeFrom="paragraph">
                  <wp:posOffset>3199765</wp:posOffset>
                </wp:positionV>
                <wp:extent cx="2971800" cy="2395855"/>
                <wp:effectExtent l="0" t="0" r="0" b="0"/>
                <wp:wrapSquare wrapText="bothSides"/>
                <wp:docPr id="19" name="Text Box 19"/>
                <wp:cNvGraphicFramePr/>
                <a:graphic xmlns:a="http://schemas.openxmlformats.org/drawingml/2006/main">
                  <a:graphicData uri="http://schemas.microsoft.com/office/word/2010/wordprocessingShape">
                    <wps:wsp>
                      <wps:cNvSpPr txBox="1"/>
                      <wps:spPr>
                        <a:xfrm>
                          <a:off x="0" y="0"/>
                          <a:ext cx="2971800" cy="23958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771DC0" w14:textId="77777777" w:rsidR="008B2B19" w:rsidRDefault="008B2B19" w:rsidP="00C35CC3">
                            <w:pPr>
                              <w:jc w:val="right"/>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Your created</w:t>
                            </w:r>
                          </w:p>
                          <w:p w14:paraId="6CBD2AD6" w14:textId="77777777" w:rsidR="008B2B19" w:rsidRPr="00FE30CD" w:rsidRDefault="008B2B19" w:rsidP="00C35CC3">
                            <w:pPr>
                              <w:jc w:val="right"/>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factors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D75DEF5" id="Text_x0020_Box_x0020_19" o:spid="_x0000_s1052" type="#_x0000_t202" style="position:absolute;margin-left:238.25pt;margin-top:251.95pt;width:234pt;height:188.6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" filled="f" stroked="f">
                <v:textbox>
                  <w:txbxContent>
                    <w:p w14:paraId="58771DC0" w14:textId="77777777" w:rsidR="008B2B19" w:rsidRDefault="008B2B19" w:rsidP="00C35CC3">
                      <w:pPr>
                        <w:jc w:val="right"/>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Your created</w:t>
                      </w:r>
                    </w:p>
                    <w:p w14:paraId="6CBD2AD6" w14:textId="77777777" w:rsidR="008B2B19" w:rsidRPr="00FE30CD" w:rsidRDefault="008B2B19" w:rsidP="00C35CC3">
                      <w:pPr>
                        <w:jc w:val="right"/>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factors here.</w:t>
                      </w:r>
                    </w:p>
                  </w:txbxContent>
                </v:textbox>
                <w10:wrap type="square"/>
              </v:shape>
            </w:pict>
          </mc:Fallback>
        </mc:AlternateContent>
      </w:r>
      <w:r>
        <w:rPr>
          <w:rFonts w:ascii="Proxima Nova Alt Reg" w:eastAsia="Times New Roman" w:hAnsi="Proxima Nova Alt Reg" w:cs="Times New Roman"/>
          <w:noProof/>
          <w:color w:val="342791"/>
        </w:rPr>
        <mc:AlternateContent>
          <mc:Choice Requires="wps">
            <w:drawing>
              <wp:anchor distT="0" distB="0" distL="114300" distR="114300" simplePos="0" relativeHeight="251678720" behindDoc="0" locked="0" layoutInCell="1" allowOverlap="1" wp14:anchorId="64219E8C" wp14:editId="32431D58">
                <wp:simplePos x="0" y="0"/>
                <wp:positionH relativeFrom="column">
                  <wp:posOffset>-634365</wp:posOffset>
                </wp:positionH>
                <wp:positionV relativeFrom="paragraph">
                  <wp:posOffset>3198495</wp:posOffset>
                </wp:positionV>
                <wp:extent cx="2971800" cy="2395855"/>
                <wp:effectExtent l="0" t="0" r="0" b="0"/>
                <wp:wrapSquare wrapText="bothSides"/>
                <wp:docPr id="18" name="Text Box 18"/>
                <wp:cNvGraphicFramePr/>
                <a:graphic xmlns:a="http://schemas.openxmlformats.org/drawingml/2006/main">
                  <a:graphicData uri="http://schemas.microsoft.com/office/word/2010/wordprocessingShape">
                    <wps:wsp>
                      <wps:cNvSpPr txBox="1"/>
                      <wps:spPr>
                        <a:xfrm>
                          <a:off x="0" y="0"/>
                          <a:ext cx="2971800" cy="23958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02136A6" w14:textId="77777777" w:rsidR="008B2B19" w:rsidRDefault="008B2B19" w:rsidP="00C35CC3">
                            <w:pPr>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Your raised</w:t>
                            </w:r>
                          </w:p>
                          <w:p w14:paraId="053A4F28" w14:textId="77777777" w:rsidR="008B2B19" w:rsidRPr="00FE30CD" w:rsidRDefault="008B2B19" w:rsidP="00C35CC3">
                            <w:pPr>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factors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219E8C" id="Text_x0020_Box_x0020_18" o:spid="_x0000_s1053" type="#_x0000_t202" style="position:absolute;margin-left:-49.95pt;margin-top:251.85pt;width:234pt;height:188.6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" filled="f" stroked="f">
                <v:textbox>
                  <w:txbxContent>
                    <w:p w14:paraId="302136A6" w14:textId="77777777" w:rsidR="008B2B19" w:rsidRDefault="008B2B19" w:rsidP="00C35CC3">
                      <w:pPr>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Your raised</w:t>
                      </w:r>
                    </w:p>
                    <w:p w14:paraId="053A4F28" w14:textId="77777777" w:rsidR="008B2B19" w:rsidRPr="00FE30CD" w:rsidRDefault="008B2B19" w:rsidP="00C35CC3">
                      <w:pPr>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factors here.</w:t>
                      </w:r>
                    </w:p>
                  </w:txbxContent>
                </v:textbox>
                <w10:wrap type="square"/>
              </v:shape>
            </w:pict>
          </mc:Fallback>
        </mc:AlternateContent>
      </w:r>
      <w:r>
        <w:rPr>
          <w:rFonts w:ascii="Proxima Nova Alt Reg" w:eastAsia="Times New Roman" w:hAnsi="Proxima Nova Alt Reg" w:cs="Times New Roman"/>
          <w:noProof/>
          <w:color w:val="342791"/>
        </w:rPr>
        <mc:AlternateContent>
          <mc:Choice Requires="wps">
            <w:drawing>
              <wp:anchor distT="0" distB="0" distL="114300" distR="114300" simplePos="0" relativeHeight="251677696" behindDoc="0" locked="0" layoutInCell="1" allowOverlap="1" wp14:anchorId="50955870" wp14:editId="53C97DD4">
                <wp:simplePos x="0" y="0"/>
                <wp:positionH relativeFrom="column">
                  <wp:posOffset>3025775</wp:posOffset>
                </wp:positionH>
                <wp:positionV relativeFrom="paragraph">
                  <wp:posOffset>342265</wp:posOffset>
                </wp:positionV>
                <wp:extent cx="2971800" cy="2395855"/>
                <wp:effectExtent l="0" t="0" r="0" b="0"/>
                <wp:wrapSquare wrapText="bothSides"/>
                <wp:docPr id="17" name="Text Box 17"/>
                <wp:cNvGraphicFramePr/>
                <a:graphic xmlns:a="http://schemas.openxmlformats.org/drawingml/2006/main">
                  <a:graphicData uri="http://schemas.microsoft.com/office/word/2010/wordprocessingShape">
                    <wps:wsp>
                      <wps:cNvSpPr txBox="1"/>
                      <wps:spPr>
                        <a:xfrm>
                          <a:off x="0" y="0"/>
                          <a:ext cx="2971800" cy="23958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8FB64A2" w14:textId="77777777" w:rsidR="008B2B19" w:rsidRPr="00FE30CD" w:rsidRDefault="008B2B19" w:rsidP="00C35CC3">
                            <w:pPr>
                              <w:jc w:val="right"/>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Your reduced factors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0955870" id="Text_x0020_Box_x0020_17" o:spid="_x0000_s1054" type="#_x0000_t202" style="position:absolute;margin-left:238.25pt;margin-top:26.95pt;width:234pt;height:188.65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" filled="f" stroked="f">
                <v:textbox>
                  <w:txbxContent>
                    <w:p w14:paraId="28FB64A2" w14:textId="77777777" w:rsidR="008B2B19" w:rsidRPr="00FE30CD" w:rsidRDefault="008B2B19" w:rsidP="00C35CC3">
                      <w:pPr>
                        <w:jc w:val="right"/>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Your reduced factors here.</w:t>
                      </w:r>
                    </w:p>
                  </w:txbxContent>
                </v:textbox>
                <w10:wrap type="square"/>
              </v:shape>
            </w:pict>
          </mc:Fallback>
        </mc:AlternateContent>
      </w:r>
      <w:r>
        <w:rPr>
          <w:rFonts w:ascii="Proxima Nova Alt Reg" w:eastAsia="Times New Roman" w:hAnsi="Proxima Nova Alt Reg" w:cs="Times New Roman"/>
          <w:noProof/>
          <w:color w:val="342791"/>
        </w:rPr>
        <mc:AlternateContent>
          <mc:Choice Requires="wps">
            <w:drawing>
              <wp:anchor distT="0" distB="0" distL="114300" distR="114300" simplePos="0" relativeHeight="251676672" behindDoc="0" locked="0" layoutInCell="1" allowOverlap="1" wp14:anchorId="0950888C" wp14:editId="73ED0514">
                <wp:simplePos x="0" y="0"/>
                <wp:positionH relativeFrom="column">
                  <wp:posOffset>-631825</wp:posOffset>
                </wp:positionH>
                <wp:positionV relativeFrom="paragraph">
                  <wp:posOffset>337099</wp:posOffset>
                </wp:positionV>
                <wp:extent cx="2971800" cy="2395855"/>
                <wp:effectExtent l="0" t="0" r="0" b="0"/>
                <wp:wrapSquare wrapText="bothSides"/>
                <wp:docPr id="49" name="Text Box 49"/>
                <wp:cNvGraphicFramePr/>
                <a:graphic xmlns:a="http://schemas.openxmlformats.org/drawingml/2006/main">
                  <a:graphicData uri="http://schemas.microsoft.com/office/word/2010/wordprocessingShape">
                    <wps:wsp>
                      <wps:cNvSpPr txBox="1"/>
                      <wps:spPr>
                        <a:xfrm>
                          <a:off x="0" y="0"/>
                          <a:ext cx="2971800" cy="23958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F50700B" w14:textId="77777777" w:rsidR="008B2B19" w:rsidRPr="00FE30CD" w:rsidRDefault="008B2B19" w:rsidP="00C35CC3">
                            <w:pPr>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Your eliminated factors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950888C" id="Text_x0020_Box_x0020_49" o:spid="_x0000_s1055" type="#_x0000_t202" style="position:absolute;margin-left:-49.75pt;margin-top:26.55pt;width:234pt;height:188.6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" filled="f" stroked="f">
                <v:textbox>
                  <w:txbxContent>
                    <w:p w14:paraId="4F50700B" w14:textId="77777777" w:rsidR="008B2B19" w:rsidRPr="00FE30CD" w:rsidRDefault="008B2B19" w:rsidP="00C35CC3">
                      <w:pPr>
                        <w:rPr>
                          <w:rFonts w:ascii="Proxima Nova Alt" w:hAnsi="Proxima Nova Alt"/>
                          <w:color w:val="FFFFFF" w:themeColor="background1"/>
                          <w:sz w:val="32"/>
                          <w:szCs w:val="32"/>
                          <w:lang w:val="en-AU"/>
                        </w:rPr>
                      </w:pPr>
                      <w:r>
                        <w:rPr>
                          <w:rFonts w:ascii="Proxima Nova Alt" w:hAnsi="Proxima Nova Alt"/>
                          <w:color w:val="FFFFFF" w:themeColor="background1"/>
                          <w:sz w:val="32"/>
                          <w:szCs w:val="32"/>
                          <w:lang w:val="en-AU"/>
                        </w:rPr>
                        <w:t>Your eliminated factors here.</w:t>
                      </w:r>
                    </w:p>
                  </w:txbxContent>
                </v:textbox>
                <w10:wrap type="square"/>
              </v:shape>
            </w:pict>
          </mc:Fallback>
        </mc:AlternateContent>
      </w:r>
      <w:r>
        <w:rPr>
          <w:rFonts w:ascii="Proxima Nova Alt Reg" w:eastAsia="Times New Roman" w:hAnsi="Proxima Nova Alt Reg" w:cs="Times New Roman"/>
          <w:noProof/>
          <w:color w:val="342791"/>
        </w:rPr>
        <mc:AlternateContent>
          <mc:Choice Requires="wps">
            <w:drawing>
              <wp:anchor distT="0" distB="0" distL="114300" distR="114300" simplePos="0" relativeHeight="251675648" behindDoc="0" locked="0" layoutInCell="1" allowOverlap="1" wp14:anchorId="33ACE8D4" wp14:editId="66E8D303">
                <wp:simplePos x="0" y="0"/>
                <wp:positionH relativeFrom="column">
                  <wp:posOffset>1654175</wp:posOffset>
                </wp:positionH>
                <wp:positionV relativeFrom="paragraph">
                  <wp:posOffset>2171065</wp:posOffset>
                </wp:positionV>
                <wp:extent cx="1943100" cy="1828800"/>
                <wp:effectExtent l="0" t="0" r="0" b="0"/>
                <wp:wrapSquare wrapText="bothSides"/>
                <wp:docPr id="16" name="Text Box 16"/>
                <wp:cNvGraphicFramePr/>
                <a:graphic xmlns:a="http://schemas.openxmlformats.org/drawingml/2006/main">
                  <a:graphicData uri="http://schemas.microsoft.com/office/word/2010/wordprocessingShape">
                    <wps:wsp>
                      <wps:cNvSpPr txBox="1"/>
                      <wps:spPr>
                        <a:xfrm>
                          <a:off x="0" y="0"/>
                          <a:ext cx="1943100" cy="18288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BE743FD" w14:textId="77777777" w:rsidR="008B2B19" w:rsidRPr="00FE30CD" w:rsidRDefault="008B2B19" w:rsidP="00C35CC3">
                            <w:pPr>
                              <w:jc w:val="center"/>
                              <w:rPr>
                                <w:rFonts w:ascii="Proxima Nova Alt" w:hAnsi="Proxima Nova Alt"/>
                                <w:b/>
                                <w:bCs/>
                                <w:color w:val="FFFFFF" w:themeColor="background1"/>
                                <w:sz w:val="56"/>
                                <w:szCs w:val="56"/>
                                <w:lang w:val="en-AU"/>
                              </w:rPr>
                            </w:pPr>
                            <w:r>
                              <w:rPr>
                                <w:rFonts w:ascii="Proxima Nova Alt" w:hAnsi="Proxima Nova Alt"/>
                                <w:b/>
                                <w:bCs/>
                                <w:color w:val="FFFFFF" w:themeColor="background1"/>
                                <w:sz w:val="56"/>
                                <w:szCs w:val="56"/>
                                <w:lang w:val="en-AU"/>
                              </w:rPr>
                              <w:t xml:space="preserve">YOUR </w:t>
                            </w:r>
                            <w:r w:rsidRPr="00FE30CD">
                              <w:rPr>
                                <w:rFonts w:ascii="Proxima Nova Alt" w:hAnsi="Proxima Nova Alt"/>
                                <w:b/>
                                <w:bCs/>
                                <w:color w:val="FFFFFF" w:themeColor="background1"/>
                                <w:sz w:val="56"/>
                                <w:szCs w:val="56"/>
                                <w:lang w:val="en-AU"/>
                              </w:rPr>
                              <w:t xml:space="preserve">NEW VALUE </w:t>
                            </w:r>
                            <w:r>
                              <w:rPr>
                                <w:rFonts w:ascii="Proxima Nova Alt" w:hAnsi="Proxima Nova Alt"/>
                                <w:b/>
                                <w:bCs/>
                                <w:color w:val="FFFFFF" w:themeColor="background1"/>
                                <w:sz w:val="56"/>
                                <w:szCs w:val="56"/>
                                <w:lang w:val="en-AU"/>
                              </w:rPr>
                              <w:t>HER</w:t>
                            </w:r>
                            <w:r w:rsidRPr="00FE30CD">
                              <w:rPr>
                                <w:rFonts w:ascii="Proxima Nova Alt" w:hAnsi="Proxima Nova Alt"/>
                                <w:b/>
                                <w:bCs/>
                                <w:color w:val="FFFFFF" w:themeColor="background1"/>
                                <w:sz w:val="56"/>
                                <w:szCs w:val="56"/>
                                <w:lang w:val="en-AU"/>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3ACE8D4" id="Text_x0020_Box_x0020_16" o:spid="_x0000_s1056" type="#_x0000_t202" style="position:absolute;margin-left:130.25pt;margin-top:170.95pt;width:153pt;height:2in;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" filled="f" stroked="f">
                <v:textbox>
                  <w:txbxContent>
                    <w:p w14:paraId="5BE743FD" w14:textId="77777777" w:rsidR="008B2B19" w:rsidRPr="00FE30CD" w:rsidRDefault="008B2B19" w:rsidP="00C35CC3">
                      <w:pPr>
                        <w:jc w:val="center"/>
                        <w:rPr>
                          <w:rFonts w:ascii="Proxima Nova Alt" w:hAnsi="Proxima Nova Alt"/>
                          <w:b/>
                          <w:bCs/>
                          <w:color w:val="FFFFFF" w:themeColor="background1"/>
                          <w:sz w:val="56"/>
                          <w:szCs w:val="56"/>
                          <w:lang w:val="en-AU"/>
                        </w:rPr>
                      </w:pPr>
                      <w:r>
                        <w:rPr>
                          <w:rFonts w:ascii="Proxima Nova Alt" w:hAnsi="Proxima Nova Alt"/>
                          <w:b/>
                          <w:bCs/>
                          <w:color w:val="FFFFFF" w:themeColor="background1"/>
                          <w:sz w:val="56"/>
                          <w:szCs w:val="56"/>
                          <w:lang w:val="en-AU"/>
                        </w:rPr>
                        <w:t xml:space="preserve">YOUR </w:t>
                      </w:r>
                      <w:r w:rsidRPr="00FE30CD">
                        <w:rPr>
                          <w:rFonts w:ascii="Proxima Nova Alt" w:hAnsi="Proxima Nova Alt"/>
                          <w:b/>
                          <w:bCs/>
                          <w:color w:val="FFFFFF" w:themeColor="background1"/>
                          <w:sz w:val="56"/>
                          <w:szCs w:val="56"/>
                          <w:lang w:val="en-AU"/>
                        </w:rPr>
                        <w:t xml:space="preserve">NEW VALUE </w:t>
                      </w:r>
                      <w:r>
                        <w:rPr>
                          <w:rFonts w:ascii="Proxima Nova Alt" w:hAnsi="Proxima Nova Alt"/>
                          <w:b/>
                          <w:bCs/>
                          <w:color w:val="FFFFFF" w:themeColor="background1"/>
                          <w:sz w:val="56"/>
                          <w:szCs w:val="56"/>
                          <w:lang w:val="en-AU"/>
                        </w:rPr>
                        <w:t>HER</w:t>
                      </w:r>
                      <w:r w:rsidRPr="00FE30CD">
                        <w:rPr>
                          <w:rFonts w:ascii="Proxima Nova Alt" w:hAnsi="Proxima Nova Alt"/>
                          <w:b/>
                          <w:bCs/>
                          <w:color w:val="FFFFFF" w:themeColor="background1"/>
                          <w:sz w:val="56"/>
                          <w:szCs w:val="56"/>
                          <w:lang w:val="en-AU"/>
                        </w:rPr>
                        <w:t>E</w:t>
                      </w:r>
                    </w:p>
                  </w:txbxContent>
                </v:textbox>
                <w10:wrap type="square"/>
              </v:shape>
            </w:pict>
          </mc:Fallback>
        </mc:AlternateContent>
      </w:r>
      <w:r>
        <w:rPr>
          <w:rFonts w:ascii="Proxima Nova Alt Reg" w:eastAsia="Times New Roman" w:hAnsi="Proxima Nova Alt Reg" w:cs="Times New Roman"/>
          <w:noProof/>
          <w:color w:val="342791"/>
        </w:rPr>
        <mc:AlternateContent>
          <mc:Choice Requires="wpg">
            <w:drawing>
              <wp:anchor distT="0" distB="0" distL="114300" distR="114300" simplePos="0" relativeHeight="251668480" behindDoc="0" locked="0" layoutInCell="1" allowOverlap="1" wp14:anchorId="69A24B18" wp14:editId="0CF418F2">
                <wp:simplePos x="0" y="0"/>
                <wp:positionH relativeFrom="column">
                  <wp:posOffset>-629920</wp:posOffset>
                </wp:positionH>
                <wp:positionV relativeFrom="paragraph">
                  <wp:posOffset>347980</wp:posOffset>
                </wp:positionV>
                <wp:extent cx="6625590" cy="5374640"/>
                <wp:effectExtent l="0" t="0" r="3810" b="10160"/>
                <wp:wrapThrough wrapText="bothSides">
                  <wp:wrapPolygon edited="0">
                    <wp:start x="0" y="0"/>
                    <wp:lineTo x="0" y="21539"/>
                    <wp:lineTo x="21530" y="21539"/>
                    <wp:lineTo x="21530" y="0"/>
                    <wp:lineTo x="0" y="0"/>
                  </wp:wrapPolygon>
                </wp:wrapThrough>
                <wp:docPr id="38" name="Group 38"/>
                <wp:cNvGraphicFramePr/>
                <a:graphic xmlns:a="http://schemas.openxmlformats.org/drawingml/2006/main">
                  <a:graphicData uri="http://schemas.microsoft.com/office/word/2010/wordprocessingGroup">
                    <wpg:wgp>
                      <wpg:cNvGrpSpPr/>
                      <wpg:grpSpPr>
                        <a:xfrm>
                          <a:off x="0" y="0"/>
                          <a:ext cx="6625590" cy="5374640"/>
                          <a:chOff x="0" y="0"/>
                          <a:chExt cx="6632613" cy="6748818"/>
                        </a:xfrm>
                      </wpg:grpSpPr>
                      <wps:wsp>
                        <wps:cNvPr id="39" name="Rectangle 39"/>
                        <wps:cNvSpPr/>
                        <wps:spPr>
                          <a:xfrm>
                            <a:off x="0" y="0"/>
                            <a:ext cx="3198714" cy="3200400"/>
                          </a:xfrm>
                          <a:prstGeom prst="rect">
                            <a:avLst/>
                          </a:prstGeom>
                          <a:solidFill>
                            <a:srgbClr val="1B1EAA"/>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Rectangle 40"/>
                        <wps:cNvSpPr/>
                        <wps:spPr>
                          <a:xfrm>
                            <a:off x="3427556" y="0"/>
                            <a:ext cx="3205057" cy="3200400"/>
                          </a:xfrm>
                          <a:prstGeom prst="rect">
                            <a:avLst/>
                          </a:prstGeom>
                          <a:solidFill>
                            <a:srgbClr val="1B1EAA"/>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Rectangle 41"/>
                        <wps:cNvSpPr/>
                        <wps:spPr>
                          <a:xfrm>
                            <a:off x="0" y="3548418"/>
                            <a:ext cx="3198714" cy="3200400"/>
                          </a:xfrm>
                          <a:prstGeom prst="rect">
                            <a:avLst/>
                          </a:prstGeom>
                          <a:solidFill>
                            <a:srgbClr val="1B1EAA"/>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Rectangle 42"/>
                        <wps:cNvSpPr/>
                        <wps:spPr>
                          <a:xfrm>
                            <a:off x="3427556" y="3548418"/>
                            <a:ext cx="3205057" cy="3200400"/>
                          </a:xfrm>
                          <a:prstGeom prst="rect">
                            <a:avLst/>
                          </a:prstGeom>
                          <a:solidFill>
                            <a:srgbClr val="1B1EAA"/>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21D6B36" id="Group_x0020_38" o:spid="_x0000_s1026" style="position:absolute;margin-left:-49.6pt;margin-top:27.4pt;width:521.7pt;height:423.2pt;z-index:251668480;mso-width-relative:margin;mso-height-relative:margin" coordsize="6632613,67488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">
                <v:rect id="Rectangle_x0020_39" o:spid="_x0000_s1027" style="position:absolute;width:3198714;height:3200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N/9GwgAA&#10;ANsAAAAPAAAAZHJzL2Rvd25yZXYueG1sRI9BawIxFITvgv8hPKE3zapQ7dYopWirIIja3h+bZ7K4&#10;eVk2qa7/vhEEj8PMfMPMFq2rxIWaUHpWMBxkIIgLr0s2Cn6Oq/4URIjIGivPpOBGARbzbmeGufZX&#10;3tPlEI1IEA45KrAx1rmUobDkMAx8TZy8k28cxiQbI3WD1wR3lRxl2at0WHJasFjTp6XifPhzCjbH&#10;r9+dm2gz+d7eEE92acbbpVIvvfbjHUSkNj7Dj/ZaKxi/wf1L+gFy/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k3/0bCAAAA2wAAAA8AAAAAAAAAAAAAAAAAlwIAAGRycy9kb3du&#10;cmV2LnhtbFBLBQYAAAAABAAEAPUAAACGAwAAAAA=&#10;" fillcolor="#1b1eaa" stroked="f"/>
                <v:rect id="Rectangle_x0020_40" o:spid="_x0000_s1028" style="position:absolute;left:3427556;width:3205057;height:3200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CyWmwAAA&#10;ANsAAAAPAAAAZHJzL2Rvd25yZXYueG1sRE/LagIxFN0L/Ydwhe40YxUto1FK8VFBkPrYXybXZHBy&#10;M0xSHf/eLAouD+c9W7SuEjdqQulZwaCfgSAuvC7ZKDgdV71PECEia6w8k4IHBVjM3zozzLW/8y/d&#10;DtGIFMIhRwU2xjqXMhSWHIa+r4kTd/GNw5hgY6Ru8J7CXSU/smwsHZacGizW9G2puB7+nILtcX3e&#10;u4k2k83ugXixSzPcLZV677ZfUxCR2vgS/7t/tIJRWp++pB8g50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wCyWmwAAAANsAAAAPAAAAAAAAAAAAAAAAAJcCAABkcnMvZG93bnJl&#10;di54bWxQSwUGAAAAAAQABAD1AAAAhAMAAAAA&#10;" fillcolor="#1b1eaa" stroked="f"/>
                <v:rect id="Rectangle_x0020_41" o:spid="_x0000_s1029" style="position:absolute;top:3548418;width:3198714;height:3200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R4A9xAAA&#10;ANsAAAAPAAAAZHJzL2Rvd25yZXYueG1sRI9bawIxFITfhf6HcAp906y2aFk3SinaCwhSL++Hzdlk&#10;cXOybFJd/31TEHwcZuYbplj2rhFn6kLtWcF4lIEgLr2u2Sg47NfDVxAhImtsPJOCKwVYLh4GBeba&#10;X/iHzrtoRIJwyFGBjbHNpQylJYdh5Fvi5FW+cxiT7IzUHV4S3DVykmVT6bDmtGCxpXdL5Wn36xR8&#10;7z+OWzfTZva5uSJWdmWeNyulnh77tzmISH28h2/tL63gZQz/X9IPkIs/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30eAPcQAAADbAAAADwAAAAAAAAAAAAAAAACXAgAAZHJzL2Rv&#10;d25yZXYueG1sUEsFBgAAAAAEAAQA9QAAAIgDAAAAAA==&#10;" fillcolor="#1b1eaa" stroked="f"/>
                <v:rect id="Rectangle_x0020_42" o:spid="_x0000_s1030" style="position:absolute;left:3427556;top:3548418;width:3205057;height:32004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lR5KwwAA&#10;ANsAAAAPAAAAZHJzL2Rvd25yZXYueG1sRI/dagIxFITvC75DOIJ3NauWKqtRpFhrQSj+3R82x2Rx&#10;c7Jsoq5vbwqFXg4z8w0zW7SuEjdqQulZwaCfgSAuvC7ZKDgePl8nIEJE1lh5JgUPCrCYd15mmGt/&#10;5x3d9tGIBOGQowIbY51LGQpLDkPf18TJO/vGYUyyMVI3eE9wV8lhlr1LhyWnBYs1fVgqLvurU/B9&#10;WJ9+3Fib8df2gXi2KzParpTqddvlFESkNv6H/9obreBtCL9f0g+Q8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vlR5KwwAAANsAAAAPAAAAAAAAAAAAAAAAAJcCAABkcnMvZG93&#10;bnJldi54bWxQSwUGAAAAAAQABAD1AAAAhwMAAAAA&#10;" fillcolor="#1b1eaa" stroked="f"/>
                <w10:wrap type="through"/>
              </v:group>
            </w:pict>
          </mc:Fallback>
        </mc:AlternateContent>
      </w:r>
      <w:r>
        <w:rPr>
          <w:rFonts w:ascii="Proxima Nova Alt Reg" w:eastAsia="Times New Roman" w:hAnsi="Proxima Nova Alt Reg" w:cs="Times New Roman"/>
          <w:noProof/>
          <w:color w:val="342791"/>
        </w:rPr>
        <mc:AlternateContent>
          <mc:Choice Requires="wps">
            <w:drawing>
              <wp:anchor distT="0" distB="0" distL="114300" distR="114300" simplePos="0" relativeHeight="251674624" behindDoc="0" locked="0" layoutInCell="1" allowOverlap="1" wp14:anchorId="1A8B2D54" wp14:editId="0B6DC340">
                <wp:simplePos x="0" y="0"/>
                <wp:positionH relativeFrom="column">
                  <wp:posOffset>-631825</wp:posOffset>
                </wp:positionH>
                <wp:positionV relativeFrom="paragraph">
                  <wp:posOffset>5331403</wp:posOffset>
                </wp:positionV>
                <wp:extent cx="1301750" cy="377190"/>
                <wp:effectExtent l="0" t="0" r="0" b="3810"/>
                <wp:wrapSquare wrapText="bothSides"/>
                <wp:docPr id="48" name="Text Box 48"/>
                <wp:cNvGraphicFramePr/>
                <a:graphic xmlns:a="http://schemas.openxmlformats.org/drawingml/2006/main">
                  <a:graphicData uri="http://schemas.microsoft.com/office/word/2010/wordprocessingShape">
                    <wps:wsp>
                      <wps:cNvSpPr txBox="1"/>
                      <wps:spPr>
                        <a:xfrm>
                          <a:off x="0" y="0"/>
                          <a:ext cx="1301750" cy="3771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22833A0" w14:textId="77777777" w:rsidR="008B2B19" w:rsidRPr="00FE30CD" w:rsidRDefault="008B2B19" w:rsidP="00C35CC3">
                            <w:pPr>
                              <w:rPr>
                                <w:rFonts w:ascii="Proxima Nova Alt" w:hAnsi="Proxima Nova Alt"/>
                                <w:b/>
                                <w:bCs/>
                                <w:color w:val="FFFFFF" w:themeColor="background1"/>
                                <w:sz w:val="36"/>
                                <w:szCs w:val="36"/>
                                <w:lang w:val="en-AU"/>
                              </w:rPr>
                            </w:pPr>
                            <w:r>
                              <w:rPr>
                                <w:rFonts w:ascii="Proxima Nova Alt" w:hAnsi="Proxima Nova Alt"/>
                                <w:b/>
                                <w:bCs/>
                                <w:color w:val="FFFFFF" w:themeColor="background1"/>
                                <w:sz w:val="36"/>
                                <w:szCs w:val="36"/>
                                <w:lang w:val="en-AU"/>
                              </w:rPr>
                              <w:t>RAISE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B2D54" id="Text_x0020_Box_x0020_48" o:spid="_x0000_s1057" type="#_x0000_t202" style="position:absolute;margin-left:-49.75pt;margin-top:419.8pt;width:102.5pt;height:29.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" filled="f" stroked="f">
                <v:textbox>
                  <w:txbxContent>
                    <w:p w14:paraId="522833A0" w14:textId="77777777" w:rsidR="008B2B19" w:rsidRPr="00FE30CD" w:rsidRDefault="008B2B19" w:rsidP="00C35CC3">
                      <w:pPr>
                        <w:rPr>
                          <w:rFonts w:ascii="Proxima Nova Alt" w:hAnsi="Proxima Nova Alt"/>
                          <w:b/>
                          <w:bCs/>
                          <w:color w:val="FFFFFF" w:themeColor="background1"/>
                          <w:sz w:val="36"/>
                          <w:szCs w:val="36"/>
                          <w:lang w:val="en-AU"/>
                        </w:rPr>
                      </w:pPr>
                      <w:r>
                        <w:rPr>
                          <w:rFonts w:ascii="Proxima Nova Alt" w:hAnsi="Proxima Nova Alt"/>
                          <w:b/>
                          <w:bCs/>
                          <w:color w:val="FFFFFF" w:themeColor="background1"/>
                          <w:sz w:val="36"/>
                          <w:szCs w:val="36"/>
                          <w:lang w:val="en-AU"/>
                        </w:rPr>
                        <w:t>RAISE</w:t>
                      </w:r>
                    </w:p>
                  </w:txbxContent>
                </v:textbox>
                <w10:wrap type="square"/>
              </v:shape>
            </w:pict>
          </mc:Fallback>
        </mc:AlternateContent>
      </w:r>
      <w:r>
        <w:rPr>
          <w:rFonts w:ascii="Proxima Nova Alt Reg" w:eastAsia="Times New Roman" w:hAnsi="Proxima Nova Alt Reg" w:cs="Times New Roman"/>
          <w:noProof/>
          <w:color w:val="342791"/>
        </w:rPr>
        <mc:AlternateContent>
          <mc:Choice Requires="wps">
            <w:drawing>
              <wp:anchor distT="0" distB="0" distL="114300" distR="114300" simplePos="0" relativeHeight="251673600" behindDoc="0" locked="0" layoutInCell="1" allowOverlap="1" wp14:anchorId="5EAC3C76" wp14:editId="0CE81EBB">
                <wp:simplePos x="0" y="0"/>
                <wp:positionH relativeFrom="column">
                  <wp:posOffset>4813300</wp:posOffset>
                </wp:positionH>
                <wp:positionV relativeFrom="paragraph">
                  <wp:posOffset>5339137</wp:posOffset>
                </wp:positionV>
                <wp:extent cx="1600200" cy="377190"/>
                <wp:effectExtent l="0" t="0" r="0" b="3810"/>
                <wp:wrapSquare wrapText="bothSides"/>
                <wp:docPr id="47" name="Text Box 47"/>
                <wp:cNvGraphicFramePr/>
                <a:graphic xmlns:a="http://schemas.openxmlformats.org/drawingml/2006/main">
                  <a:graphicData uri="http://schemas.microsoft.com/office/word/2010/wordprocessingShape">
                    <wps:wsp>
                      <wps:cNvSpPr txBox="1"/>
                      <wps:spPr>
                        <a:xfrm>
                          <a:off x="0" y="0"/>
                          <a:ext cx="1600200" cy="3771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B515E7C" w14:textId="77777777" w:rsidR="008B2B19" w:rsidRPr="00FE30CD" w:rsidRDefault="008B2B19" w:rsidP="00C35CC3">
                            <w:pPr>
                              <w:rPr>
                                <w:rFonts w:ascii="Proxima Nova Alt" w:hAnsi="Proxima Nova Alt"/>
                                <w:b/>
                                <w:bCs/>
                                <w:color w:val="FFFFFF" w:themeColor="background1"/>
                                <w:sz w:val="36"/>
                                <w:szCs w:val="36"/>
                                <w:lang w:val="en-AU"/>
                              </w:rPr>
                            </w:pPr>
                            <w:r>
                              <w:rPr>
                                <w:rFonts w:ascii="Proxima Nova Alt" w:hAnsi="Proxima Nova Alt"/>
                                <w:b/>
                                <w:bCs/>
                                <w:color w:val="FFFFFF" w:themeColor="background1"/>
                                <w:sz w:val="36"/>
                                <w:szCs w:val="36"/>
                                <w:lang w:val="en-AU"/>
                              </w:rPr>
                              <w:t>CREATE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EAC3C76" id="Text_x0020_Box_x0020_47" o:spid="_x0000_s1058" type="#_x0000_t202" style="position:absolute;margin-left:379pt;margin-top:420.4pt;width:126pt;height:29.7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" filled="f" stroked="f">
                <v:textbox>
                  <w:txbxContent>
                    <w:p w14:paraId="6B515E7C" w14:textId="77777777" w:rsidR="008B2B19" w:rsidRPr="00FE30CD" w:rsidRDefault="008B2B19" w:rsidP="00C35CC3">
                      <w:pPr>
                        <w:rPr>
                          <w:rFonts w:ascii="Proxima Nova Alt" w:hAnsi="Proxima Nova Alt"/>
                          <w:b/>
                          <w:bCs/>
                          <w:color w:val="FFFFFF" w:themeColor="background1"/>
                          <w:sz w:val="36"/>
                          <w:szCs w:val="36"/>
                          <w:lang w:val="en-AU"/>
                        </w:rPr>
                      </w:pPr>
                      <w:r>
                        <w:rPr>
                          <w:rFonts w:ascii="Proxima Nova Alt" w:hAnsi="Proxima Nova Alt"/>
                          <w:b/>
                          <w:bCs/>
                          <w:color w:val="FFFFFF" w:themeColor="background1"/>
                          <w:sz w:val="36"/>
                          <w:szCs w:val="36"/>
                          <w:lang w:val="en-AU"/>
                        </w:rPr>
                        <w:t>CREATE</w:t>
                      </w:r>
                    </w:p>
                  </w:txbxContent>
                </v:textbox>
                <w10:wrap type="square"/>
              </v:shape>
            </w:pict>
          </mc:Fallback>
        </mc:AlternateContent>
      </w:r>
      <w:r>
        <w:rPr>
          <w:rFonts w:ascii="Proxima Nova Alt Reg" w:eastAsia="Times New Roman" w:hAnsi="Proxima Nova Alt Reg" w:cs="Times New Roman"/>
          <w:noProof/>
          <w:color w:val="342791"/>
        </w:rPr>
        <mc:AlternateContent>
          <mc:Choice Requires="wps">
            <w:drawing>
              <wp:anchor distT="0" distB="0" distL="114300" distR="114300" simplePos="0" relativeHeight="251672576" behindDoc="0" locked="0" layoutInCell="1" allowOverlap="1" wp14:anchorId="415D99C0" wp14:editId="3FEFB36A">
                <wp:simplePos x="0" y="0"/>
                <wp:positionH relativeFrom="column">
                  <wp:posOffset>5197504</wp:posOffset>
                </wp:positionH>
                <wp:positionV relativeFrom="paragraph">
                  <wp:posOffset>2514422</wp:posOffset>
                </wp:positionV>
                <wp:extent cx="1600200" cy="377190"/>
                <wp:effectExtent l="0" t="0" r="0" b="3810"/>
                <wp:wrapSquare wrapText="bothSides"/>
                <wp:docPr id="46" name="Text Box 46"/>
                <wp:cNvGraphicFramePr/>
                <a:graphic xmlns:a="http://schemas.openxmlformats.org/drawingml/2006/main">
                  <a:graphicData uri="http://schemas.microsoft.com/office/word/2010/wordprocessingShape">
                    <wps:wsp>
                      <wps:cNvSpPr txBox="1"/>
                      <wps:spPr>
                        <a:xfrm>
                          <a:off x="0" y="0"/>
                          <a:ext cx="1600200" cy="37719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BA2A153" w14:textId="77777777" w:rsidR="008B2B19" w:rsidRPr="00FE30CD" w:rsidRDefault="008B2B19" w:rsidP="00C35CC3">
                            <w:pPr>
                              <w:rPr>
                                <w:rFonts w:ascii="Proxima Nova Alt" w:hAnsi="Proxima Nova Alt"/>
                                <w:b/>
                                <w:bCs/>
                                <w:color w:val="FFFFFF" w:themeColor="background1"/>
                                <w:sz w:val="36"/>
                                <w:szCs w:val="36"/>
                                <w:lang w:val="en-AU"/>
                              </w:rPr>
                            </w:pPr>
                            <w:r>
                              <w:rPr>
                                <w:rFonts w:ascii="Proxima Nova Alt" w:hAnsi="Proxima Nova Alt"/>
                                <w:b/>
                                <w:bCs/>
                                <w:color w:val="FFFFFF" w:themeColor="background1"/>
                                <w:sz w:val="36"/>
                                <w:szCs w:val="36"/>
                                <w:lang w:val="en-AU"/>
                              </w:rPr>
                              <w:t>REDUCE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15D99C0" id="Text_x0020_Box_x0020_46" o:spid="_x0000_s1059" type="#_x0000_t202" style="position:absolute;margin-left:409.25pt;margin-top:198pt;width:126pt;height:29.7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" filled="f" stroked="f">
                <v:textbox>
                  <w:txbxContent>
                    <w:p w14:paraId="2BA2A153" w14:textId="77777777" w:rsidR="008B2B19" w:rsidRPr="00FE30CD" w:rsidRDefault="008B2B19" w:rsidP="00C35CC3">
                      <w:pPr>
                        <w:rPr>
                          <w:rFonts w:ascii="Proxima Nova Alt" w:hAnsi="Proxima Nova Alt"/>
                          <w:b/>
                          <w:bCs/>
                          <w:color w:val="FFFFFF" w:themeColor="background1"/>
                          <w:sz w:val="36"/>
                          <w:szCs w:val="36"/>
                          <w:lang w:val="en-AU"/>
                        </w:rPr>
                      </w:pPr>
                      <w:r>
                        <w:rPr>
                          <w:rFonts w:ascii="Proxima Nova Alt" w:hAnsi="Proxima Nova Alt"/>
                          <w:b/>
                          <w:bCs/>
                          <w:color w:val="FFFFFF" w:themeColor="background1"/>
                          <w:sz w:val="36"/>
                          <w:szCs w:val="36"/>
                          <w:lang w:val="en-AU"/>
                        </w:rPr>
                        <w:t>REDUCE</w:t>
                      </w:r>
                    </w:p>
                  </w:txbxContent>
                </v:textbox>
                <w10:wrap type="square"/>
              </v:shape>
            </w:pict>
          </mc:Fallback>
        </mc:AlternateContent>
      </w:r>
      <w:r>
        <w:rPr>
          <w:rFonts w:ascii="Proxima Nova Alt Reg" w:eastAsia="Times New Roman" w:hAnsi="Proxima Nova Alt Reg" w:cs="Times New Roman"/>
          <w:noProof/>
          <w:color w:val="342791"/>
        </w:rPr>
        <mc:AlternateContent>
          <mc:Choice Requires="wps">
            <w:drawing>
              <wp:anchor distT="0" distB="0" distL="114300" distR="114300" simplePos="0" relativeHeight="251671552" behindDoc="0" locked="0" layoutInCell="1" allowOverlap="1" wp14:anchorId="3A4E5687" wp14:editId="69C2CE49">
                <wp:simplePos x="0" y="0"/>
                <wp:positionH relativeFrom="column">
                  <wp:posOffset>-631825</wp:posOffset>
                </wp:positionH>
                <wp:positionV relativeFrom="paragraph">
                  <wp:posOffset>2513965</wp:posOffset>
                </wp:positionV>
                <wp:extent cx="1600200" cy="342900"/>
                <wp:effectExtent l="0" t="0" r="0" b="12700"/>
                <wp:wrapSquare wrapText="bothSides"/>
                <wp:docPr id="45" name="Text Box 45"/>
                <wp:cNvGraphicFramePr/>
                <a:graphic xmlns:a="http://schemas.openxmlformats.org/drawingml/2006/main">
                  <a:graphicData uri="http://schemas.microsoft.com/office/word/2010/wordprocessingShape">
                    <wps:wsp>
                      <wps:cNvSpPr txBox="1"/>
                      <wps:spPr>
                        <a:xfrm>
                          <a:off x="0" y="0"/>
                          <a:ext cx="160020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913C4BF" w14:textId="77777777" w:rsidR="008B2B19" w:rsidRPr="00FE30CD" w:rsidRDefault="008B2B19" w:rsidP="00C35CC3">
                            <w:pPr>
                              <w:rPr>
                                <w:rFonts w:ascii="Proxima Nova Alt" w:hAnsi="Proxima Nova Alt"/>
                                <w:b/>
                                <w:bCs/>
                                <w:color w:val="FFFFFF" w:themeColor="background1"/>
                                <w:sz w:val="36"/>
                                <w:szCs w:val="36"/>
                                <w:lang w:val="en-AU"/>
                              </w:rPr>
                            </w:pPr>
                            <w:r w:rsidRPr="00FE30CD">
                              <w:rPr>
                                <w:rFonts w:ascii="Proxima Nova Alt" w:hAnsi="Proxima Nova Alt"/>
                                <w:b/>
                                <w:bCs/>
                                <w:color w:val="FFFFFF" w:themeColor="background1"/>
                                <w:sz w:val="36"/>
                                <w:szCs w:val="36"/>
                                <w:lang w:val="en-AU"/>
                              </w:rPr>
                              <w:t>ELIMINATE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A4E5687" id="Text_x0020_Box_x0020_45" o:spid="_x0000_s1060" type="#_x0000_t202" style="position:absolute;margin-left:-49.75pt;margin-top:197.95pt;width:126pt;height:27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" filled="f" stroked="f">
                <v:textbox>
                  <w:txbxContent>
                    <w:p w14:paraId="1913C4BF" w14:textId="77777777" w:rsidR="008B2B19" w:rsidRPr="00FE30CD" w:rsidRDefault="008B2B19" w:rsidP="00C35CC3">
                      <w:pPr>
                        <w:rPr>
                          <w:rFonts w:ascii="Proxima Nova Alt" w:hAnsi="Proxima Nova Alt"/>
                          <w:b/>
                          <w:bCs/>
                          <w:color w:val="FFFFFF" w:themeColor="background1"/>
                          <w:sz w:val="36"/>
                          <w:szCs w:val="36"/>
                          <w:lang w:val="en-AU"/>
                        </w:rPr>
                      </w:pPr>
                      <w:r w:rsidRPr="00FE30CD">
                        <w:rPr>
                          <w:rFonts w:ascii="Proxima Nova Alt" w:hAnsi="Proxima Nova Alt"/>
                          <w:b/>
                          <w:bCs/>
                          <w:color w:val="FFFFFF" w:themeColor="background1"/>
                          <w:sz w:val="36"/>
                          <w:szCs w:val="36"/>
                          <w:lang w:val="en-AU"/>
                        </w:rPr>
                        <w:t>ELIMINATE</w:t>
                      </w:r>
                    </w:p>
                  </w:txbxContent>
                </v:textbox>
                <w10:wrap type="square"/>
              </v:shape>
            </w:pict>
          </mc:Fallback>
        </mc:AlternateContent>
      </w:r>
      <w:r>
        <w:rPr>
          <w:rFonts w:ascii="Proxima Nova Alt Reg" w:eastAsia="Times New Roman" w:hAnsi="Proxima Nova Alt Reg" w:cs="Times New Roman"/>
          <w:noProof/>
          <w:color w:val="342791"/>
        </w:rPr>
        <mc:AlternateContent>
          <mc:Choice Requires="wps">
            <w:drawing>
              <wp:anchor distT="0" distB="0" distL="114300" distR="114300" simplePos="0" relativeHeight="251670528" behindDoc="0" locked="0" layoutInCell="1" allowOverlap="1" wp14:anchorId="26193A8D" wp14:editId="7170AC1F">
                <wp:simplePos x="0" y="0"/>
                <wp:positionH relativeFrom="column">
                  <wp:posOffset>1308300</wp:posOffset>
                </wp:positionH>
                <wp:positionV relativeFrom="paragraph">
                  <wp:posOffset>1635125</wp:posOffset>
                </wp:positionV>
                <wp:extent cx="2701290" cy="2701290"/>
                <wp:effectExtent l="0" t="0" r="0" b="0"/>
                <wp:wrapThrough wrapText="bothSides">
                  <wp:wrapPolygon edited="0">
                    <wp:start x="8327" y="0"/>
                    <wp:lineTo x="6906" y="203"/>
                    <wp:lineTo x="2437" y="2640"/>
                    <wp:lineTo x="1219" y="5078"/>
                    <wp:lineTo x="203" y="6499"/>
                    <wp:lineTo x="0" y="8733"/>
                    <wp:lineTo x="0" y="13405"/>
                    <wp:lineTo x="812" y="16248"/>
                    <wp:lineTo x="3859" y="19498"/>
                    <wp:lineTo x="4062" y="19904"/>
                    <wp:lineTo x="7515" y="21326"/>
                    <wp:lineTo x="8327" y="21326"/>
                    <wp:lineTo x="12999" y="21326"/>
                    <wp:lineTo x="13811" y="21326"/>
                    <wp:lineTo x="17264" y="19904"/>
                    <wp:lineTo x="17467" y="19498"/>
                    <wp:lineTo x="20513" y="16248"/>
                    <wp:lineTo x="21326" y="13405"/>
                    <wp:lineTo x="21326" y="8733"/>
                    <wp:lineTo x="21123" y="6499"/>
                    <wp:lineTo x="19295" y="3859"/>
                    <wp:lineTo x="19092" y="2640"/>
                    <wp:lineTo x="14623" y="203"/>
                    <wp:lineTo x="12999" y="0"/>
                    <wp:lineTo x="8327" y="0"/>
                  </wp:wrapPolygon>
                </wp:wrapThrough>
                <wp:docPr id="43" name="Oval 43"/>
                <wp:cNvGraphicFramePr/>
                <a:graphic xmlns:a="http://schemas.openxmlformats.org/drawingml/2006/main">
                  <a:graphicData uri="http://schemas.microsoft.com/office/word/2010/wordprocessingShape">
                    <wps:wsp>
                      <wps:cNvSpPr/>
                      <wps:spPr>
                        <a:xfrm>
                          <a:off x="0" y="0"/>
                          <a:ext cx="2701290" cy="2701290"/>
                        </a:xfrm>
                        <a:prstGeom prst="ellipse">
                          <a:avLst/>
                        </a:prstGeom>
                        <a:solidFill>
                          <a:srgbClr val="1B1EAA"/>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97129E7" id="Oval_x0020_43" o:spid="_x0000_s1026" style="position:absolute;margin-left:103pt;margin-top:128.75pt;width:212.7pt;height:21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" fillcolor="#1b1eaa" stroked="f">
                <w10:wrap type="through"/>
              </v:oval>
            </w:pict>
          </mc:Fallback>
        </mc:AlternateContent>
      </w:r>
      <w:r>
        <w:rPr>
          <w:rFonts w:ascii="Proxima Nova Alt Reg" w:eastAsia="Times New Roman" w:hAnsi="Proxima Nova Alt Reg" w:cs="Times New Roman"/>
          <w:noProof/>
          <w:color w:val="342791"/>
        </w:rPr>
        <mc:AlternateContent>
          <mc:Choice Requires="wps">
            <w:drawing>
              <wp:anchor distT="0" distB="0" distL="114300" distR="114300" simplePos="0" relativeHeight="251669504" behindDoc="0" locked="0" layoutInCell="1" allowOverlap="1" wp14:anchorId="4F2D88CC" wp14:editId="0A8806CB">
                <wp:simplePos x="0" y="0"/>
                <wp:positionH relativeFrom="column">
                  <wp:posOffset>1063083</wp:posOffset>
                </wp:positionH>
                <wp:positionV relativeFrom="paragraph">
                  <wp:posOffset>1372870</wp:posOffset>
                </wp:positionV>
                <wp:extent cx="3218180" cy="3218180"/>
                <wp:effectExtent l="0" t="0" r="7620" b="7620"/>
                <wp:wrapThrough wrapText="bothSides">
                  <wp:wrapPolygon edited="0">
                    <wp:start x="8524" y="0"/>
                    <wp:lineTo x="7160" y="170"/>
                    <wp:lineTo x="3069" y="2216"/>
                    <wp:lineTo x="2387" y="3580"/>
                    <wp:lineTo x="852" y="5455"/>
                    <wp:lineTo x="0" y="8013"/>
                    <wp:lineTo x="0" y="13639"/>
                    <wp:lineTo x="1193" y="16366"/>
                    <wp:lineTo x="3410" y="19435"/>
                    <wp:lineTo x="7672" y="21481"/>
                    <wp:lineTo x="8524" y="21481"/>
                    <wp:lineTo x="12957" y="21481"/>
                    <wp:lineTo x="13809" y="21481"/>
                    <wp:lineTo x="18071" y="19435"/>
                    <wp:lineTo x="20287" y="16366"/>
                    <wp:lineTo x="21481" y="13639"/>
                    <wp:lineTo x="21481" y="8013"/>
                    <wp:lineTo x="20628" y="5455"/>
                    <wp:lineTo x="18582" y="2898"/>
                    <wp:lineTo x="18412" y="2216"/>
                    <wp:lineTo x="14320" y="170"/>
                    <wp:lineTo x="12957" y="0"/>
                    <wp:lineTo x="8524" y="0"/>
                  </wp:wrapPolygon>
                </wp:wrapThrough>
                <wp:docPr id="44" name="Oval 44"/>
                <wp:cNvGraphicFramePr/>
                <a:graphic xmlns:a="http://schemas.openxmlformats.org/drawingml/2006/main">
                  <a:graphicData uri="http://schemas.microsoft.com/office/word/2010/wordprocessingShape">
                    <wps:wsp>
                      <wps:cNvSpPr/>
                      <wps:spPr>
                        <a:xfrm>
                          <a:off x="0" y="0"/>
                          <a:ext cx="3218180" cy="3218180"/>
                        </a:xfrm>
                        <a:prstGeom prst="ellipse">
                          <a:avLst/>
                        </a:prstGeom>
                        <a:solidFill>
                          <a:schemeClr val="bg1"/>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2106389" id="Oval_x0020_44" o:spid="_x0000_s1026" style="position:absolute;margin-left:83.7pt;margin-top:108.1pt;width:253.4pt;height:253.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" fillcolor="white [3212]" stroked="f">
                <w10:wrap type="through"/>
              </v:oval>
            </w:pict>
          </mc:Fallback>
        </mc:AlternateContent>
      </w:r>
      <w:r w:rsidR="00856C51">
        <w:rPr>
          <w:rFonts w:ascii="Proxima Nova Alt Reg" w:eastAsia="Times New Roman" w:hAnsi="Proxima Nova Alt Reg" w:cs="Times New Roman"/>
          <w:b/>
          <w:color w:val="342791"/>
          <w:sz w:val="54"/>
          <w:szCs w:val="54"/>
          <w:lang w:val="en-AU"/>
        </w:rPr>
        <w:br w:type="page"/>
      </w:r>
    </w:p>
    <w:p w14:paraId="1804591E" w14:textId="55380B56" w:rsidR="00C35CC3" w:rsidRPr="00CE68A5" w:rsidRDefault="00C35CC3" w:rsidP="00C35CC3">
      <w:pPr>
        <w:shd w:val="clear" w:color="auto" w:fill="FFFFFF"/>
        <w:rPr>
          <w:rFonts w:ascii="Proxima Nova Alt Reg" w:eastAsia="Times New Roman" w:hAnsi="Proxima Nova Alt Reg" w:cs="Times New Roman"/>
          <w:b/>
          <w:color w:val="342791"/>
          <w:sz w:val="54"/>
          <w:szCs w:val="54"/>
          <w:lang w:val="en-AU"/>
        </w:rPr>
      </w:pPr>
      <w:r w:rsidRPr="00CE68A5">
        <w:rPr>
          <w:rFonts w:ascii="Proxima Nova Alt Reg" w:eastAsia="Times New Roman" w:hAnsi="Proxima Nova Alt Reg" w:cs="Times New Roman"/>
          <w:b/>
          <w:color w:val="342791"/>
          <w:sz w:val="54"/>
          <w:szCs w:val="54"/>
          <w:lang w:val="en-AU"/>
        </w:rPr>
        <w:lastRenderedPageBreak/>
        <w:t>THE FEARLESS STARTUP OFFER!</w:t>
      </w:r>
    </w:p>
    <w:p w14:paraId="1FAD5599" w14:textId="3B89009F" w:rsidR="00C35CC3" w:rsidRDefault="00CE68A5" w:rsidP="00C35CC3">
      <w:pPr>
        <w:shd w:val="clear" w:color="auto" w:fill="FFFFFF"/>
        <w:rPr>
          <w:rFonts w:ascii="Proxima Nova Alt Reg" w:eastAsia="Times New Roman" w:hAnsi="Proxima Nova Alt Reg" w:cs="Times New Roman"/>
          <w:color w:val="222222"/>
          <w:lang w:val="en-AU"/>
        </w:rPr>
      </w:pPr>
      <w:r>
        <w:rPr>
          <w:rFonts w:ascii="Proxima Nova Alt Reg" w:eastAsia="Times New Roman" w:hAnsi="Proxima Nova Alt Reg" w:cs="Times New Roman"/>
          <w:color w:val="222222"/>
          <w:lang w:val="en-AU"/>
        </w:rPr>
        <w:br/>
      </w:r>
      <w:r w:rsidR="002D76A2">
        <w:rPr>
          <w:rFonts w:ascii="Proxima Nova Alt Reg" w:eastAsia="Times New Roman" w:hAnsi="Proxima Nova Alt Reg" w:cs="Times New Roman"/>
          <w:color w:val="222222"/>
          <w:lang w:val="en-AU"/>
        </w:rPr>
        <w:t xml:space="preserve">It can be quite </w:t>
      </w:r>
      <w:r w:rsidR="00A87344">
        <w:rPr>
          <w:rFonts w:ascii="Proxima Nova Alt Reg" w:eastAsia="Times New Roman" w:hAnsi="Proxima Nova Alt Reg" w:cs="Times New Roman"/>
          <w:color w:val="222222"/>
          <w:lang w:val="en-AU"/>
        </w:rPr>
        <w:t xml:space="preserve">daunting </w:t>
      </w:r>
      <w:r w:rsidR="002D76A2">
        <w:rPr>
          <w:rFonts w:ascii="Proxima Nova Alt Reg" w:eastAsia="Times New Roman" w:hAnsi="Proxima Nova Alt Reg" w:cs="Times New Roman"/>
          <w:color w:val="222222"/>
          <w:lang w:val="en-AU"/>
        </w:rPr>
        <w:t>going through a Brand Development process alone</w:t>
      </w:r>
      <w:r w:rsidR="00C35CC3">
        <w:rPr>
          <w:rFonts w:ascii="Proxima Nova Alt Reg" w:eastAsia="Times New Roman" w:hAnsi="Proxima Nova Alt Reg" w:cs="Times New Roman"/>
          <w:color w:val="222222"/>
          <w:lang w:val="en-AU"/>
        </w:rPr>
        <w:t>.</w:t>
      </w:r>
      <w:r w:rsidR="002D76A2">
        <w:rPr>
          <w:rFonts w:ascii="Proxima Nova Alt Reg" w:eastAsia="Times New Roman" w:hAnsi="Proxima Nova Alt Reg" w:cs="Times New Roman"/>
          <w:color w:val="222222"/>
          <w:lang w:val="en-AU"/>
        </w:rPr>
        <w:t xml:space="preserve"> That’s why we offer an abridged version of our famous Fearless Brand Development </w:t>
      </w:r>
      <w:r>
        <w:rPr>
          <w:rFonts w:ascii="Proxima Nova Alt Reg" w:eastAsia="Times New Roman" w:hAnsi="Proxima Nova Alt Reg" w:cs="Times New Roman"/>
          <w:color w:val="222222"/>
          <w:lang w:val="en-AU"/>
        </w:rPr>
        <w:t>Program</w:t>
      </w:r>
      <w:r w:rsidR="002D76A2">
        <w:rPr>
          <w:rFonts w:ascii="Proxima Nova Alt Reg" w:eastAsia="Times New Roman" w:hAnsi="Proxima Nova Alt Reg" w:cs="Times New Roman"/>
          <w:color w:val="222222"/>
          <w:lang w:val="en-AU"/>
        </w:rPr>
        <w:t xml:space="preserve"> suited to the time and budget constraints of small businesses and startups. </w:t>
      </w:r>
    </w:p>
    <w:p w14:paraId="166E9187" w14:textId="77777777" w:rsidR="002D76A2" w:rsidRDefault="002D76A2" w:rsidP="00C35CC3">
      <w:pPr>
        <w:shd w:val="clear" w:color="auto" w:fill="FFFFFF"/>
        <w:rPr>
          <w:rFonts w:ascii="Proxima Nova Alt Reg" w:eastAsia="Times New Roman" w:hAnsi="Proxima Nova Alt Reg" w:cs="Times New Roman"/>
          <w:color w:val="222222"/>
          <w:lang w:val="en-AU"/>
        </w:rPr>
      </w:pPr>
    </w:p>
    <w:p w14:paraId="6D393BA1" w14:textId="26CE6A58" w:rsidR="002D76A2" w:rsidRPr="002D76A2" w:rsidRDefault="00CE68A5" w:rsidP="002D76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Alt Rg" w:hAnsi="Proxima Nova Alt Rg" w:cs="Proxima Nova Alt Rg"/>
          <w:color w:val="000000"/>
        </w:rPr>
      </w:pPr>
      <w:r>
        <w:rPr>
          <w:rFonts w:ascii="Proxima Nova Alt Rg" w:hAnsi="Proxima Nova Alt Rg" w:cs="Proxima Nova Alt Rg"/>
          <w:color w:val="000000"/>
        </w:rPr>
        <w:t>During the Fearless Startup Brand Workshop, we will take you through the</w:t>
      </w:r>
      <w:r w:rsidR="002D76A2" w:rsidRPr="002D76A2">
        <w:rPr>
          <w:rFonts w:ascii="Proxima Nova Alt Rg" w:hAnsi="Proxima Nova Alt Rg" w:cs="Proxima Nova Alt Rg"/>
          <w:color w:val="000000"/>
        </w:rPr>
        <w:t xml:space="preserve"> usual components of a Fearles</w:t>
      </w:r>
      <w:r>
        <w:rPr>
          <w:rFonts w:ascii="Proxima Nova Alt Rg" w:hAnsi="Proxima Nova Alt Rg" w:cs="Proxima Nova Alt Rg"/>
          <w:color w:val="000000"/>
        </w:rPr>
        <w:t>s Brand Development Program in</w:t>
      </w:r>
      <w:r w:rsidR="002D76A2" w:rsidRPr="002D76A2">
        <w:rPr>
          <w:rFonts w:ascii="Proxima Nova Alt Rg" w:hAnsi="Proxima Nova Alt Rg" w:cs="Proxima Nova Alt Rg"/>
          <w:color w:val="000000"/>
        </w:rPr>
        <w:t xml:space="preserve"> 1 condensed </w:t>
      </w:r>
      <w:r w:rsidR="0090138E">
        <w:rPr>
          <w:rFonts w:ascii="Proxima Nova Alt Rg" w:hAnsi="Proxima Nova Alt Rg" w:cs="Proxima Nova Alt Rg"/>
          <w:color w:val="000000"/>
        </w:rPr>
        <w:t xml:space="preserve">in-person </w:t>
      </w:r>
      <w:bookmarkStart w:id="0" w:name="_GoBack"/>
      <w:bookmarkEnd w:id="0"/>
      <w:r>
        <w:rPr>
          <w:rFonts w:ascii="Proxima Nova Alt Rg" w:hAnsi="Proxima Nova Alt Rg" w:cs="Proxima Nova Alt Rg"/>
          <w:color w:val="000000"/>
        </w:rPr>
        <w:t>session</w:t>
      </w:r>
      <w:r w:rsidR="002D76A2" w:rsidRPr="002D76A2">
        <w:rPr>
          <w:rFonts w:ascii="Proxima Nova Alt Rg" w:hAnsi="Proxima Nova Alt Rg" w:cs="Proxima Nova Alt Rg"/>
          <w:color w:val="000000"/>
        </w:rPr>
        <w:t xml:space="preserve"> lasting 3 hours. In this workshop, we will uncover your Brand’s Essence, refine your Brand’s Positioning and dive into your Brand’s Value Innovation. </w:t>
      </w:r>
    </w:p>
    <w:p w14:paraId="47B19144" w14:textId="77777777" w:rsidR="002D76A2" w:rsidRDefault="002D76A2" w:rsidP="002D76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Alt Rg" w:hAnsi="Proxima Nova Alt Rg" w:cs="Proxima Nova Alt Rg"/>
          <w:color w:val="000000"/>
        </w:rPr>
      </w:pPr>
    </w:p>
    <w:p w14:paraId="41CB4F9A" w14:textId="62C5E6A3" w:rsidR="002D76A2" w:rsidRDefault="002D76A2" w:rsidP="002D76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Proxima Nova Alt Rg" w:hAnsi="Proxima Nova Alt Rg" w:cs="Proxima Nova Alt Rg"/>
          <w:color w:val="000000"/>
        </w:rPr>
      </w:pPr>
      <w:r>
        <w:rPr>
          <w:rFonts w:ascii="Proxima Nova Alt Rg" w:hAnsi="Proxima Nova Alt Rg" w:cs="Proxima Nova Alt Rg"/>
          <w:color w:val="000000"/>
        </w:rPr>
        <w:t>While it is valuable to go throu</w:t>
      </w:r>
      <w:r w:rsidR="00497ACD">
        <w:rPr>
          <w:rFonts w:ascii="Proxima Nova Alt Rg" w:hAnsi="Proxima Nova Alt Rg" w:cs="Proxima Nova Alt Rg"/>
          <w:color w:val="000000"/>
        </w:rPr>
        <w:t>gh the process and fill out the above</w:t>
      </w:r>
      <w:r>
        <w:rPr>
          <w:rFonts w:ascii="Proxima Nova Alt Rg" w:hAnsi="Proxima Nova Alt Rg" w:cs="Proxima Nova Alt Rg"/>
          <w:color w:val="000000"/>
        </w:rPr>
        <w:t xml:space="preserve"> document with your brand’s most important stakeholders, it is highly recommended t</w:t>
      </w:r>
      <w:r w:rsidR="00CE68A5">
        <w:rPr>
          <w:rFonts w:ascii="Proxima Nova Alt Rg" w:hAnsi="Proxima Nova Alt Rg" w:cs="Proxima Nova Alt Rg"/>
          <w:color w:val="000000"/>
        </w:rPr>
        <w:t>hat you book in a workshop with us here at Fearless as well</w:t>
      </w:r>
      <w:r>
        <w:rPr>
          <w:rFonts w:ascii="Proxima Nova Alt Rg" w:hAnsi="Proxima Nova Alt Rg" w:cs="Proxima Nova Alt Rg"/>
          <w:color w:val="000000"/>
        </w:rPr>
        <w:t xml:space="preserve">. </w:t>
      </w:r>
      <w:r w:rsidR="00CE68A5">
        <w:rPr>
          <w:rFonts w:ascii="Proxima Nova Alt Rg" w:hAnsi="Proxima Nova Alt Rg" w:cs="Proxima Nova Alt Rg"/>
          <w:color w:val="000000"/>
        </w:rPr>
        <w:t>This is so we can keep you</w:t>
      </w:r>
      <w:r>
        <w:rPr>
          <w:rFonts w:ascii="Proxima Nova Alt Rg" w:hAnsi="Proxima Nova Alt Rg" w:cs="Proxima Nova Alt Rg"/>
          <w:color w:val="000000"/>
        </w:rPr>
        <w:t xml:space="preserve"> accountable for your claims and also </w:t>
      </w:r>
      <w:r w:rsidR="00CE68A5">
        <w:rPr>
          <w:rFonts w:ascii="Proxima Nova Alt Rg" w:hAnsi="Proxima Nova Alt Rg" w:cs="Proxima Nova Alt Rg"/>
          <w:color w:val="000000"/>
        </w:rPr>
        <w:t>offer</w:t>
      </w:r>
      <w:r>
        <w:rPr>
          <w:rFonts w:ascii="Proxima Nova Alt Rg" w:hAnsi="Proxima Nova Alt Rg" w:cs="Proxima Nova Alt Rg"/>
          <w:color w:val="000000"/>
        </w:rPr>
        <w:t xml:space="preserve"> fresh eyes</w:t>
      </w:r>
      <w:r w:rsidR="00497ACD">
        <w:rPr>
          <w:rFonts w:ascii="Proxima Nova Alt Rg" w:hAnsi="Proxima Nova Alt Rg" w:cs="Proxima Nova Alt Rg"/>
          <w:color w:val="000000"/>
        </w:rPr>
        <w:t xml:space="preserve"> and a new perspective</w:t>
      </w:r>
      <w:r>
        <w:rPr>
          <w:rFonts w:ascii="Proxima Nova Alt Rg" w:hAnsi="Proxima Nova Alt Rg" w:cs="Proxima Nova Alt Rg"/>
          <w:color w:val="000000"/>
        </w:rPr>
        <w:t xml:space="preserve"> </w:t>
      </w:r>
      <w:r w:rsidR="00CE68A5">
        <w:rPr>
          <w:rFonts w:ascii="Proxima Nova Alt Rg" w:hAnsi="Proxima Nova Alt Rg" w:cs="Proxima Nova Alt Rg"/>
          <w:color w:val="000000"/>
        </w:rPr>
        <w:t>for</w:t>
      </w:r>
      <w:r>
        <w:rPr>
          <w:rFonts w:ascii="Proxima Nova Alt Rg" w:hAnsi="Proxima Nova Alt Rg" w:cs="Proxima Nova Alt Rg"/>
          <w:color w:val="000000"/>
        </w:rPr>
        <w:t xml:space="preserve"> your brand.</w:t>
      </w:r>
    </w:p>
    <w:p w14:paraId="57B99025" w14:textId="77777777" w:rsidR="00C35CC3" w:rsidRDefault="00C35CC3" w:rsidP="00C35CC3">
      <w:pPr>
        <w:shd w:val="clear" w:color="auto" w:fill="FFFFFF"/>
        <w:rPr>
          <w:rFonts w:ascii="Proxima Nova Alt Reg" w:eastAsia="Times New Roman" w:hAnsi="Proxima Nova Alt Reg" w:cs="Times New Roman"/>
          <w:color w:val="222222"/>
          <w:lang w:val="en-AU"/>
        </w:rPr>
      </w:pPr>
    </w:p>
    <w:p w14:paraId="3F8FC5A9" w14:textId="77777777" w:rsidR="0090138E" w:rsidRDefault="00CE68A5" w:rsidP="00C35CC3">
      <w:pPr>
        <w:shd w:val="clear" w:color="auto" w:fill="FFFFFF"/>
        <w:rPr>
          <w:rFonts w:ascii="Proxima Nova Alt Reg" w:eastAsia="Times New Roman" w:hAnsi="Proxima Nova Alt Reg" w:cs="Times New Roman"/>
          <w:b/>
          <w:color w:val="222222"/>
          <w:lang w:val="en-AU"/>
        </w:rPr>
      </w:pPr>
      <w:r>
        <w:rPr>
          <w:rFonts w:ascii="Proxima Nova Alt Reg" w:eastAsia="Times New Roman" w:hAnsi="Proxima Nova Alt Reg" w:cs="Times New Roman"/>
          <w:b/>
          <w:color w:val="222222"/>
          <w:lang w:val="en-AU"/>
        </w:rPr>
        <w:t>We</w:t>
      </w:r>
      <w:r w:rsidR="00497ACD">
        <w:rPr>
          <w:rFonts w:ascii="Proxima Nova Alt Reg" w:eastAsia="Times New Roman" w:hAnsi="Proxima Nova Alt Reg" w:cs="Times New Roman"/>
          <w:b/>
          <w:color w:val="222222"/>
          <w:lang w:val="en-AU"/>
        </w:rPr>
        <w:t xml:space="preserve"> are offering this workshop to small business</w:t>
      </w:r>
      <w:r w:rsidR="00380A07">
        <w:rPr>
          <w:rFonts w:ascii="Proxima Nova Alt Reg" w:eastAsia="Times New Roman" w:hAnsi="Proxima Nova Alt Reg" w:cs="Times New Roman"/>
          <w:b/>
          <w:color w:val="222222"/>
          <w:lang w:val="en-AU"/>
        </w:rPr>
        <w:t>es</w:t>
      </w:r>
      <w:r w:rsidR="00497ACD">
        <w:rPr>
          <w:rFonts w:ascii="Proxima Nova Alt Reg" w:eastAsia="Times New Roman" w:hAnsi="Proxima Nova Alt Reg" w:cs="Times New Roman"/>
          <w:b/>
          <w:color w:val="222222"/>
          <w:lang w:val="en-AU"/>
        </w:rPr>
        <w:t xml:space="preserve"> and startups for only $3,000.</w:t>
      </w:r>
      <w:r>
        <w:rPr>
          <w:rFonts w:ascii="Proxima Nova Alt Reg" w:eastAsia="Times New Roman" w:hAnsi="Proxima Nova Alt Reg" w:cs="Times New Roman"/>
          <w:b/>
          <w:color w:val="222222"/>
          <w:lang w:val="en-AU"/>
        </w:rPr>
        <w:t xml:space="preserve"> </w:t>
      </w:r>
      <w:r w:rsidR="00A87344">
        <w:rPr>
          <w:rFonts w:ascii="Proxima Nova Alt Reg" w:eastAsia="Times New Roman" w:hAnsi="Proxima Nova Alt Reg" w:cs="Times New Roman"/>
          <w:b/>
          <w:color w:val="222222"/>
          <w:lang w:val="en-AU"/>
        </w:rPr>
        <w:t xml:space="preserve">So </w:t>
      </w:r>
      <w:r w:rsidR="0090138E">
        <w:rPr>
          <w:rFonts w:ascii="Proxima Nova Alt Reg" w:eastAsia="Times New Roman" w:hAnsi="Proxima Nova Alt Reg" w:cs="Times New Roman"/>
          <w:b/>
          <w:color w:val="222222"/>
          <w:lang w:val="en-AU"/>
        </w:rPr>
        <w:t xml:space="preserve">to book a workshop or for more information, </w:t>
      </w:r>
      <w:r w:rsidR="00A87344">
        <w:rPr>
          <w:rFonts w:ascii="Proxima Nova Alt Reg" w:eastAsia="Times New Roman" w:hAnsi="Proxima Nova Alt Reg" w:cs="Times New Roman"/>
          <w:b/>
          <w:color w:val="222222"/>
          <w:lang w:val="en-AU"/>
        </w:rPr>
        <w:t xml:space="preserve">give us a call at </w:t>
      </w:r>
    </w:p>
    <w:p w14:paraId="04DBB2D0" w14:textId="099EBF5C" w:rsidR="00C35CC3" w:rsidRDefault="00A87344" w:rsidP="00C35CC3">
      <w:pPr>
        <w:shd w:val="clear" w:color="auto" w:fill="FFFFFF"/>
        <w:rPr>
          <w:rFonts w:ascii="Proxima Nova Alt Reg" w:eastAsia="Times New Roman" w:hAnsi="Proxima Nova Alt Reg" w:cs="Times New Roman"/>
          <w:b/>
          <w:color w:val="222222"/>
          <w:lang w:val="en-AU"/>
        </w:rPr>
      </w:pPr>
      <w:r>
        <w:rPr>
          <w:rFonts w:ascii="Proxima Nova Alt Reg" w:eastAsia="Times New Roman" w:hAnsi="Proxima Nova Alt Reg" w:cs="Times New Roman"/>
          <w:b/>
          <w:color w:val="222222"/>
          <w:lang w:val="en-AU"/>
        </w:rPr>
        <w:t xml:space="preserve">03 8560 3133 or email Peter Sandor at </w:t>
      </w:r>
      <w:hyperlink r:id="rId10" w:history="1">
        <w:r w:rsidRPr="003110B7">
          <w:rPr>
            <w:rStyle w:val="Hyperlink"/>
            <w:rFonts w:ascii="Proxima Nova Alt Reg" w:eastAsia="Times New Roman" w:hAnsi="Proxima Nova Alt Reg" w:cs="Times New Roman"/>
            <w:b/>
            <w:lang w:val="en-AU"/>
          </w:rPr>
          <w:t>peter.sandor@fearless.com.au</w:t>
        </w:r>
      </w:hyperlink>
    </w:p>
    <w:p w14:paraId="11E99B06" w14:textId="77777777" w:rsidR="00A87344" w:rsidRPr="002A10C5" w:rsidRDefault="00A87344" w:rsidP="00C35CC3">
      <w:pPr>
        <w:shd w:val="clear" w:color="auto" w:fill="FFFFFF"/>
        <w:rPr>
          <w:rFonts w:ascii="Proxima Nova Alt Reg" w:eastAsia="Times New Roman" w:hAnsi="Proxima Nova Alt Reg" w:cs="Times New Roman"/>
          <w:b/>
          <w:color w:val="222222"/>
          <w:lang w:val="en-AU"/>
        </w:rPr>
      </w:pPr>
    </w:p>
    <w:p w14:paraId="118A578A" w14:textId="77777777" w:rsidR="00543D54" w:rsidRDefault="00543D54">
      <w:pPr>
        <w:rPr>
          <w:rFonts w:ascii="Proxima Nova Alt Bd" w:eastAsia="Times New Roman" w:hAnsi="Proxima Nova Alt Bd" w:cs="Times New Roman"/>
          <w:color w:val="000090"/>
          <w:sz w:val="30"/>
          <w:szCs w:val="30"/>
          <w:lang w:val="en-AU"/>
        </w:rPr>
      </w:pPr>
    </w:p>
    <w:p w14:paraId="2B798829" w14:textId="05CFD77C" w:rsidR="00D9667B" w:rsidRDefault="00543D54">
      <w:pPr>
        <w:rPr>
          <w:rFonts w:ascii="Proxima Nova Alt Bd" w:eastAsia="Times New Roman" w:hAnsi="Proxima Nova Alt Bd" w:cs="Times New Roman"/>
          <w:b/>
          <w:color w:val="000090"/>
          <w:sz w:val="30"/>
          <w:szCs w:val="30"/>
          <w:lang w:val="en-AU"/>
        </w:rPr>
      </w:pPr>
      <w:r w:rsidRPr="00543D54">
        <w:rPr>
          <w:rFonts w:ascii="Proxima Nova Alt Bd" w:eastAsia="Times New Roman" w:hAnsi="Proxima Nova Alt Bd" w:cs="Times New Roman"/>
          <w:b/>
          <w:color w:val="000090"/>
          <w:sz w:val="30"/>
          <w:szCs w:val="30"/>
          <w:lang w:val="en-AU"/>
        </w:rPr>
        <w:t>ALTERNATIVELY…</w:t>
      </w:r>
    </w:p>
    <w:p w14:paraId="034CF20C" w14:textId="77777777" w:rsidR="00543D54" w:rsidRDefault="00543D54">
      <w:pPr>
        <w:rPr>
          <w:rFonts w:ascii="Proxima Nova Alt Bd" w:eastAsia="Times New Roman" w:hAnsi="Proxima Nova Alt Bd" w:cs="Times New Roman"/>
          <w:b/>
          <w:color w:val="000090"/>
          <w:sz w:val="30"/>
          <w:szCs w:val="30"/>
          <w:lang w:val="en-AU"/>
        </w:rPr>
      </w:pPr>
    </w:p>
    <w:p w14:paraId="39EE7094" w14:textId="2C11793B" w:rsidR="00543D54" w:rsidRDefault="00543D54">
      <w:pPr>
        <w:rPr>
          <w:rFonts w:ascii="Proxima Nova Alt Reg" w:eastAsia="Times New Roman" w:hAnsi="Proxima Nova Alt Reg" w:cs="Times New Roman"/>
          <w:color w:val="222222"/>
          <w:lang w:val="en-AU"/>
        </w:rPr>
      </w:pPr>
      <w:r>
        <w:rPr>
          <w:rFonts w:ascii="Proxima Nova Alt Reg" w:eastAsia="Times New Roman" w:hAnsi="Proxima Nova Alt Reg" w:cs="Times New Roman"/>
          <w:color w:val="222222"/>
          <w:lang w:val="en-AU"/>
        </w:rPr>
        <w:t xml:space="preserve">If you’ve filled out the </w:t>
      </w:r>
      <w:r w:rsidR="00B61933">
        <w:rPr>
          <w:rFonts w:ascii="Proxima Nova Alt Reg" w:eastAsia="Times New Roman" w:hAnsi="Proxima Nova Alt Reg" w:cs="Times New Roman"/>
          <w:color w:val="222222"/>
          <w:lang w:val="en-AU"/>
        </w:rPr>
        <w:t>entire document to the best of your ability and want our help to push it just that little bit further, we can do that too!</w:t>
      </w:r>
    </w:p>
    <w:p w14:paraId="2742ED0C" w14:textId="77777777" w:rsidR="00B61933" w:rsidRDefault="00B61933">
      <w:pPr>
        <w:rPr>
          <w:rFonts w:ascii="Proxima Nova Alt Reg" w:eastAsia="Times New Roman" w:hAnsi="Proxima Nova Alt Reg" w:cs="Times New Roman"/>
          <w:color w:val="222222"/>
          <w:lang w:val="en-AU"/>
        </w:rPr>
      </w:pPr>
    </w:p>
    <w:p w14:paraId="275709D4" w14:textId="2A1FF388" w:rsidR="00B61933" w:rsidRPr="00B61933" w:rsidRDefault="00B61933">
      <w:pPr>
        <w:rPr>
          <w:rFonts w:ascii="Proxima Nova Alt Bd" w:eastAsia="Times New Roman" w:hAnsi="Proxima Nova Alt Bd" w:cs="Times New Roman"/>
          <w:b/>
          <w:color w:val="000090"/>
          <w:sz w:val="30"/>
          <w:szCs w:val="30"/>
          <w:lang w:val="en-AU"/>
        </w:rPr>
      </w:pPr>
      <w:r w:rsidRPr="00B61933">
        <w:rPr>
          <w:rFonts w:ascii="Proxima Nova Alt Reg" w:eastAsia="Times New Roman" w:hAnsi="Proxima Nova Alt Reg" w:cs="Times New Roman"/>
          <w:b/>
          <w:color w:val="222222"/>
          <w:lang w:val="en-AU"/>
        </w:rPr>
        <w:t xml:space="preserve">Just send </w:t>
      </w:r>
      <w:r w:rsidR="007032D1">
        <w:rPr>
          <w:rFonts w:ascii="Proxima Nova Alt Reg" w:eastAsia="Times New Roman" w:hAnsi="Proxima Nova Alt Reg" w:cs="Times New Roman"/>
          <w:b/>
          <w:color w:val="222222"/>
          <w:lang w:val="en-AU"/>
        </w:rPr>
        <w:t xml:space="preserve">a copy of </w:t>
      </w:r>
      <w:r w:rsidRPr="00B61933">
        <w:rPr>
          <w:rFonts w:ascii="Proxima Nova Alt Reg" w:eastAsia="Times New Roman" w:hAnsi="Proxima Nova Alt Reg" w:cs="Times New Roman"/>
          <w:b/>
          <w:color w:val="222222"/>
          <w:lang w:val="en-AU"/>
        </w:rPr>
        <w:t xml:space="preserve">your completed Startup Kit to Peter Sandor at </w:t>
      </w:r>
      <w:hyperlink r:id="rId11" w:history="1">
        <w:r w:rsidRPr="00B61933">
          <w:rPr>
            <w:rStyle w:val="Hyperlink"/>
            <w:rFonts w:ascii="Proxima Nova Alt Reg" w:eastAsia="Times New Roman" w:hAnsi="Proxima Nova Alt Reg" w:cs="Times New Roman"/>
            <w:b/>
            <w:lang w:val="en-AU"/>
          </w:rPr>
          <w:t>peter.sandor@fearless.com.au</w:t>
        </w:r>
      </w:hyperlink>
      <w:r w:rsidRPr="00B61933">
        <w:rPr>
          <w:rFonts w:ascii="Proxima Nova Alt Reg" w:eastAsia="Times New Roman" w:hAnsi="Proxima Nova Alt Reg" w:cs="Times New Roman"/>
          <w:b/>
          <w:color w:val="222222"/>
          <w:lang w:val="en-AU"/>
        </w:rPr>
        <w:t xml:space="preserve"> </w:t>
      </w:r>
      <w:r w:rsidR="007032D1">
        <w:rPr>
          <w:rFonts w:ascii="Proxima Nova Alt Reg" w:eastAsia="Times New Roman" w:hAnsi="Proxima Nova Alt Reg" w:cs="Times New Roman"/>
          <w:b/>
          <w:color w:val="222222"/>
          <w:lang w:val="en-AU"/>
        </w:rPr>
        <w:t xml:space="preserve">with the subject line “Startup Kit SOS” </w:t>
      </w:r>
      <w:r w:rsidRPr="00B61933">
        <w:rPr>
          <w:rFonts w:ascii="Proxima Nova Alt Reg" w:eastAsia="Times New Roman" w:hAnsi="Proxima Nova Alt Reg" w:cs="Times New Roman"/>
          <w:b/>
          <w:color w:val="222222"/>
          <w:lang w:val="en-AU"/>
        </w:rPr>
        <w:t>and we will set up a 1 hour</w:t>
      </w:r>
      <w:r w:rsidR="0090138E">
        <w:rPr>
          <w:rFonts w:ascii="Proxima Nova Alt Reg" w:eastAsia="Times New Roman" w:hAnsi="Proxima Nova Alt Reg" w:cs="Times New Roman"/>
          <w:b/>
          <w:color w:val="222222"/>
          <w:lang w:val="en-AU"/>
        </w:rPr>
        <w:t xml:space="preserve"> in-person</w:t>
      </w:r>
      <w:r w:rsidRPr="00B61933">
        <w:rPr>
          <w:rFonts w:ascii="Proxima Nova Alt Reg" w:eastAsia="Times New Roman" w:hAnsi="Proxima Nova Alt Reg" w:cs="Times New Roman"/>
          <w:b/>
          <w:color w:val="222222"/>
          <w:lang w:val="en-AU"/>
        </w:rPr>
        <w:t xml:space="preserve"> session</w:t>
      </w:r>
      <w:r w:rsidR="00471CA1">
        <w:rPr>
          <w:rFonts w:ascii="Proxima Nova Alt Reg" w:eastAsia="Times New Roman" w:hAnsi="Proxima Nova Alt Reg" w:cs="Times New Roman"/>
          <w:b/>
          <w:color w:val="222222"/>
          <w:lang w:val="en-AU"/>
        </w:rPr>
        <w:t xml:space="preserve"> for only $1,50</w:t>
      </w:r>
      <w:r w:rsidRPr="00B61933">
        <w:rPr>
          <w:rFonts w:ascii="Proxima Nova Alt Reg" w:eastAsia="Times New Roman" w:hAnsi="Proxima Nova Alt Reg" w:cs="Times New Roman"/>
          <w:b/>
          <w:color w:val="222222"/>
          <w:lang w:val="en-AU"/>
        </w:rPr>
        <w:t>0 to go through your answers with you.</w:t>
      </w:r>
    </w:p>
    <w:sectPr w:rsidR="00B61933" w:rsidRPr="00B61933" w:rsidSect="002A10C5">
      <w:headerReference w:type="even" r:id="rId12"/>
      <w:headerReference w:type="default" r:id="rId13"/>
      <w:pgSz w:w="11900" w:h="16840"/>
      <w:pgMar w:top="2410" w:right="1800" w:bottom="2694" w:left="1800" w:header="708" w:footer="708"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3CFC0C" w14:textId="77777777" w:rsidR="00943FAF" w:rsidRDefault="00943FAF" w:rsidP="00D73134">
      <w:r>
        <w:separator/>
      </w:r>
    </w:p>
  </w:endnote>
  <w:endnote w:type="continuationSeparator" w:id="0">
    <w:p w14:paraId="39AE6618" w14:textId="77777777" w:rsidR="00943FAF" w:rsidRDefault="00943FAF" w:rsidP="00D73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Proxima Nova Alt Reg">
    <w:charset w:val="00"/>
    <w:family w:val="auto"/>
    <w:pitch w:val="variable"/>
    <w:sig w:usb0="800000AF" w:usb1="5000E0FB" w:usb2="00000000" w:usb3="00000000" w:csb0="00000001" w:csb1="00000000"/>
  </w:font>
  <w:font w:name="Proxima Nova Alt Bd">
    <w:charset w:val="00"/>
    <w:family w:val="auto"/>
    <w:pitch w:val="variable"/>
    <w:sig w:usb0="800000AF" w:usb1="5000E0FB" w:usb2="00000000" w:usb3="00000000" w:csb0="00000001" w:csb1="00000000"/>
  </w:font>
  <w:font w:name="Proxima Nova Alt">
    <w:panose1 w:val="02000506030000020004"/>
    <w:charset w:val="00"/>
    <w:family w:val="auto"/>
    <w:pitch w:val="variable"/>
    <w:sig w:usb0="800000AF" w:usb1="5000E0FB" w:usb2="00000000" w:usb3="00000000" w:csb0="00000001" w:csb1="00000000"/>
  </w:font>
  <w:font w:name="Proxima Nova Alt Lt">
    <w:charset w:val="00"/>
    <w:family w:val="auto"/>
    <w:pitch w:val="variable"/>
    <w:sig w:usb0="800000AF" w:usb1="5000E0FB" w:usb2="00000000" w:usb3="00000000" w:csb0="00000001" w:csb1="00000000"/>
  </w:font>
  <w:font w:name="MS Mincho">
    <w:panose1 w:val="02020609040205080304"/>
    <w:charset w:val="80"/>
    <w:family w:val="auto"/>
    <w:pitch w:val="variable"/>
    <w:sig w:usb0="E00002FF" w:usb1="6AC7FDFB" w:usb2="08000012" w:usb3="00000000" w:csb0="0002009F" w:csb1="00000000"/>
  </w:font>
  <w:font w:name="Proxima Nova Alt Rg">
    <w:charset w:val="00"/>
    <w:family w:val="auto"/>
    <w:pitch w:val="variable"/>
    <w:sig w:usb0="800000AF" w:usb1="5000E0FB" w:usb2="00000000" w:usb3="00000000" w:csb0="00000001"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CB2F9" w14:textId="77777777" w:rsidR="00943FAF" w:rsidRDefault="00943FAF" w:rsidP="00D73134">
      <w:r>
        <w:separator/>
      </w:r>
    </w:p>
  </w:footnote>
  <w:footnote w:type="continuationSeparator" w:id="0">
    <w:p w14:paraId="61A6DA0F" w14:textId="77777777" w:rsidR="00943FAF" w:rsidRDefault="00943FAF" w:rsidP="00D7313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E974B" w14:textId="77777777" w:rsidR="008B2B19" w:rsidRDefault="008B2B19" w:rsidP="008D239D">
    <w:pPr>
      <w:pStyle w:val="Head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5EE8DE" w14:textId="77777777" w:rsidR="008B2B19" w:rsidRDefault="008B2B19" w:rsidP="002A10C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FFDAC" w14:textId="77777777" w:rsidR="008B2B19" w:rsidRDefault="008B2B19" w:rsidP="008D239D">
    <w:pPr>
      <w:pStyle w:val="Head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138E">
      <w:rPr>
        <w:rStyle w:val="PageNumber"/>
        <w:noProof/>
      </w:rPr>
      <w:t>16</w:t>
    </w:r>
    <w:r>
      <w:rPr>
        <w:rStyle w:val="PageNumber"/>
      </w:rPr>
      <w:fldChar w:fldCharType="end"/>
    </w:r>
  </w:p>
  <w:p w14:paraId="2FA37CF6" w14:textId="77777777" w:rsidR="008B2B19" w:rsidRDefault="008B2B19" w:rsidP="002A10C5">
    <w:pPr>
      <w:pStyle w:val="Header"/>
      <w:ind w:right="360"/>
    </w:pPr>
    <w:r>
      <w:rPr>
        <w:noProof/>
      </w:rPr>
      <w:drawing>
        <wp:anchor distT="0" distB="0" distL="114300" distR="114300" simplePos="0" relativeHeight="251658240" behindDoc="0" locked="0" layoutInCell="1" allowOverlap="1" wp14:anchorId="734A16B4" wp14:editId="7C55F62A">
          <wp:simplePos x="0" y="0"/>
          <wp:positionH relativeFrom="column">
            <wp:posOffset>-1143000</wp:posOffset>
          </wp:positionH>
          <wp:positionV relativeFrom="paragraph">
            <wp:posOffset>-449580</wp:posOffset>
          </wp:positionV>
          <wp:extent cx="7543800" cy="1067493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Letterhead_Template.png"/>
                  <pic:cNvPicPr/>
                </pic:nvPicPr>
                <pic:blipFill>
                  <a:blip r:embed="rId1">
                    <a:extLst>
                      <a:ext uri="{28A0092B-C50C-407E-A947-70E740481C1C}">
                        <a14:useLocalDpi xmlns:a14="http://schemas.microsoft.com/office/drawing/2010/main" val="0"/>
                      </a:ext>
                    </a:extLst>
                  </a:blip>
                  <a:stretch>
                    <a:fillRect/>
                  </a:stretch>
                </pic:blipFill>
                <pic:spPr>
                  <a:xfrm>
                    <a:off x="0" y="0"/>
                    <a:ext cx="7543800" cy="1067493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D2CC8"/>
    <w:multiLevelType w:val="hybridMultilevel"/>
    <w:tmpl w:val="56EAD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77794E"/>
    <w:multiLevelType w:val="hybridMultilevel"/>
    <w:tmpl w:val="E6D62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9633F7"/>
    <w:multiLevelType w:val="hybridMultilevel"/>
    <w:tmpl w:val="861C7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875B85"/>
    <w:multiLevelType w:val="hybridMultilevel"/>
    <w:tmpl w:val="85D48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D85E35"/>
    <w:multiLevelType w:val="hybridMultilevel"/>
    <w:tmpl w:val="D9786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E53309"/>
    <w:multiLevelType w:val="hybridMultilevel"/>
    <w:tmpl w:val="15606A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141F73"/>
    <w:multiLevelType w:val="hybridMultilevel"/>
    <w:tmpl w:val="8CAE7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7B7B71"/>
    <w:multiLevelType w:val="hybridMultilevel"/>
    <w:tmpl w:val="9C7CC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6016319"/>
    <w:multiLevelType w:val="hybridMultilevel"/>
    <w:tmpl w:val="03DAFA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BA70656"/>
    <w:multiLevelType w:val="hybridMultilevel"/>
    <w:tmpl w:val="6A5A6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BF6D55"/>
    <w:multiLevelType w:val="hybridMultilevel"/>
    <w:tmpl w:val="3EA4A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84153E"/>
    <w:multiLevelType w:val="multilevel"/>
    <w:tmpl w:val="2E2C9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5707D3"/>
    <w:multiLevelType w:val="hybridMultilevel"/>
    <w:tmpl w:val="D5022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0206DBA"/>
    <w:multiLevelType w:val="hybridMultilevel"/>
    <w:tmpl w:val="A3D46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EF927A7"/>
    <w:multiLevelType w:val="hybridMultilevel"/>
    <w:tmpl w:val="B1883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980F8D"/>
    <w:multiLevelType w:val="hybridMultilevel"/>
    <w:tmpl w:val="F5FC5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9D745D"/>
    <w:multiLevelType w:val="hybridMultilevel"/>
    <w:tmpl w:val="BFC22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C576717"/>
    <w:multiLevelType w:val="hybridMultilevel"/>
    <w:tmpl w:val="686EC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D73E75"/>
    <w:multiLevelType w:val="hybridMultilevel"/>
    <w:tmpl w:val="A8D0D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6"/>
  </w:num>
  <w:num w:numId="4">
    <w:abstractNumId w:val="3"/>
  </w:num>
  <w:num w:numId="5">
    <w:abstractNumId w:val="15"/>
  </w:num>
  <w:num w:numId="6">
    <w:abstractNumId w:val="12"/>
  </w:num>
  <w:num w:numId="7">
    <w:abstractNumId w:val="10"/>
  </w:num>
  <w:num w:numId="8">
    <w:abstractNumId w:val="7"/>
  </w:num>
  <w:num w:numId="9">
    <w:abstractNumId w:val="2"/>
  </w:num>
  <w:num w:numId="10">
    <w:abstractNumId w:val="13"/>
  </w:num>
  <w:num w:numId="11">
    <w:abstractNumId w:val="14"/>
  </w:num>
  <w:num w:numId="12">
    <w:abstractNumId w:val="4"/>
  </w:num>
  <w:num w:numId="13">
    <w:abstractNumId w:val="17"/>
  </w:num>
  <w:num w:numId="14">
    <w:abstractNumId w:val="18"/>
  </w:num>
  <w:num w:numId="15">
    <w:abstractNumId w:val="8"/>
  </w:num>
  <w:num w:numId="16">
    <w:abstractNumId w:val="5"/>
  </w:num>
  <w:num w:numId="17">
    <w:abstractNumId w:val="16"/>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0C5"/>
    <w:rsid w:val="00234D73"/>
    <w:rsid w:val="002A10C5"/>
    <w:rsid w:val="002B2D57"/>
    <w:rsid w:val="002D76A2"/>
    <w:rsid w:val="003719EE"/>
    <w:rsid w:val="00380A07"/>
    <w:rsid w:val="00471CA1"/>
    <w:rsid w:val="00497ACD"/>
    <w:rsid w:val="004B2E6C"/>
    <w:rsid w:val="00543D54"/>
    <w:rsid w:val="00562EF7"/>
    <w:rsid w:val="0056754E"/>
    <w:rsid w:val="0065166B"/>
    <w:rsid w:val="007032D1"/>
    <w:rsid w:val="00856C51"/>
    <w:rsid w:val="008A72B7"/>
    <w:rsid w:val="008B2B19"/>
    <w:rsid w:val="008D239D"/>
    <w:rsid w:val="0090138E"/>
    <w:rsid w:val="00943FAF"/>
    <w:rsid w:val="009948E7"/>
    <w:rsid w:val="00A87344"/>
    <w:rsid w:val="00AD10DC"/>
    <w:rsid w:val="00B61933"/>
    <w:rsid w:val="00BA6A31"/>
    <w:rsid w:val="00BC066A"/>
    <w:rsid w:val="00C35CC3"/>
    <w:rsid w:val="00CE68A5"/>
    <w:rsid w:val="00CF0EF2"/>
    <w:rsid w:val="00D57A57"/>
    <w:rsid w:val="00D73134"/>
    <w:rsid w:val="00D852BF"/>
    <w:rsid w:val="00D9667B"/>
    <w:rsid w:val="00E72E04"/>
    <w:rsid w:val="00EE1D1D"/>
    <w:rsid w:val="00F91461"/>
    <w:rsid w:val="00FF16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183659C"/>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76A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3134"/>
    <w:pPr>
      <w:tabs>
        <w:tab w:val="center" w:pos="4320"/>
        <w:tab w:val="right" w:pos="8640"/>
      </w:tabs>
    </w:pPr>
  </w:style>
  <w:style w:type="character" w:customStyle="1" w:styleId="HeaderChar">
    <w:name w:val="Header Char"/>
    <w:basedOn w:val="DefaultParagraphFont"/>
    <w:link w:val="Header"/>
    <w:uiPriority w:val="99"/>
    <w:rsid w:val="00D73134"/>
  </w:style>
  <w:style w:type="paragraph" w:styleId="Footer">
    <w:name w:val="footer"/>
    <w:basedOn w:val="Normal"/>
    <w:link w:val="FooterChar"/>
    <w:uiPriority w:val="99"/>
    <w:unhideWhenUsed/>
    <w:rsid w:val="00D73134"/>
    <w:pPr>
      <w:tabs>
        <w:tab w:val="center" w:pos="4320"/>
        <w:tab w:val="right" w:pos="8640"/>
      </w:tabs>
    </w:pPr>
  </w:style>
  <w:style w:type="character" w:customStyle="1" w:styleId="FooterChar">
    <w:name w:val="Footer Char"/>
    <w:basedOn w:val="DefaultParagraphFont"/>
    <w:link w:val="Footer"/>
    <w:uiPriority w:val="99"/>
    <w:rsid w:val="00D73134"/>
  </w:style>
  <w:style w:type="paragraph" w:styleId="BalloonText">
    <w:name w:val="Balloon Text"/>
    <w:basedOn w:val="Normal"/>
    <w:link w:val="BalloonTextChar"/>
    <w:uiPriority w:val="99"/>
    <w:semiHidden/>
    <w:unhideWhenUsed/>
    <w:rsid w:val="00D7313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3134"/>
    <w:rPr>
      <w:rFonts w:ascii="Lucida Grande" w:hAnsi="Lucida Grande" w:cs="Lucida Grande"/>
      <w:sz w:val="18"/>
      <w:szCs w:val="18"/>
    </w:rPr>
  </w:style>
  <w:style w:type="paragraph" w:customStyle="1" w:styleId="Normal1">
    <w:name w:val="Normal1"/>
    <w:rsid w:val="00D73134"/>
    <w:pPr>
      <w:spacing w:line="276" w:lineRule="auto"/>
    </w:pPr>
    <w:rPr>
      <w:rFonts w:ascii="Arial" w:eastAsia="Arial" w:hAnsi="Arial" w:cs="Arial"/>
      <w:color w:val="000000"/>
      <w:sz w:val="22"/>
      <w:szCs w:val="22"/>
      <w:lang w:val="en-AU"/>
    </w:rPr>
  </w:style>
  <w:style w:type="paragraph" w:customStyle="1" w:styleId="m820325742993635862gmail-m-8610965794884787731m-6070253415557543847normal">
    <w:name w:val="m_820325742993635862gmail-m_-8610965794884787731m_-6070253415557543847normal"/>
    <w:basedOn w:val="Normal"/>
    <w:rsid w:val="002B2D57"/>
    <w:pPr>
      <w:spacing w:before="100" w:beforeAutospacing="1" w:after="100" w:afterAutospacing="1"/>
    </w:pPr>
    <w:rPr>
      <w:rFonts w:ascii="Times" w:hAnsi="Times"/>
      <w:sz w:val="20"/>
      <w:szCs w:val="20"/>
      <w:lang w:val="en-AU"/>
    </w:rPr>
  </w:style>
  <w:style w:type="character" w:customStyle="1" w:styleId="apple-converted-space">
    <w:name w:val="apple-converted-space"/>
    <w:basedOn w:val="DefaultParagraphFont"/>
    <w:rsid w:val="002B2D57"/>
  </w:style>
  <w:style w:type="character" w:customStyle="1" w:styleId="m820325742993635862gmail-aqj">
    <w:name w:val="m_820325742993635862gmail-aqj"/>
    <w:basedOn w:val="DefaultParagraphFont"/>
    <w:rsid w:val="002B2D57"/>
  </w:style>
  <w:style w:type="character" w:customStyle="1" w:styleId="aqj">
    <w:name w:val="aqj"/>
    <w:basedOn w:val="DefaultParagraphFont"/>
    <w:rsid w:val="002B2D57"/>
  </w:style>
  <w:style w:type="paragraph" w:customStyle="1" w:styleId="m820325742993635862gmail-m-8610965794884787731m282652706487713966normal">
    <w:name w:val="m_820325742993635862gmail-m_-8610965794884787731m_282652706487713966normal"/>
    <w:basedOn w:val="Normal"/>
    <w:rsid w:val="002B2D57"/>
    <w:pPr>
      <w:spacing w:before="100" w:beforeAutospacing="1" w:after="100" w:afterAutospacing="1"/>
    </w:pPr>
    <w:rPr>
      <w:rFonts w:ascii="Times" w:hAnsi="Times"/>
      <w:sz w:val="20"/>
      <w:szCs w:val="20"/>
      <w:lang w:val="en-AU"/>
    </w:rPr>
  </w:style>
  <w:style w:type="paragraph" w:customStyle="1" w:styleId="m820325742993635862gmail-m-8610965794884787731m-666427110502035688normal">
    <w:name w:val="m_820325742993635862gmail-m_-8610965794884787731m_-666427110502035688normal"/>
    <w:basedOn w:val="Normal"/>
    <w:rsid w:val="002B2D57"/>
    <w:pPr>
      <w:spacing w:before="100" w:beforeAutospacing="1" w:after="100" w:afterAutospacing="1"/>
    </w:pPr>
    <w:rPr>
      <w:rFonts w:ascii="Times" w:hAnsi="Times"/>
      <w:sz w:val="20"/>
      <w:szCs w:val="20"/>
      <w:lang w:val="en-AU"/>
    </w:rPr>
  </w:style>
  <w:style w:type="character" w:styleId="Strong">
    <w:name w:val="Strong"/>
    <w:basedOn w:val="DefaultParagraphFont"/>
    <w:uiPriority w:val="22"/>
    <w:qFormat/>
    <w:rsid w:val="008A72B7"/>
    <w:rPr>
      <w:b/>
      <w:bCs/>
    </w:rPr>
  </w:style>
  <w:style w:type="paragraph" w:styleId="ListParagraph">
    <w:name w:val="List Paragraph"/>
    <w:basedOn w:val="Normal"/>
    <w:uiPriority w:val="34"/>
    <w:qFormat/>
    <w:rsid w:val="002A10C5"/>
    <w:pPr>
      <w:ind w:left="720"/>
      <w:contextualSpacing/>
    </w:pPr>
  </w:style>
  <w:style w:type="character" w:styleId="PageNumber">
    <w:name w:val="page number"/>
    <w:basedOn w:val="DefaultParagraphFont"/>
    <w:uiPriority w:val="99"/>
    <w:semiHidden/>
    <w:unhideWhenUsed/>
    <w:rsid w:val="002A10C5"/>
  </w:style>
  <w:style w:type="paragraph" w:customStyle="1" w:styleId="m9214593065535317240gmail-normal">
    <w:name w:val="m_9214593065535317240gmail-normal"/>
    <w:basedOn w:val="Normal"/>
    <w:rsid w:val="00BC066A"/>
    <w:pPr>
      <w:spacing w:before="100" w:beforeAutospacing="1" w:after="100" w:afterAutospacing="1"/>
    </w:pPr>
    <w:rPr>
      <w:rFonts w:ascii="Times" w:hAnsi="Times"/>
      <w:sz w:val="20"/>
      <w:szCs w:val="20"/>
      <w:lang w:val="en-AU"/>
    </w:rPr>
  </w:style>
  <w:style w:type="character" w:styleId="Hyperlink">
    <w:name w:val="Hyperlink"/>
    <w:basedOn w:val="DefaultParagraphFont"/>
    <w:uiPriority w:val="99"/>
    <w:unhideWhenUsed/>
    <w:rsid w:val="00F9146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524933">
      <w:bodyDiv w:val="1"/>
      <w:marLeft w:val="0"/>
      <w:marRight w:val="0"/>
      <w:marTop w:val="0"/>
      <w:marBottom w:val="0"/>
      <w:divBdr>
        <w:top w:val="none" w:sz="0" w:space="0" w:color="auto"/>
        <w:left w:val="none" w:sz="0" w:space="0" w:color="auto"/>
        <w:bottom w:val="none" w:sz="0" w:space="0" w:color="auto"/>
        <w:right w:val="none" w:sz="0" w:space="0" w:color="auto"/>
      </w:divBdr>
      <w:divsChild>
        <w:div w:id="146966972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64522863">
              <w:marLeft w:val="0"/>
              <w:marRight w:val="0"/>
              <w:marTop w:val="0"/>
              <w:marBottom w:val="0"/>
              <w:divBdr>
                <w:top w:val="none" w:sz="0" w:space="0" w:color="auto"/>
                <w:left w:val="none" w:sz="0" w:space="0" w:color="auto"/>
                <w:bottom w:val="none" w:sz="0" w:space="0" w:color="auto"/>
                <w:right w:val="none" w:sz="0" w:space="0" w:color="auto"/>
              </w:divBdr>
              <w:divsChild>
                <w:div w:id="381683007">
                  <w:marLeft w:val="0"/>
                  <w:marRight w:val="0"/>
                  <w:marTop w:val="0"/>
                  <w:marBottom w:val="0"/>
                  <w:divBdr>
                    <w:top w:val="none" w:sz="0" w:space="0" w:color="auto"/>
                    <w:left w:val="none" w:sz="0" w:space="0" w:color="auto"/>
                    <w:bottom w:val="none" w:sz="0" w:space="0" w:color="auto"/>
                    <w:right w:val="none" w:sz="0" w:space="0" w:color="auto"/>
                  </w:divBdr>
                  <w:divsChild>
                    <w:div w:id="1169638972">
                      <w:marLeft w:val="0"/>
                      <w:marRight w:val="0"/>
                      <w:marTop w:val="0"/>
                      <w:marBottom w:val="0"/>
                      <w:divBdr>
                        <w:top w:val="none" w:sz="0" w:space="0" w:color="auto"/>
                        <w:left w:val="none" w:sz="0" w:space="0" w:color="auto"/>
                        <w:bottom w:val="none" w:sz="0" w:space="0" w:color="auto"/>
                        <w:right w:val="none" w:sz="0" w:space="0" w:color="auto"/>
                      </w:divBdr>
                      <w:divsChild>
                        <w:div w:id="1357001851">
                          <w:marLeft w:val="0"/>
                          <w:marRight w:val="0"/>
                          <w:marTop w:val="0"/>
                          <w:marBottom w:val="0"/>
                          <w:divBdr>
                            <w:top w:val="none" w:sz="0" w:space="0" w:color="auto"/>
                            <w:left w:val="none" w:sz="0" w:space="0" w:color="auto"/>
                            <w:bottom w:val="none" w:sz="0" w:space="0" w:color="auto"/>
                            <w:right w:val="none" w:sz="0" w:space="0" w:color="auto"/>
                          </w:divBdr>
                          <w:divsChild>
                            <w:div w:id="997198407">
                              <w:marLeft w:val="0"/>
                              <w:marRight w:val="0"/>
                              <w:marTop w:val="0"/>
                              <w:marBottom w:val="0"/>
                              <w:divBdr>
                                <w:top w:val="none" w:sz="0" w:space="0" w:color="auto"/>
                                <w:left w:val="none" w:sz="0" w:space="0" w:color="auto"/>
                                <w:bottom w:val="none" w:sz="0" w:space="0" w:color="auto"/>
                                <w:right w:val="none" w:sz="0" w:space="0" w:color="auto"/>
                              </w:divBdr>
                              <w:divsChild>
                                <w:div w:id="1518959716">
                                  <w:marLeft w:val="0"/>
                                  <w:marRight w:val="0"/>
                                  <w:marTop w:val="0"/>
                                  <w:marBottom w:val="0"/>
                                  <w:divBdr>
                                    <w:top w:val="none" w:sz="0" w:space="0" w:color="auto"/>
                                    <w:left w:val="none" w:sz="0" w:space="0" w:color="auto"/>
                                    <w:bottom w:val="none" w:sz="0" w:space="0" w:color="auto"/>
                                    <w:right w:val="none" w:sz="0" w:space="0" w:color="auto"/>
                                  </w:divBdr>
                                  <w:divsChild>
                                    <w:div w:id="107833274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25089703">
                                          <w:marLeft w:val="0"/>
                                          <w:marRight w:val="0"/>
                                          <w:marTop w:val="0"/>
                                          <w:marBottom w:val="0"/>
                                          <w:divBdr>
                                            <w:top w:val="none" w:sz="0" w:space="0" w:color="auto"/>
                                            <w:left w:val="none" w:sz="0" w:space="0" w:color="auto"/>
                                            <w:bottom w:val="none" w:sz="0" w:space="0" w:color="auto"/>
                                            <w:right w:val="none" w:sz="0" w:space="0" w:color="auto"/>
                                          </w:divBdr>
                                          <w:divsChild>
                                            <w:div w:id="1469516777">
                                              <w:marLeft w:val="0"/>
                                              <w:marRight w:val="0"/>
                                              <w:marTop w:val="0"/>
                                              <w:marBottom w:val="0"/>
                                              <w:divBdr>
                                                <w:top w:val="none" w:sz="0" w:space="0" w:color="auto"/>
                                                <w:left w:val="none" w:sz="0" w:space="0" w:color="auto"/>
                                                <w:bottom w:val="none" w:sz="0" w:space="0" w:color="auto"/>
                                                <w:right w:val="none" w:sz="0" w:space="0" w:color="auto"/>
                                              </w:divBdr>
                                              <w:divsChild>
                                                <w:div w:id="620842681">
                                                  <w:marLeft w:val="0"/>
                                                  <w:marRight w:val="0"/>
                                                  <w:marTop w:val="0"/>
                                                  <w:marBottom w:val="0"/>
                                                  <w:divBdr>
                                                    <w:top w:val="none" w:sz="0" w:space="0" w:color="auto"/>
                                                    <w:left w:val="none" w:sz="0" w:space="0" w:color="auto"/>
                                                    <w:bottom w:val="none" w:sz="0" w:space="0" w:color="auto"/>
                                                    <w:right w:val="none" w:sz="0" w:space="0" w:color="auto"/>
                                                  </w:divBdr>
                                                </w:div>
                                                <w:div w:id="569538245">
                                                  <w:marLeft w:val="0"/>
                                                  <w:marRight w:val="0"/>
                                                  <w:marTop w:val="0"/>
                                                  <w:marBottom w:val="0"/>
                                                  <w:divBdr>
                                                    <w:top w:val="none" w:sz="0" w:space="0" w:color="auto"/>
                                                    <w:left w:val="none" w:sz="0" w:space="0" w:color="auto"/>
                                                    <w:bottom w:val="none" w:sz="0" w:space="0" w:color="auto"/>
                                                    <w:right w:val="none" w:sz="0" w:space="0" w:color="auto"/>
                                                  </w:divBdr>
                                                </w:div>
                                                <w:div w:id="209200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72845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9574805">
                                          <w:marLeft w:val="0"/>
                                          <w:marRight w:val="0"/>
                                          <w:marTop w:val="0"/>
                                          <w:marBottom w:val="0"/>
                                          <w:divBdr>
                                            <w:top w:val="none" w:sz="0" w:space="0" w:color="auto"/>
                                            <w:left w:val="none" w:sz="0" w:space="0" w:color="auto"/>
                                            <w:bottom w:val="none" w:sz="0" w:space="0" w:color="auto"/>
                                            <w:right w:val="none" w:sz="0" w:space="0" w:color="auto"/>
                                          </w:divBdr>
                                          <w:divsChild>
                                            <w:div w:id="144250373">
                                              <w:marLeft w:val="0"/>
                                              <w:marRight w:val="0"/>
                                              <w:marTop w:val="0"/>
                                              <w:marBottom w:val="0"/>
                                              <w:divBdr>
                                                <w:top w:val="none" w:sz="0" w:space="0" w:color="auto"/>
                                                <w:left w:val="none" w:sz="0" w:space="0" w:color="auto"/>
                                                <w:bottom w:val="none" w:sz="0" w:space="0" w:color="auto"/>
                                                <w:right w:val="none" w:sz="0" w:space="0" w:color="auto"/>
                                              </w:divBdr>
                                              <w:divsChild>
                                                <w:div w:id="1552110757">
                                                  <w:marLeft w:val="0"/>
                                                  <w:marRight w:val="0"/>
                                                  <w:marTop w:val="0"/>
                                                  <w:marBottom w:val="0"/>
                                                  <w:divBdr>
                                                    <w:top w:val="none" w:sz="0" w:space="0" w:color="auto"/>
                                                    <w:left w:val="none" w:sz="0" w:space="0" w:color="auto"/>
                                                    <w:bottom w:val="none" w:sz="0" w:space="0" w:color="auto"/>
                                                    <w:right w:val="none" w:sz="0" w:space="0" w:color="auto"/>
                                                  </w:divBdr>
                                                </w:div>
                                                <w:div w:id="1553035592">
                                                  <w:marLeft w:val="0"/>
                                                  <w:marRight w:val="0"/>
                                                  <w:marTop w:val="0"/>
                                                  <w:marBottom w:val="0"/>
                                                  <w:divBdr>
                                                    <w:top w:val="none" w:sz="0" w:space="0" w:color="auto"/>
                                                    <w:left w:val="none" w:sz="0" w:space="0" w:color="auto"/>
                                                    <w:bottom w:val="none" w:sz="0" w:space="0" w:color="auto"/>
                                                    <w:right w:val="none" w:sz="0" w:space="0" w:color="auto"/>
                                                  </w:divBdr>
                                                </w:div>
                                                <w:div w:id="50231088">
                                                  <w:marLeft w:val="0"/>
                                                  <w:marRight w:val="0"/>
                                                  <w:marTop w:val="0"/>
                                                  <w:marBottom w:val="0"/>
                                                  <w:divBdr>
                                                    <w:top w:val="none" w:sz="0" w:space="0" w:color="auto"/>
                                                    <w:left w:val="none" w:sz="0" w:space="0" w:color="auto"/>
                                                    <w:bottom w:val="none" w:sz="0" w:space="0" w:color="auto"/>
                                                    <w:right w:val="none" w:sz="0" w:space="0" w:color="auto"/>
                                                  </w:divBdr>
                                                </w:div>
                                                <w:div w:id="259221421">
                                                  <w:marLeft w:val="0"/>
                                                  <w:marRight w:val="0"/>
                                                  <w:marTop w:val="0"/>
                                                  <w:marBottom w:val="0"/>
                                                  <w:divBdr>
                                                    <w:top w:val="none" w:sz="0" w:space="0" w:color="auto"/>
                                                    <w:left w:val="none" w:sz="0" w:space="0" w:color="auto"/>
                                                    <w:bottom w:val="none" w:sz="0" w:space="0" w:color="auto"/>
                                                    <w:right w:val="none" w:sz="0" w:space="0" w:color="auto"/>
                                                  </w:divBdr>
                                                </w:div>
                                                <w:div w:id="1395735403">
                                                  <w:marLeft w:val="0"/>
                                                  <w:marRight w:val="0"/>
                                                  <w:marTop w:val="0"/>
                                                  <w:marBottom w:val="0"/>
                                                  <w:divBdr>
                                                    <w:top w:val="none" w:sz="0" w:space="0" w:color="auto"/>
                                                    <w:left w:val="none" w:sz="0" w:space="0" w:color="auto"/>
                                                    <w:bottom w:val="none" w:sz="0" w:space="0" w:color="auto"/>
                                                    <w:right w:val="none" w:sz="0" w:space="0" w:color="auto"/>
                                                  </w:divBdr>
                                                  <w:divsChild>
                                                    <w:div w:id="206452585">
                                                      <w:marLeft w:val="0"/>
                                                      <w:marRight w:val="0"/>
                                                      <w:marTop w:val="0"/>
                                                      <w:marBottom w:val="0"/>
                                                      <w:divBdr>
                                                        <w:top w:val="none" w:sz="0" w:space="0" w:color="auto"/>
                                                        <w:left w:val="none" w:sz="0" w:space="0" w:color="auto"/>
                                                        <w:bottom w:val="none" w:sz="0" w:space="0" w:color="auto"/>
                                                        <w:right w:val="none" w:sz="0" w:space="0" w:color="auto"/>
                                                      </w:divBdr>
                                                      <w:divsChild>
                                                        <w:div w:id="1855143844">
                                                          <w:marLeft w:val="0"/>
                                                          <w:marRight w:val="0"/>
                                                          <w:marTop w:val="0"/>
                                                          <w:marBottom w:val="0"/>
                                                          <w:divBdr>
                                                            <w:top w:val="none" w:sz="0" w:space="0" w:color="auto"/>
                                                            <w:left w:val="none" w:sz="0" w:space="0" w:color="auto"/>
                                                            <w:bottom w:val="none" w:sz="0" w:space="0" w:color="auto"/>
                                                            <w:right w:val="none" w:sz="0" w:space="0" w:color="auto"/>
                                                          </w:divBdr>
                                                          <w:divsChild>
                                                            <w:div w:id="445581652">
                                                              <w:marLeft w:val="0"/>
                                                              <w:marRight w:val="0"/>
                                                              <w:marTop w:val="0"/>
                                                              <w:marBottom w:val="0"/>
                                                              <w:divBdr>
                                                                <w:top w:val="none" w:sz="0" w:space="0" w:color="auto"/>
                                                                <w:left w:val="none" w:sz="0" w:space="0" w:color="auto"/>
                                                                <w:bottom w:val="none" w:sz="0" w:space="0" w:color="auto"/>
                                                                <w:right w:val="none" w:sz="0" w:space="0" w:color="auto"/>
                                                              </w:divBdr>
                                                              <w:divsChild>
                                                                <w:div w:id="1247956027">
                                                                  <w:marLeft w:val="0"/>
                                                                  <w:marRight w:val="0"/>
                                                                  <w:marTop w:val="0"/>
                                                                  <w:marBottom w:val="0"/>
                                                                  <w:divBdr>
                                                                    <w:top w:val="none" w:sz="0" w:space="0" w:color="auto"/>
                                                                    <w:left w:val="none" w:sz="0" w:space="0" w:color="auto"/>
                                                                    <w:bottom w:val="none" w:sz="0" w:space="0" w:color="auto"/>
                                                                    <w:right w:val="none" w:sz="0" w:space="0" w:color="auto"/>
                                                                  </w:divBdr>
                                                                  <w:divsChild>
                                                                    <w:div w:id="848908609">
                                                                      <w:marLeft w:val="0"/>
                                                                      <w:marRight w:val="0"/>
                                                                      <w:marTop w:val="0"/>
                                                                      <w:marBottom w:val="0"/>
                                                                      <w:divBdr>
                                                                        <w:top w:val="none" w:sz="0" w:space="0" w:color="auto"/>
                                                                        <w:left w:val="none" w:sz="0" w:space="0" w:color="auto"/>
                                                                        <w:bottom w:val="none" w:sz="0" w:space="0" w:color="auto"/>
                                                                        <w:right w:val="none" w:sz="0" w:space="0" w:color="auto"/>
                                                                      </w:divBdr>
                                                                      <w:divsChild>
                                                                        <w:div w:id="1912306061">
                                                                          <w:marLeft w:val="0"/>
                                                                          <w:marRight w:val="0"/>
                                                                          <w:marTop w:val="0"/>
                                                                          <w:marBottom w:val="0"/>
                                                                          <w:divBdr>
                                                                            <w:top w:val="none" w:sz="0" w:space="0" w:color="auto"/>
                                                                            <w:left w:val="none" w:sz="0" w:space="0" w:color="auto"/>
                                                                            <w:bottom w:val="none" w:sz="0" w:space="0" w:color="auto"/>
                                                                            <w:right w:val="none" w:sz="0" w:space="0" w:color="auto"/>
                                                                          </w:divBdr>
                                                                          <w:divsChild>
                                                                            <w:div w:id="1299871255">
                                                                              <w:marLeft w:val="0"/>
                                                                              <w:marRight w:val="0"/>
                                                                              <w:marTop w:val="0"/>
                                                                              <w:marBottom w:val="0"/>
                                                                              <w:divBdr>
                                                                                <w:top w:val="none" w:sz="0" w:space="0" w:color="auto"/>
                                                                                <w:left w:val="none" w:sz="0" w:space="0" w:color="auto"/>
                                                                                <w:bottom w:val="none" w:sz="0" w:space="0" w:color="auto"/>
                                                                                <w:right w:val="none" w:sz="0" w:space="0" w:color="auto"/>
                                                                              </w:divBdr>
                                                                              <w:divsChild>
                                                                                <w:div w:id="1026521916">
                                                                                  <w:marLeft w:val="0"/>
                                                                                  <w:marRight w:val="0"/>
                                                                                  <w:marTop w:val="0"/>
                                                                                  <w:marBottom w:val="0"/>
                                                                                  <w:divBdr>
                                                                                    <w:top w:val="none" w:sz="0" w:space="0" w:color="auto"/>
                                                                                    <w:left w:val="none" w:sz="0" w:space="0" w:color="auto"/>
                                                                                    <w:bottom w:val="none" w:sz="0" w:space="0" w:color="auto"/>
                                                                                    <w:right w:val="none" w:sz="0" w:space="0" w:color="auto"/>
                                                                                  </w:divBdr>
                                                                                  <w:divsChild>
                                                                                    <w:div w:id="1373848095">
                                                                                      <w:marLeft w:val="0"/>
                                                                                      <w:marRight w:val="0"/>
                                                                                      <w:marTop w:val="0"/>
                                                                                      <w:marBottom w:val="0"/>
                                                                                      <w:divBdr>
                                                                                        <w:top w:val="none" w:sz="0" w:space="0" w:color="auto"/>
                                                                                        <w:left w:val="none" w:sz="0" w:space="0" w:color="auto"/>
                                                                                        <w:bottom w:val="none" w:sz="0" w:space="0" w:color="auto"/>
                                                                                        <w:right w:val="none" w:sz="0" w:space="0" w:color="auto"/>
                                                                                      </w:divBdr>
                                                                                      <w:divsChild>
                                                                                        <w:div w:id="1784769379">
                                                                                          <w:marLeft w:val="0"/>
                                                                                          <w:marRight w:val="0"/>
                                                                                          <w:marTop w:val="0"/>
                                                                                          <w:marBottom w:val="0"/>
                                                                                          <w:divBdr>
                                                                                            <w:top w:val="none" w:sz="0" w:space="0" w:color="auto"/>
                                                                                            <w:left w:val="none" w:sz="0" w:space="0" w:color="auto"/>
                                                                                            <w:bottom w:val="none" w:sz="0" w:space="0" w:color="auto"/>
                                                                                            <w:right w:val="none" w:sz="0" w:space="0" w:color="auto"/>
                                                                                          </w:divBdr>
                                                                                          <w:divsChild>
                                                                                            <w:div w:id="394356819">
                                                                                              <w:marLeft w:val="0"/>
                                                                                              <w:marRight w:val="0"/>
                                                                                              <w:marTop w:val="0"/>
                                                                                              <w:marBottom w:val="0"/>
                                                                                              <w:divBdr>
                                                                                                <w:top w:val="none" w:sz="0" w:space="0" w:color="auto"/>
                                                                                                <w:left w:val="none" w:sz="0" w:space="0" w:color="auto"/>
                                                                                                <w:bottom w:val="none" w:sz="0" w:space="0" w:color="auto"/>
                                                                                                <w:right w:val="none" w:sz="0" w:space="0" w:color="auto"/>
                                                                                              </w:divBdr>
                                                                                              <w:divsChild>
                                                                                                <w:div w:id="145708912">
                                                                                                  <w:marLeft w:val="0"/>
                                                                                                  <w:marRight w:val="0"/>
                                                                                                  <w:marTop w:val="0"/>
                                                                                                  <w:marBottom w:val="0"/>
                                                                                                  <w:divBdr>
                                                                                                    <w:top w:val="none" w:sz="0" w:space="0" w:color="auto"/>
                                                                                                    <w:left w:val="none" w:sz="0" w:space="0" w:color="auto"/>
                                                                                                    <w:bottom w:val="none" w:sz="0" w:space="0" w:color="auto"/>
                                                                                                    <w:right w:val="none" w:sz="0" w:space="0" w:color="auto"/>
                                                                                                  </w:divBdr>
                                                                                                  <w:divsChild>
                                                                                                    <w:div w:id="1575312768">
                                                                                                      <w:marLeft w:val="0"/>
                                                                                                      <w:marRight w:val="0"/>
                                                                                                      <w:marTop w:val="0"/>
                                                                                                      <w:marBottom w:val="0"/>
                                                                                                      <w:divBdr>
                                                                                                        <w:top w:val="none" w:sz="0" w:space="0" w:color="auto"/>
                                                                                                        <w:left w:val="none" w:sz="0" w:space="0" w:color="auto"/>
                                                                                                        <w:bottom w:val="none" w:sz="0" w:space="0" w:color="auto"/>
                                                                                                        <w:right w:val="none" w:sz="0" w:space="0" w:color="auto"/>
                                                                                                      </w:divBdr>
                                                                                                      <w:divsChild>
                                                                                                        <w:div w:id="42289890">
                                                                                                          <w:marLeft w:val="0"/>
                                                                                                          <w:marRight w:val="0"/>
                                                                                                          <w:marTop w:val="0"/>
                                                                                                          <w:marBottom w:val="0"/>
                                                                                                          <w:divBdr>
                                                                                                            <w:top w:val="none" w:sz="0" w:space="0" w:color="auto"/>
                                                                                                            <w:left w:val="none" w:sz="0" w:space="0" w:color="auto"/>
                                                                                                            <w:bottom w:val="none" w:sz="0" w:space="0" w:color="auto"/>
                                                                                                            <w:right w:val="none" w:sz="0" w:space="0" w:color="auto"/>
                                                                                                          </w:divBdr>
                                                                                                          <w:divsChild>
                                                                                                            <w:div w:id="1212614493">
                                                                                                              <w:marLeft w:val="0"/>
                                                                                                              <w:marRight w:val="0"/>
                                                                                                              <w:marTop w:val="0"/>
                                                                                                              <w:marBottom w:val="0"/>
                                                                                                              <w:divBdr>
                                                                                                                <w:top w:val="none" w:sz="0" w:space="0" w:color="auto"/>
                                                                                                                <w:left w:val="none" w:sz="0" w:space="0" w:color="auto"/>
                                                                                                                <w:bottom w:val="none" w:sz="0" w:space="0" w:color="auto"/>
                                                                                                                <w:right w:val="none" w:sz="0" w:space="0" w:color="auto"/>
                                                                                                              </w:divBdr>
                                                                                                              <w:divsChild>
                                                                                                                <w:div w:id="186759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8564372">
      <w:bodyDiv w:val="1"/>
      <w:marLeft w:val="0"/>
      <w:marRight w:val="0"/>
      <w:marTop w:val="0"/>
      <w:marBottom w:val="0"/>
      <w:divBdr>
        <w:top w:val="none" w:sz="0" w:space="0" w:color="auto"/>
        <w:left w:val="none" w:sz="0" w:space="0" w:color="auto"/>
        <w:bottom w:val="none" w:sz="0" w:space="0" w:color="auto"/>
        <w:right w:val="none" w:sz="0" w:space="0" w:color="auto"/>
      </w:divBdr>
      <w:divsChild>
        <w:div w:id="1358812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6283686">
              <w:marLeft w:val="0"/>
              <w:marRight w:val="0"/>
              <w:marTop w:val="0"/>
              <w:marBottom w:val="0"/>
              <w:divBdr>
                <w:top w:val="none" w:sz="0" w:space="0" w:color="auto"/>
                <w:left w:val="none" w:sz="0" w:space="0" w:color="auto"/>
                <w:bottom w:val="none" w:sz="0" w:space="0" w:color="auto"/>
                <w:right w:val="none" w:sz="0" w:space="0" w:color="auto"/>
              </w:divBdr>
              <w:divsChild>
                <w:div w:id="1788547222">
                  <w:marLeft w:val="0"/>
                  <w:marRight w:val="0"/>
                  <w:marTop w:val="0"/>
                  <w:marBottom w:val="0"/>
                  <w:divBdr>
                    <w:top w:val="none" w:sz="0" w:space="0" w:color="auto"/>
                    <w:left w:val="none" w:sz="0" w:space="0" w:color="auto"/>
                    <w:bottom w:val="none" w:sz="0" w:space="0" w:color="auto"/>
                    <w:right w:val="none" w:sz="0" w:space="0" w:color="auto"/>
                  </w:divBdr>
                  <w:divsChild>
                    <w:div w:id="932132080">
                      <w:marLeft w:val="0"/>
                      <w:marRight w:val="0"/>
                      <w:marTop w:val="0"/>
                      <w:marBottom w:val="0"/>
                      <w:divBdr>
                        <w:top w:val="none" w:sz="0" w:space="0" w:color="auto"/>
                        <w:left w:val="none" w:sz="0" w:space="0" w:color="auto"/>
                        <w:bottom w:val="none" w:sz="0" w:space="0" w:color="auto"/>
                        <w:right w:val="none" w:sz="0" w:space="0" w:color="auto"/>
                      </w:divBdr>
                      <w:divsChild>
                        <w:div w:id="131294345">
                          <w:marLeft w:val="0"/>
                          <w:marRight w:val="0"/>
                          <w:marTop w:val="0"/>
                          <w:marBottom w:val="0"/>
                          <w:divBdr>
                            <w:top w:val="none" w:sz="0" w:space="0" w:color="auto"/>
                            <w:left w:val="none" w:sz="0" w:space="0" w:color="auto"/>
                            <w:bottom w:val="none" w:sz="0" w:space="0" w:color="auto"/>
                            <w:right w:val="none" w:sz="0" w:space="0" w:color="auto"/>
                          </w:divBdr>
                          <w:divsChild>
                            <w:div w:id="544218478">
                              <w:marLeft w:val="0"/>
                              <w:marRight w:val="0"/>
                              <w:marTop w:val="0"/>
                              <w:marBottom w:val="0"/>
                              <w:divBdr>
                                <w:top w:val="none" w:sz="0" w:space="0" w:color="auto"/>
                                <w:left w:val="none" w:sz="0" w:space="0" w:color="auto"/>
                                <w:bottom w:val="none" w:sz="0" w:space="0" w:color="auto"/>
                                <w:right w:val="none" w:sz="0" w:space="0" w:color="auto"/>
                              </w:divBdr>
                              <w:divsChild>
                                <w:div w:id="1032540043">
                                  <w:marLeft w:val="0"/>
                                  <w:marRight w:val="0"/>
                                  <w:marTop w:val="0"/>
                                  <w:marBottom w:val="0"/>
                                  <w:divBdr>
                                    <w:top w:val="none" w:sz="0" w:space="0" w:color="auto"/>
                                    <w:left w:val="none" w:sz="0" w:space="0" w:color="auto"/>
                                    <w:bottom w:val="none" w:sz="0" w:space="0" w:color="auto"/>
                                    <w:right w:val="none" w:sz="0" w:space="0" w:color="auto"/>
                                  </w:divBdr>
                                  <w:divsChild>
                                    <w:div w:id="175901816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2161233">
                                          <w:marLeft w:val="0"/>
                                          <w:marRight w:val="0"/>
                                          <w:marTop w:val="0"/>
                                          <w:marBottom w:val="0"/>
                                          <w:divBdr>
                                            <w:top w:val="none" w:sz="0" w:space="0" w:color="auto"/>
                                            <w:left w:val="none" w:sz="0" w:space="0" w:color="auto"/>
                                            <w:bottom w:val="none" w:sz="0" w:space="0" w:color="auto"/>
                                            <w:right w:val="none" w:sz="0" w:space="0" w:color="auto"/>
                                          </w:divBdr>
                                          <w:divsChild>
                                            <w:div w:id="2110006605">
                                              <w:marLeft w:val="0"/>
                                              <w:marRight w:val="0"/>
                                              <w:marTop w:val="0"/>
                                              <w:marBottom w:val="0"/>
                                              <w:divBdr>
                                                <w:top w:val="none" w:sz="0" w:space="0" w:color="auto"/>
                                                <w:left w:val="none" w:sz="0" w:space="0" w:color="auto"/>
                                                <w:bottom w:val="none" w:sz="0" w:space="0" w:color="auto"/>
                                                <w:right w:val="none" w:sz="0" w:space="0" w:color="auto"/>
                                              </w:divBdr>
                                              <w:divsChild>
                                                <w:div w:id="1658074380">
                                                  <w:marLeft w:val="0"/>
                                                  <w:marRight w:val="0"/>
                                                  <w:marTop w:val="0"/>
                                                  <w:marBottom w:val="0"/>
                                                  <w:divBdr>
                                                    <w:top w:val="none" w:sz="0" w:space="0" w:color="auto"/>
                                                    <w:left w:val="none" w:sz="0" w:space="0" w:color="auto"/>
                                                    <w:bottom w:val="none" w:sz="0" w:space="0" w:color="auto"/>
                                                    <w:right w:val="none" w:sz="0" w:space="0" w:color="auto"/>
                                                  </w:divBdr>
                                                </w:div>
                                                <w:div w:id="868376975">
                                                  <w:marLeft w:val="0"/>
                                                  <w:marRight w:val="0"/>
                                                  <w:marTop w:val="0"/>
                                                  <w:marBottom w:val="0"/>
                                                  <w:divBdr>
                                                    <w:top w:val="none" w:sz="0" w:space="0" w:color="auto"/>
                                                    <w:left w:val="none" w:sz="0" w:space="0" w:color="auto"/>
                                                    <w:bottom w:val="none" w:sz="0" w:space="0" w:color="auto"/>
                                                    <w:right w:val="none" w:sz="0" w:space="0" w:color="auto"/>
                                                  </w:divBdr>
                                                </w:div>
                                                <w:div w:id="154147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8519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1520060">
                                          <w:marLeft w:val="0"/>
                                          <w:marRight w:val="0"/>
                                          <w:marTop w:val="0"/>
                                          <w:marBottom w:val="0"/>
                                          <w:divBdr>
                                            <w:top w:val="none" w:sz="0" w:space="0" w:color="auto"/>
                                            <w:left w:val="none" w:sz="0" w:space="0" w:color="auto"/>
                                            <w:bottom w:val="none" w:sz="0" w:space="0" w:color="auto"/>
                                            <w:right w:val="none" w:sz="0" w:space="0" w:color="auto"/>
                                          </w:divBdr>
                                          <w:divsChild>
                                            <w:div w:id="1282112236">
                                              <w:marLeft w:val="0"/>
                                              <w:marRight w:val="0"/>
                                              <w:marTop w:val="0"/>
                                              <w:marBottom w:val="0"/>
                                              <w:divBdr>
                                                <w:top w:val="none" w:sz="0" w:space="0" w:color="auto"/>
                                                <w:left w:val="none" w:sz="0" w:space="0" w:color="auto"/>
                                                <w:bottom w:val="none" w:sz="0" w:space="0" w:color="auto"/>
                                                <w:right w:val="none" w:sz="0" w:space="0" w:color="auto"/>
                                              </w:divBdr>
                                              <w:divsChild>
                                                <w:div w:id="2036074282">
                                                  <w:marLeft w:val="0"/>
                                                  <w:marRight w:val="0"/>
                                                  <w:marTop w:val="0"/>
                                                  <w:marBottom w:val="0"/>
                                                  <w:divBdr>
                                                    <w:top w:val="none" w:sz="0" w:space="0" w:color="auto"/>
                                                    <w:left w:val="none" w:sz="0" w:space="0" w:color="auto"/>
                                                    <w:bottom w:val="none" w:sz="0" w:space="0" w:color="auto"/>
                                                    <w:right w:val="none" w:sz="0" w:space="0" w:color="auto"/>
                                                  </w:divBdr>
                                                </w:div>
                                                <w:div w:id="1669673201">
                                                  <w:marLeft w:val="0"/>
                                                  <w:marRight w:val="0"/>
                                                  <w:marTop w:val="0"/>
                                                  <w:marBottom w:val="0"/>
                                                  <w:divBdr>
                                                    <w:top w:val="none" w:sz="0" w:space="0" w:color="auto"/>
                                                    <w:left w:val="none" w:sz="0" w:space="0" w:color="auto"/>
                                                    <w:bottom w:val="none" w:sz="0" w:space="0" w:color="auto"/>
                                                    <w:right w:val="none" w:sz="0" w:space="0" w:color="auto"/>
                                                  </w:divBdr>
                                                </w:div>
                                                <w:div w:id="482310749">
                                                  <w:marLeft w:val="0"/>
                                                  <w:marRight w:val="0"/>
                                                  <w:marTop w:val="0"/>
                                                  <w:marBottom w:val="0"/>
                                                  <w:divBdr>
                                                    <w:top w:val="none" w:sz="0" w:space="0" w:color="auto"/>
                                                    <w:left w:val="none" w:sz="0" w:space="0" w:color="auto"/>
                                                    <w:bottom w:val="none" w:sz="0" w:space="0" w:color="auto"/>
                                                    <w:right w:val="none" w:sz="0" w:space="0" w:color="auto"/>
                                                  </w:divBdr>
                                                </w:div>
                                                <w:div w:id="1790513698">
                                                  <w:marLeft w:val="0"/>
                                                  <w:marRight w:val="0"/>
                                                  <w:marTop w:val="0"/>
                                                  <w:marBottom w:val="0"/>
                                                  <w:divBdr>
                                                    <w:top w:val="none" w:sz="0" w:space="0" w:color="auto"/>
                                                    <w:left w:val="none" w:sz="0" w:space="0" w:color="auto"/>
                                                    <w:bottom w:val="none" w:sz="0" w:space="0" w:color="auto"/>
                                                    <w:right w:val="none" w:sz="0" w:space="0" w:color="auto"/>
                                                  </w:divBdr>
                                                </w:div>
                                                <w:div w:id="2107000288">
                                                  <w:marLeft w:val="0"/>
                                                  <w:marRight w:val="0"/>
                                                  <w:marTop w:val="0"/>
                                                  <w:marBottom w:val="0"/>
                                                  <w:divBdr>
                                                    <w:top w:val="none" w:sz="0" w:space="0" w:color="auto"/>
                                                    <w:left w:val="none" w:sz="0" w:space="0" w:color="auto"/>
                                                    <w:bottom w:val="none" w:sz="0" w:space="0" w:color="auto"/>
                                                    <w:right w:val="none" w:sz="0" w:space="0" w:color="auto"/>
                                                  </w:divBdr>
                                                  <w:divsChild>
                                                    <w:div w:id="1361471028">
                                                      <w:marLeft w:val="0"/>
                                                      <w:marRight w:val="0"/>
                                                      <w:marTop w:val="0"/>
                                                      <w:marBottom w:val="0"/>
                                                      <w:divBdr>
                                                        <w:top w:val="none" w:sz="0" w:space="0" w:color="auto"/>
                                                        <w:left w:val="none" w:sz="0" w:space="0" w:color="auto"/>
                                                        <w:bottom w:val="none" w:sz="0" w:space="0" w:color="auto"/>
                                                        <w:right w:val="none" w:sz="0" w:space="0" w:color="auto"/>
                                                      </w:divBdr>
                                                      <w:divsChild>
                                                        <w:div w:id="1530290265">
                                                          <w:marLeft w:val="0"/>
                                                          <w:marRight w:val="0"/>
                                                          <w:marTop w:val="0"/>
                                                          <w:marBottom w:val="0"/>
                                                          <w:divBdr>
                                                            <w:top w:val="none" w:sz="0" w:space="0" w:color="auto"/>
                                                            <w:left w:val="none" w:sz="0" w:space="0" w:color="auto"/>
                                                            <w:bottom w:val="none" w:sz="0" w:space="0" w:color="auto"/>
                                                            <w:right w:val="none" w:sz="0" w:space="0" w:color="auto"/>
                                                          </w:divBdr>
                                                          <w:divsChild>
                                                            <w:div w:id="164786169">
                                                              <w:marLeft w:val="0"/>
                                                              <w:marRight w:val="0"/>
                                                              <w:marTop w:val="0"/>
                                                              <w:marBottom w:val="0"/>
                                                              <w:divBdr>
                                                                <w:top w:val="none" w:sz="0" w:space="0" w:color="auto"/>
                                                                <w:left w:val="none" w:sz="0" w:space="0" w:color="auto"/>
                                                                <w:bottom w:val="none" w:sz="0" w:space="0" w:color="auto"/>
                                                                <w:right w:val="none" w:sz="0" w:space="0" w:color="auto"/>
                                                              </w:divBdr>
                                                              <w:divsChild>
                                                                <w:div w:id="474104196">
                                                                  <w:marLeft w:val="0"/>
                                                                  <w:marRight w:val="0"/>
                                                                  <w:marTop w:val="0"/>
                                                                  <w:marBottom w:val="0"/>
                                                                  <w:divBdr>
                                                                    <w:top w:val="none" w:sz="0" w:space="0" w:color="auto"/>
                                                                    <w:left w:val="none" w:sz="0" w:space="0" w:color="auto"/>
                                                                    <w:bottom w:val="none" w:sz="0" w:space="0" w:color="auto"/>
                                                                    <w:right w:val="none" w:sz="0" w:space="0" w:color="auto"/>
                                                                  </w:divBdr>
                                                                  <w:divsChild>
                                                                    <w:div w:id="1779183159">
                                                                      <w:marLeft w:val="0"/>
                                                                      <w:marRight w:val="0"/>
                                                                      <w:marTop w:val="0"/>
                                                                      <w:marBottom w:val="0"/>
                                                                      <w:divBdr>
                                                                        <w:top w:val="none" w:sz="0" w:space="0" w:color="auto"/>
                                                                        <w:left w:val="none" w:sz="0" w:space="0" w:color="auto"/>
                                                                        <w:bottom w:val="none" w:sz="0" w:space="0" w:color="auto"/>
                                                                        <w:right w:val="none" w:sz="0" w:space="0" w:color="auto"/>
                                                                      </w:divBdr>
                                                                      <w:divsChild>
                                                                        <w:div w:id="748623956">
                                                                          <w:marLeft w:val="0"/>
                                                                          <w:marRight w:val="0"/>
                                                                          <w:marTop w:val="0"/>
                                                                          <w:marBottom w:val="0"/>
                                                                          <w:divBdr>
                                                                            <w:top w:val="none" w:sz="0" w:space="0" w:color="auto"/>
                                                                            <w:left w:val="none" w:sz="0" w:space="0" w:color="auto"/>
                                                                            <w:bottom w:val="none" w:sz="0" w:space="0" w:color="auto"/>
                                                                            <w:right w:val="none" w:sz="0" w:space="0" w:color="auto"/>
                                                                          </w:divBdr>
                                                                          <w:divsChild>
                                                                            <w:div w:id="688945735">
                                                                              <w:marLeft w:val="0"/>
                                                                              <w:marRight w:val="0"/>
                                                                              <w:marTop w:val="0"/>
                                                                              <w:marBottom w:val="0"/>
                                                                              <w:divBdr>
                                                                                <w:top w:val="none" w:sz="0" w:space="0" w:color="auto"/>
                                                                                <w:left w:val="none" w:sz="0" w:space="0" w:color="auto"/>
                                                                                <w:bottom w:val="none" w:sz="0" w:space="0" w:color="auto"/>
                                                                                <w:right w:val="none" w:sz="0" w:space="0" w:color="auto"/>
                                                                              </w:divBdr>
                                                                              <w:divsChild>
                                                                                <w:div w:id="1117604590">
                                                                                  <w:marLeft w:val="0"/>
                                                                                  <w:marRight w:val="0"/>
                                                                                  <w:marTop w:val="0"/>
                                                                                  <w:marBottom w:val="0"/>
                                                                                  <w:divBdr>
                                                                                    <w:top w:val="none" w:sz="0" w:space="0" w:color="auto"/>
                                                                                    <w:left w:val="none" w:sz="0" w:space="0" w:color="auto"/>
                                                                                    <w:bottom w:val="none" w:sz="0" w:space="0" w:color="auto"/>
                                                                                    <w:right w:val="none" w:sz="0" w:space="0" w:color="auto"/>
                                                                                  </w:divBdr>
                                                                                  <w:divsChild>
                                                                                    <w:div w:id="15427376">
                                                                                      <w:marLeft w:val="0"/>
                                                                                      <w:marRight w:val="0"/>
                                                                                      <w:marTop w:val="0"/>
                                                                                      <w:marBottom w:val="0"/>
                                                                                      <w:divBdr>
                                                                                        <w:top w:val="none" w:sz="0" w:space="0" w:color="auto"/>
                                                                                        <w:left w:val="none" w:sz="0" w:space="0" w:color="auto"/>
                                                                                        <w:bottom w:val="none" w:sz="0" w:space="0" w:color="auto"/>
                                                                                        <w:right w:val="none" w:sz="0" w:space="0" w:color="auto"/>
                                                                                      </w:divBdr>
                                                                                      <w:divsChild>
                                                                                        <w:div w:id="1561554885">
                                                                                          <w:marLeft w:val="0"/>
                                                                                          <w:marRight w:val="0"/>
                                                                                          <w:marTop w:val="0"/>
                                                                                          <w:marBottom w:val="0"/>
                                                                                          <w:divBdr>
                                                                                            <w:top w:val="none" w:sz="0" w:space="0" w:color="auto"/>
                                                                                            <w:left w:val="none" w:sz="0" w:space="0" w:color="auto"/>
                                                                                            <w:bottom w:val="none" w:sz="0" w:space="0" w:color="auto"/>
                                                                                            <w:right w:val="none" w:sz="0" w:space="0" w:color="auto"/>
                                                                                          </w:divBdr>
                                                                                          <w:divsChild>
                                                                                            <w:div w:id="1178619114">
                                                                                              <w:marLeft w:val="0"/>
                                                                                              <w:marRight w:val="0"/>
                                                                                              <w:marTop w:val="0"/>
                                                                                              <w:marBottom w:val="0"/>
                                                                                              <w:divBdr>
                                                                                                <w:top w:val="none" w:sz="0" w:space="0" w:color="auto"/>
                                                                                                <w:left w:val="none" w:sz="0" w:space="0" w:color="auto"/>
                                                                                                <w:bottom w:val="none" w:sz="0" w:space="0" w:color="auto"/>
                                                                                                <w:right w:val="none" w:sz="0" w:space="0" w:color="auto"/>
                                                                                              </w:divBdr>
                                                                                              <w:divsChild>
                                                                                                <w:div w:id="1581059265">
                                                                                                  <w:marLeft w:val="0"/>
                                                                                                  <w:marRight w:val="0"/>
                                                                                                  <w:marTop w:val="0"/>
                                                                                                  <w:marBottom w:val="0"/>
                                                                                                  <w:divBdr>
                                                                                                    <w:top w:val="none" w:sz="0" w:space="0" w:color="auto"/>
                                                                                                    <w:left w:val="none" w:sz="0" w:space="0" w:color="auto"/>
                                                                                                    <w:bottom w:val="none" w:sz="0" w:space="0" w:color="auto"/>
                                                                                                    <w:right w:val="none" w:sz="0" w:space="0" w:color="auto"/>
                                                                                                  </w:divBdr>
                                                                                                  <w:divsChild>
                                                                                                    <w:div w:id="588933163">
                                                                                                      <w:marLeft w:val="0"/>
                                                                                                      <w:marRight w:val="0"/>
                                                                                                      <w:marTop w:val="0"/>
                                                                                                      <w:marBottom w:val="0"/>
                                                                                                      <w:divBdr>
                                                                                                        <w:top w:val="none" w:sz="0" w:space="0" w:color="auto"/>
                                                                                                        <w:left w:val="none" w:sz="0" w:space="0" w:color="auto"/>
                                                                                                        <w:bottom w:val="none" w:sz="0" w:space="0" w:color="auto"/>
                                                                                                        <w:right w:val="none" w:sz="0" w:space="0" w:color="auto"/>
                                                                                                      </w:divBdr>
                                                                                                      <w:divsChild>
                                                                                                        <w:div w:id="2018800115">
                                                                                                          <w:marLeft w:val="0"/>
                                                                                                          <w:marRight w:val="0"/>
                                                                                                          <w:marTop w:val="0"/>
                                                                                                          <w:marBottom w:val="0"/>
                                                                                                          <w:divBdr>
                                                                                                            <w:top w:val="none" w:sz="0" w:space="0" w:color="auto"/>
                                                                                                            <w:left w:val="none" w:sz="0" w:space="0" w:color="auto"/>
                                                                                                            <w:bottom w:val="none" w:sz="0" w:space="0" w:color="auto"/>
                                                                                                            <w:right w:val="none" w:sz="0" w:space="0" w:color="auto"/>
                                                                                                          </w:divBdr>
                                                                                                          <w:divsChild>
                                                                                                            <w:div w:id="58989099">
                                                                                                              <w:marLeft w:val="0"/>
                                                                                                              <w:marRight w:val="0"/>
                                                                                                              <w:marTop w:val="0"/>
                                                                                                              <w:marBottom w:val="0"/>
                                                                                                              <w:divBdr>
                                                                                                                <w:top w:val="none" w:sz="0" w:space="0" w:color="auto"/>
                                                                                                                <w:left w:val="none" w:sz="0" w:space="0" w:color="auto"/>
                                                                                                                <w:bottom w:val="none" w:sz="0" w:space="0" w:color="auto"/>
                                                                                                                <w:right w:val="none" w:sz="0" w:space="0" w:color="auto"/>
                                                                                                              </w:divBdr>
                                                                                                              <w:divsChild>
                                                                                                                <w:div w:id="103396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907111">
      <w:bodyDiv w:val="1"/>
      <w:marLeft w:val="0"/>
      <w:marRight w:val="0"/>
      <w:marTop w:val="0"/>
      <w:marBottom w:val="0"/>
      <w:divBdr>
        <w:top w:val="none" w:sz="0" w:space="0" w:color="auto"/>
        <w:left w:val="none" w:sz="0" w:space="0" w:color="auto"/>
        <w:bottom w:val="none" w:sz="0" w:space="0" w:color="auto"/>
        <w:right w:val="none" w:sz="0" w:space="0" w:color="auto"/>
      </w:divBdr>
      <w:divsChild>
        <w:div w:id="119291526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35149650">
              <w:marLeft w:val="0"/>
              <w:marRight w:val="0"/>
              <w:marTop w:val="0"/>
              <w:marBottom w:val="0"/>
              <w:divBdr>
                <w:top w:val="none" w:sz="0" w:space="0" w:color="auto"/>
                <w:left w:val="none" w:sz="0" w:space="0" w:color="auto"/>
                <w:bottom w:val="none" w:sz="0" w:space="0" w:color="auto"/>
                <w:right w:val="none" w:sz="0" w:space="0" w:color="auto"/>
              </w:divBdr>
              <w:divsChild>
                <w:div w:id="1148716182">
                  <w:marLeft w:val="0"/>
                  <w:marRight w:val="0"/>
                  <w:marTop w:val="0"/>
                  <w:marBottom w:val="0"/>
                  <w:divBdr>
                    <w:top w:val="none" w:sz="0" w:space="0" w:color="auto"/>
                    <w:left w:val="none" w:sz="0" w:space="0" w:color="auto"/>
                    <w:bottom w:val="none" w:sz="0" w:space="0" w:color="auto"/>
                    <w:right w:val="none" w:sz="0" w:space="0" w:color="auto"/>
                  </w:divBdr>
                  <w:divsChild>
                    <w:div w:id="1931427499">
                      <w:marLeft w:val="0"/>
                      <w:marRight w:val="0"/>
                      <w:marTop w:val="0"/>
                      <w:marBottom w:val="0"/>
                      <w:divBdr>
                        <w:top w:val="none" w:sz="0" w:space="0" w:color="auto"/>
                        <w:left w:val="none" w:sz="0" w:space="0" w:color="auto"/>
                        <w:bottom w:val="none" w:sz="0" w:space="0" w:color="auto"/>
                        <w:right w:val="none" w:sz="0" w:space="0" w:color="auto"/>
                      </w:divBdr>
                      <w:divsChild>
                        <w:div w:id="986980788">
                          <w:marLeft w:val="0"/>
                          <w:marRight w:val="0"/>
                          <w:marTop w:val="0"/>
                          <w:marBottom w:val="0"/>
                          <w:divBdr>
                            <w:top w:val="none" w:sz="0" w:space="0" w:color="auto"/>
                            <w:left w:val="none" w:sz="0" w:space="0" w:color="auto"/>
                            <w:bottom w:val="none" w:sz="0" w:space="0" w:color="auto"/>
                            <w:right w:val="none" w:sz="0" w:space="0" w:color="auto"/>
                          </w:divBdr>
                          <w:divsChild>
                            <w:div w:id="2003506526">
                              <w:marLeft w:val="0"/>
                              <w:marRight w:val="0"/>
                              <w:marTop w:val="0"/>
                              <w:marBottom w:val="0"/>
                              <w:divBdr>
                                <w:top w:val="none" w:sz="0" w:space="0" w:color="auto"/>
                                <w:left w:val="none" w:sz="0" w:space="0" w:color="auto"/>
                                <w:bottom w:val="none" w:sz="0" w:space="0" w:color="auto"/>
                                <w:right w:val="none" w:sz="0" w:space="0" w:color="auto"/>
                              </w:divBdr>
                              <w:divsChild>
                                <w:div w:id="1154906200">
                                  <w:marLeft w:val="0"/>
                                  <w:marRight w:val="0"/>
                                  <w:marTop w:val="0"/>
                                  <w:marBottom w:val="0"/>
                                  <w:divBdr>
                                    <w:top w:val="none" w:sz="0" w:space="0" w:color="auto"/>
                                    <w:left w:val="none" w:sz="0" w:space="0" w:color="auto"/>
                                    <w:bottom w:val="none" w:sz="0" w:space="0" w:color="auto"/>
                                    <w:right w:val="none" w:sz="0" w:space="0" w:color="auto"/>
                                  </w:divBdr>
                                  <w:divsChild>
                                    <w:div w:id="13488272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63035472">
                                          <w:marLeft w:val="0"/>
                                          <w:marRight w:val="0"/>
                                          <w:marTop w:val="0"/>
                                          <w:marBottom w:val="0"/>
                                          <w:divBdr>
                                            <w:top w:val="none" w:sz="0" w:space="0" w:color="auto"/>
                                            <w:left w:val="none" w:sz="0" w:space="0" w:color="auto"/>
                                            <w:bottom w:val="none" w:sz="0" w:space="0" w:color="auto"/>
                                            <w:right w:val="none" w:sz="0" w:space="0" w:color="auto"/>
                                          </w:divBdr>
                                          <w:divsChild>
                                            <w:div w:id="1994142782">
                                              <w:marLeft w:val="0"/>
                                              <w:marRight w:val="0"/>
                                              <w:marTop w:val="0"/>
                                              <w:marBottom w:val="0"/>
                                              <w:divBdr>
                                                <w:top w:val="none" w:sz="0" w:space="0" w:color="auto"/>
                                                <w:left w:val="none" w:sz="0" w:space="0" w:color="auto"/>
                                                <w:bottom w:val="none" w:sz="0" w:space="0" w:color="auto"/>
                                                <w:right w:val="none" w:sz="0" w:space="0" w:color="auto"/>
                                              </w:divBdr>
                                              <w:divsChild>
                                                <w:div w:id="1121847144">
                                                  <w:marLeft w:val="0"/>
                                                  <w:marRight w:val="0"/>
                                                  <w:marTop w:val="0"/>
                                                  <w:marBottom w:val="0"/>
                                                  <w:divBdr>
                                                    <w:top w:val="none" w:sz="0" w:space="0" w:color="auto"/>
                                                    <w:left w:val="none" w:sz="0" w:space="0" w:color="auto"/>
                                                    <w:bottom w:val="none" w:sz="0" w:space="0" w:color="auto"/>
                                                    <w:right w:val="none" w:sz="0" w:space="0" w:color="auto"/>
                                                  </w:divBdr>
                                                </w:div>
                                                <w:div w:id="886572552">
                                                  <w:marLeft w:val="0"/>
                                                  <w:marRight w:val="0"/>
                                                  <w:marTop w:val="0"/>
                                                  <w:marBottom w:val="0"/>
                                                  <w:divBdr>
                                                    <w:top w:val="none" w:sz="0" w:space="0" w:color="auto"/>
                                                    <w:left w:val="none" w:sz="0" w:space="0" w:color="auto"/>
                                                    <w:bottom w:val="none" w:sz="0" w:space="0" w:color="auto"/>
                                                    <w:right w:val="none" w:sz="0" w:space="0" w:color="auto"/>
                                                  </w:divBdr>
                                                </w:div>
                                                <w:div w:id="1578173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84670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77284018">
                                          <w:marLeft w:val="0"/>
                                          <w:marRight w:val="0"/>
                                          <w:marTop w:val="0"/>
                                          <w:marBottom w:val="0"/>
                                          <w:divBdr>
                                            <w:top w:val="none" w:sz="0" w:space="0" w:color="auto"/>
                                            <w:left w:val="none" w:sz="0" w:space="0" w:color="auto"/>
                                            <w:bottom w:val="none" w:sz="0" w:space="0" w:color="auto"/>
                                            <w:right w:val="none" w:sz="0" w:space="0" w:color="auto"/>
                                          </w:divBdr>
                                          <w:divsChild>
                                            <w:div w:id="473715303">
                                              <w:marLeft w:val="0"/>
                                              <w:marRight w:val="0"/>
                                              <w:marTop w:val="0"/>
                                              <w:marBottom w:val="0"/>
                                              <w:divBdr>
                                                <w:top w:val="none" w:sz="0" w:space="0" w:color="auto"/>
                                                <w:left w:val="none" w:sz="0" w:space="0" w:color="auto"/>
                                                <w:bottom w:val="none" w:sz="0" w:space="0" w:color="auto"/>
                                                <w:right w:val="none" w:sz="0" w:space="0" w:color="auto"/>
                                              </w:divBdr>
                                              <w:divsChild>
                                                <w:div w:id="1919167929">
                                                  <w:marLeft w:val="0"/>
                                                  <w:marRight w:val="0"/>
                                                  <w:marTop w:val="0"/>
                                                  <w:marBottom w:val="0"/>
                                                  <w:divBdr>
                                                    <w:top w:val="none" w:sz="0" w:space="0" w:color="auto"/>
                                                    <w:left w:val="none" w:sz="0" w:space="0" w:color="auto"/>
                                                    <w:bottom w:val="none" w:sz="0" w:space="0" w:color="auto"/>
                                                    <w:right w:val="none" w:sz="0" w:space="0" w:color="auto"/>
                                                  </w:divBdr>
                                                </w:div>
                                                <w:div w:id="837571917">
                                                  <w:marLeft w:val="0"/>
                                                  <w:marRight w:val="0"/>
                                                  <w:marTop w:val="0"/>
                                                  <w:marBottom w:val="0"/>
                                                  <w:divBdr>
                                                    <w:top w:val="none" w:sz="0" w:space="0" w:color="auto"/>
                                                    <w:left w:val="none" w:sz="0" w:space="0" w:color="auto"/>
                                                    <w:bottom w:val="none" w:sz="0" w:space="0" w:color="auto"/>
                                                    <w:right w:val="none" w:sz="0" w:space="0" w:color="auto"/>
                                                  </w:divBdr>
                                                </w:div>
                                                <w:div w:id="150217998">
                                                  <w:marLeft w:val="0"/>
                                                  <w:marRight w:val="0"/>
                                                  <w:marTop w:val="0"/>
                                                  <w:marBottom w:val="0"/>
                                                  <w:divBdr>
                                                    <w:top w:val="none" w:sz="0" w:space="0" w:color="auto"/>
                                                    <w:left w:val="none" w:sz="0" w:space="0" w:color="auto"/>
                                                    <w:bottom w:val="none" w:sz="0" w:space="0" w:color="auto"/>
                                                    <w:right w:val="none" w:sz="0" w:space="0" w:color="auto"/>
                                                  </w:divBdr>
                                                </w:div>
                                                <w:div w:id="677851351">
                                                  <w:marLeft w:val="0"/>
                                                  <w:marRight w:val="0"/>
                                                  <w:marTop w:val="0"/>
                                                  <w:marBottom w:val="0"/>
                                                  <w:divBdr>
                                                    <w:top w:val="none" w:sz="0" w:space="0" w:color="auto"/>
                                                    <w:left w:val="none" w:sz="0" w:space="0" w:color="auto"/>
                                                    <w:bottom w:val="none" w:sz="0" w:space="0" w:color="auto"/>
                                                    <w:right w:val="none" w:sz="0" w:space="0" w:color="auto"/>
                                                  </w:divBdr>
                                                </w:div>
                                                <w:div w:id="1996253716">
                                                  <w:marLeft w:val="0"/>
                                                  <w:marRight w:val="0"/>
                                                  <w:marTop w:val="0"/>
                                                  <w:marBottom w:val="0"/>
                                                  <w:divBdr>
                                                    <w:top w:val="none" w:sz="0" w:space="0" w:color="auto"/>
                                                    <w:left w:val="none" w:sz="0" w:space="0" w:color="auto"/>
                                                    <w:bottom w:val="none" w:sz="0" w:space="0" w:color="auto"/>
                                                    <w:right w:val="none" w:sz="0" w:space="0" w:color="auto"/>
                                                  </w:divBdr>
                                                  <w:divsChild>
                                                    <w:div w:id="2003659862">
                                                      <w:marLeft w:val="0"/>
                                                      <w:marRight w:val="0"/>
                                                      <w:marTop w:val="0"/>
                                                      <w:marBottom w:val="0"/>
                                                      <w:divBdr>
                                                        <w:top w:val="none" w:sz="0" w:space="0" w:color="auto"/>
                                                        <w:left w:val="none" w:sz="0" w:space="0" w:color="auto"/>
                                                        <w:bottom w:val="none" w:sz="0" w:space="0" w:color="auto"/>
                                                        <w:right w:val="none" w:sz="0" w:space="0" w:color="auto"/>
                                                      </w:divBdr>
                                                      <w:divsChild>
                                                        <w:div w:id="173540242">
                                                          <w:marLeft w:val="0"/>
                                                          <w:marRight w:val="0"/>
                                                          <w:marTop w:val="0"/>
                                                          <w:marBottom w:val="0"/>
                                                          <w:divBdr>
                                                            <w:top w:val="none" w:sz="0" w:space="0" w:color="auto"/>
                                                            <w:left w:val="none" w:sz="0" w:space="0" w:color="auto"/>
                                                            <w:bottom w:val="none" w:sz="0" w:space="0" w:color="auto"/>
                                                            <w:right w:val="none" w:sz="0" w:space="0" w:color="auto"/>
                                                          </w:divBdr>
                                                          <w:divsChild>
                                                            <w:div w:id="851337336">
                                                              <w:marLeft w:val="0"/>
                                                              <w:marRight w:val="0"/>
                                                              <w:marTop w:val="0"/>
                                                              <w:marBottom w:val="0"/>
                                                              <w:divBdr>
                                                                <w:top w:val="none" w:sz="0" w:space="0" w:color="auto"/>
                                                                <w:left w:val="none" w:sz="0" w:space="0" w:color="auto"/>
                                                                <w:bottom w:val="none" w:sz="0" w:space="0" w:color="auto"/>
                                                                <w:right w:val="none" w:sz="0" w:space="0" w:color="auto"/>
                                                              </w:divBdr>
                                                              <w:divsChild>
                                                                <w:div w:id="1107195273">
                                                                  <w:marLeft w:val="0"/>
                                                                  <w:marRight w:val="0"/>
                                                                  <w:marTop w:val="0"/>
                                                                  <w:marBottom w:val="0"/>
                                                                  <w:divBdr>
                                                                    <w:top w:val="none" w:sz="0" w:space="0" w:color="auto"/>
                                                                    <w:left w:val="none" w:sz="0" w:space="0" w:color="auto"/>
                                                                    <w:bottom w:val="none" w:sz="0" w:space="0" w:color="auto"/>
                                                                    <w:right w:val="none" w:sz="0" w:space="0" w:color="auto"/>
                                                                  </w:divBdr>
                                                                  <w:divsChild>
                                                                    <w:div w:id="1933856635">
                                                                      <w:marLeft w:val="0"/>
                                                                      <w:marRight w:val="0"/>
                                                                      <w:marTop w:val="0"/>
                                                                      <w:marBottom w:val="0"/>
                                                                      <w:divBdr>
                                                                        <w:top w:val="none" w:sz="0" w:space="0" w:color="auto"/>
                                                                        <w:left w:val="none" w:sz="0" w:space="0" w:color="auto"/>
                                                                        <w:bottom w:val="none" w:sz="0" w:space="0" w:color="auto"/>
                                                                        <w:right w:val="none" w:sz="0" w:space="0" w:color="auto"/>
                                                                      </w:divBdr>
                                                                      <w:divsChild>
                                                                        <w:div w:id="2112435607">
                                                                          <w:marLeft w:val="0"/>
                                                                          <w:marRight w:val="0"/>
                                                                          <w:marTop w:val="0"/>
                                                                          <w:marBottom w:val="0"/>
                                                                          <w:divBdr>
                                                                            <w:top w:val="none" w:sz="0" w:space="0" w:color="auto"/>
                                                                            <w:left w:val="none" w:sz="0" w:space="0" w:color="auto"/>
                                                                            <w:bottom w:val="none" w:sz="0" w:space="0" w:color="auto"/>
                                                                            <w:right w:val="none" w:sz="0" w:space="0" w:color="auto"/>
                                                                          </w:divBdr>
                                                                          <w:divsChild>
                                                                            <w:div w:id="1371152326">
                                                                              <w:marLeft w:val="0"/>
                                                                              <w:marRight w:val="0"/>
                                                                              <w:marTop w:val="0"/>
                                                                              <w:marBottom w:val="0"/>
                                                                              <w:divBdr>
                                                                                <w:top w:val="none" w:sz="0" w:space="0" w:color="auto"/>
                                                                                <w:left w:val="none" w:sz="0" w:space="0" w:color="auto"/>
                                                                                <w:bottom w:val="none" w:sz="0" w:space="0" w:color="auto"/>
                                                                                <w:right w:val="none" w:sz="0" w:space="0" w:color="auto"/>
                                                                              </w:divBdr>
                                                                              <w:divsChild>
                                                                                <w:div w:id="244344795">
                                                                                  <w:marLeft w:val="0"/>
                                                                                  <w:marRight w:val="0"/>
                                                                                  <w:marTop w:val="0"/>
                                                                                  <w:marBottom w:val="0"/>
                                                                                  <w:divBdr>
                                                                                    <w:top w:val="none" w:sz="0" w:space="0" w:color="auto"/>
                                                                                    <w:left w:val="none" w:sz="0" w:space="0" w:color="auto"/>
                                                                                    <w:bottom w:val="none" w:sz="0" w:space="0" w:color="auto"/>
                                                                                    <w:right w:val="none" w:sz="0" w:space="0" w:color="auto"/>
                                                                                  </w:divBdr>
                                                                                  <w:divsChild>
                                                                                    <w:div w:id="1952930362">
                                                                                      <w:marLeft w:val="0"/>
                                                                                      <w:marRight w:val="0"/>
                                                                                      <w:marTop w:val="0"/>
                                                                                      <w:marBottom w:val="0"/>
                                                                                      <w:divBdr>
                                                                                        <w:top w:val="none" w:sz="0" w:space="0" w:color="auto"/>
                                                                                        <w:left w:val="none" w:sz="0" w:space="0" w:color="auto"/>
                                                                                        <w:bottom w:val="none" w:sz="0" w:space="0" w:color="auto"/>
                                                                                        <w:right w:val="none" w:sz="0" w:space="0" w:color="auto"/>
                                                                                      </w:divBdr>
                                                                                      <w:divsChild>
                                                                                        <w:div w:id="543833586">
                                                                                          <w:marLeft w:val="0"/>
                                                                                          <w:marRight w:val="0"/>
                                                                                          <w:marTop w:val="0"/>
                                                                                          <w:marBottom w:val="0"/>
                                                                                          <w:divBdr>
                                                                                            <w:top w:val="none" w:sz="0" w:space="0" w:color="auto"/>
                                                                                            <w:left w:val="none" w:sz="0" w:space="0" w:color="auto"/>
                                                                                            <w:bottom w:val="none" w:sz="0" w:space="0" w:color="auto"/>
                                                                                            <w:right w:val="none" w:sz="0" w:space="0" w:color="auto"/>
                                                                                          </w:divBdr>
                                                                                          <w:divsChild>
                                                                                            <w:div w:id="1841505974">
                                                                                              <w:marLeft w:val="0"/>
                                                                                              <w:marRight w:val="0"/>
                                                                                              <w:marTop w:val="0"/>
                                                                                              <w:marBottom w:val="0"/>
                                                                                              <w:divBdr>
                                                                                                <w:top w:val="none" w:sz="0" w:space="0" w:color="auto"/>
                                                                                                <w:left w:val="none" w:sz="0" w:space="0" w:color="auto"/>
                                                                                                <w:bottom w:val="none" w:sz="0" w:space="0" w:color="auto"/>
                                                                                                <w:right w:val="none" w:sz="0" w:space="0" w:color="auto"/>
                                                                                              </w:divBdr>
                                                                                              <w:divsChild>
                                                                                                <w:div w:id="910699195">
                                                                                                  <w:marLeft w:val="0"/>
                                                                                                  <w:marRight w:val="0"/>
                                                                                                  <w:marTop w:val="0"/>
                                                                                                  <w:marBottom w:val="0"/>
                                                                                                  <w:divBdr>
                                                                                                    <w:top w:val="none" w:sz="0" w:space="0" w:color="auto"/>
                                                                                                    <w:left w:val="none" w:sz="0" w:space="0" w:color="auto"/>
                                                                                                    <w:bottom w:val="none" w:sz="0" w:space="0" w:color="auto"/>
                                                                                                    <w:right w:val="none" w:sz="0" w:space="0" w:color="auto"/>
                                                                                                  </w:divBdr>
                                                                                                  <w:divsChild>
                                                                                                    <w:div w:id="801847832">
                                                                                                      <w:marLeft w:val="0"/>
                                                                                                      <w:marRight w:val="0"/>
                                                                                                      <w:marTop w:val="0"/>
                                                                                                      <w:marBottom w:val="0"/>
                                                                                                      <w:divBdr>
                                                                                                        <w:top w:val="none" w:sz="0" w:space="0" w:color="auto"/>
                                                                                                        <w:left w:val="none" w:sz="0" w:space="0" w:color="auto"/>
                                                                                                        <w:bottom w:val="none" w:sz="0" w:space="0" w:color="auto"/>
                                                                                                        <w:right w:val="none" w:sz="0" w:space="0" w:color="auto"/>
                                                                                                      </w:divBdr>
                                                                                                      <w:divsChild>
                                                                                                        <w:div w:id="266617582">
                                                                                                          <w:marLeft w:val="0"/>
                                                                                                          <w:marRight w:val="0"/>
                                                                                                          <w:marTop w:val="0"/>
                                                                                                          <w:marBottom w:val="0"/>
                                                                                                          <w:divBdr>
                                                                                                            <w:top w:val="none" w:sz="0" w:space="0" w:color="auto"/>
                                                                                                            <w:left w:val="none" w:sz="0" w:space="0" w:color="auto"/>
                                                                                                            <w:bottom w:val="none" w:sz="0" w:space="0" w:color="auto"/>
                                                                                                            <w:right w:val="none" w:sz="0" w:space="0" w:color="auto"/>
                                                                                                          </w:divBdr>
                                                                                                          <w:divsChild>
                                                                                                            <w:div w:id="22873566">
                                                                                                              <w:marLeft w:val="0"/>
                                                                                                              <w:marRight w:val="0"/>
                                                                                                              <w:marTop w:val="0"/>
                                                                                                              <w:marBottom w:val="0"/>
                                                                                                              <w:divBdr>
                                                                                                                <w:top w:val="none" w:sz="0" w:space="0" w:color="auto"/>
                                                                                                                <w:left w:val="none" w:sz="0" w:space="0" w:color="auto"/>
                                                                                                                <w:bottom w:val="none" w:sz="0" w:space="0" w:color="auto"/>
                                                                                                                <w:right w:val="none" w:sz="0" w:space="0" w:color="auto"/>
                                                                                                              </w:divBdr>
                                                                                                              <w:divsChild>
                                                                                                                <w:div w:id="1007178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476559">
      <w:bodyDiv w:val="1"/>
      <w:marLeft w:val="0"/>
      <w:marRight w:val="0"/>
      <w:marTop w:val="0"/>
      <w:marBottom w:val="0"/>
      <w:divBdr>
        <w:top w:val="none" w:sz="0" w:space="0" w:color="auto"/>
        <w:left w:val="none" w:sz="0" w:space="0" w:color="auto"/>
        <w:bottom w:val="none" w:sz="0" w:space="0" w:color="auto"/>
        <w:right w:val="none" w:sz="0" w:space="0" w:color="auto"/>
      </w:divBdr>
      <w:divsChild>
        <w:div w:id="1817838536">
          <w:marLeft w:val="0"/>
          <w:marRight w:val="0"/>
          <w:marTop w:val="0"/>
          <w:marBottom w:val="0"/>
          <w:divBdr>
            <w:top w:val="none" w:sz="0" w:space="0" w:color="auto"/>
            <w:left w:val="none" w:sz="0" w:space="0" w:color="auto"/>
            <w:bottom w:val="none" w:sz="0" w:space="0" w:color="auto"/>
            <w:right w:val="none" w:sz="0" w:space="0" w:color="auto"/>
          </w:divBdr>
          <w:divsChild>
            <w:div w:id="276834913">
              <w:marLeft w:val="0"/>
              <w:marRight w:val="0"/>
              <w:marTop w:val="0"/>
              <w:marBottom w:val="0"/>
              <w:divBdr>
                <w:top w:val="none" w:sz="0" w:space="0" w:color="auto"/>
                <w:left w:val="none" w:sz="0" w:space="0" w:color="auto"/>
                <w:bottom w:val="none" w:sz="0" w:space="0" w:color="auto"/>
                <w:right w:val="none" w:sz="0" w:space="0" w:color="auto"/>
              </w:divBdr>
              <w:divsChild>
                <w:div w:id="345182797">
                  <w:marLeft w:val="0"/>
                  <w:marRight w:val="0"/>
                  <w:marTop w:val="0"/>
                  <w:marBottom w:val="0"/>
                  <w:divBdr>
                    <w:top w:val="none" w:sz="0" w:space="0" w:color="auto"/>
                    <w:left w:val="none" w:sz="0" w:space="0" w:color="auto"/>
                    <w:bottom w:val="none" w:sz="0" w:space="0" w:color="auto"/>
                    <w:right w:val="none" w:sz="0" w:space="0" w:color="auto"/>
                  </w:divBdr>
                  <w:divsChild>
                    <w:div w:id="1363893769">
                      <w:marLeft w:val="0"/>
                      <w:marRight w:val="0"/>
                      <w:marTop w:val="0"/>
                      <w:marBottom w:val="0"/>
                      <w:divBdr>
                        <w:top w:val="none" w:sz="0" w:space="0" w:color="auto"/>
                        <w:left w:val="none" w:sz="0" w:space="0" w:color="auto"/>
                        <w:bottom w:val="none" w:sz="0" w:space="0" w:color="auto"/>
                        <w:right w:val="none" w:sz="0" w:space="0" w:color="auto"/>
                      </w:divBdr>
                      <w:divsChild>
                        <w:div w:id="47048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011181">
          <w:marLeft w:val="0"/>
          <w:marRight w:val="0"/>
          <w:marTop w:val="0"/>
          <w:marBottom w:val="0"/>
          <w:divBdr>
            <w:top w:val="none" w:sz="0" w:space="0" w:color="auto"/>
            <w:left w:val="none" w:sz="0" w:space="0" w:color="auto"/>
            <w:bottom w:val="none" w:sz="0" w:space="0" w:color="auto"/>
            <w:right w:val="none" w:sz="0" w:space="0" w:color="auto"/>
          </w:divBdr>
          <w:divsChild>
            <w:div w:id="759714936">
              <w:marLeft w:val="0"/>
              <w:marRight w:val="0"/>
              <w:marTop w:val="0"/>
              <w:marBottom w:val="0"/>
              <w:divBdr>
                <w:top w:val="none" w:sz="0" w:space="0" w:color="auto"/>
                <w:left w:val="none" w:sz="0" w:space="0" w:color="auto"/>
                <w:bottom w:val="none" w:sz="0" w:space="0" w:color="auto"/>
                <w:right w:val="none" w:sz="0" w:space="0" w:color="auto"/>
              </w:divBdr>
              <w:divsChild>
                <w:div w:id="1955208622">
                  <w:marLeft w:val="0"/>
                  <w:marRight w:val="0"/>
                  <w:marTop w:val="0"/>
                  <w:marBottom w:val="0"/>
                  <w:divBdr>
                    <w:top w:val="none" w:sz="0" w:space="0" w:color="auto"/>
                    <w:left w:val="none" w:sz="0" w:space="0" w:color="auto"/>
                    <w:bottom w:val="none" w:sz="0" w:space="0" w:color="auto"/>
                    <w:right w:val="none" w:sz="0" w:space="0" w:color="auto"/>
                  </w:divBdr>
                  <w:divsChild>
                    <w:div w:id="665743394">
                      <w:marLeft w:val="0"/>
                      <w:marRight w:val="0"/>
                      <w:marTop w:val="0"/>
                      <w:marBottom w:val="0"/>
                      <w:divBdr>
                        <w:top w:val="none" w:sz="0" w:space="0" w:color="auto"/>
                        <w:left w:val="none" w:sz="0" w:space="0" w:color="auto"/>
                        <w:bottom w:val="none" w:sz="0" w:space="0" w:color="auto"/>
                        <w:right w:val="none" w:sz="0" w:space="0" w:color="auto"/>
                      </w:divBdr>
                      <w:divsChild>
                        <w:div w:id="60839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6401537">
          <w:marLeft w:val="0"/>
          <w:marRight w:val="0"/>
          <w:marTop w:val="0"/>
          <w:marBottom w:val="0"/>
          <w:divBdr>
            <w:top w:val="none" w:sz="0" w:space="0" w:color="auto"/>
            <w:left w:val="none" w:sz="0" w:space="0" w:color="auto"/>
            <w:bottom w:val="none" w:sz="0" w:space="0" w:color="auto"/>
            <w:right w:val="none" w:sz="0" w:space="0" w:color="auto"/>
          </w:divBdr>
          <w:divsChild>
            <w:div w:id="1034423089">
              <w:marLeft w:val="0"/>
              <w:marRight w:val="0"/>
              <w:marTop w:val="0"/>
              <w:marBottom w:val="0"/>
              <w:divBdr>
                <w:top w:val="none" w:sz="0" w:space="0" w:color="auto"/>
                <w:left w:val="none" w:sz="0" w:space="0" w:color="auto"/>
                <w:bottom w:val="none" w:sz="0" w:space="0" w:color="auto"/>
                <w:right w:val="none" w:sz="0" w:space="0" w:color="auto"/>
              </w:divBdr>
              <w:divsChild>
                <w:div w:id="1391684851">
                  <w:marLeft w:val="0"/>
                  <w:marRight w:val="0"/>
                  <w:marTop w:val="0"/>
                  <w:marBottom w:val="0"/>
                  <w:divBdr>
                    <w:top w:val="none" w:sz="0" w:space="0" w:color="auto"/>
                    <w:left w:val="none" w:sz="0" w:space="0" w:color="auto"/>
                    <w:bottom w:val="none" w:sz="0" w:space="0" w:color="auto"/>
                    <w:right w:val="none" w:sz="0" w:space="0" w:color="auto"/>
                  </w:divBdr>
                  <w:divsChild>
                    <w:div w:id="1807506247">
                      <w:marLeft w:val="0"/>
                      <w:marRight w:val="0"/>
                      <w:marTop w:val="0"/>
                      <w:marBottom w:val="0"/>
                      <w:divBdr>
                        <w:top w:val="none" w:sz="0" w:space="0" w:color="auto"/>
                        <w:left w:val="none" w:sz="0" w:space="0" w:color="auto"/>
                        <w:bottom w:val="none" w:sz="0" w:space="0" w:color="auto"/>
                        <w:right w:val="none" w:sz="0" w:space="0" w:color="auto"/>
                      </w:divBdr>
                      <w:divsChild>
                        <w:div w:id="1973629985">
                          <w:marLeft w:val="0"/>
                          <w:marRight w:val="0"/>
                          <w:marTop w:val="0"/>
                          <w:marBottom w:val="0"/>
                          <w:divBdr>
                            <w:top w:val="none" w:sz="0" w:space="0" w:color="auto"/>
                            <w:left w:val="none" w:sz="0" w:space="0" w:color="auto"/>
                            <w:bottom w:val="none" w:sz="0" w:space="0" w:color="auto"/>
                            <w:right w:val="none" w:sz="0" w:space="0" w:color="auto"/>
                          </w:divBdr>
                          <w:divsChild>
                            <w:div w:id="950475510">
                              <w:marLeft w:val="0"/>
                              <w:marRight w:val="0"/>
                              <w:marTop w:val="0"/>
                              <w:marBottom w:val="0"/>
                              <w:divBdr>
                                <w:top w:val="none" w:sz="0" w:space="0" w:color="auto"/>
                                <w:left w:val="none" w:sz="0" w:space="0" w:color="auto"/>
                                <w:bottom w:val="none" w:sz="0" w:space="0" w:color="auto"/>
                                <w:right w:val="none" w:sz="0" w:space="0" w:color="auto"/>
                              </w:divBdr>
                            </w:div>
                            <w:div w:id="165321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eter.sandor@fearless.com.au" TargetMode="External"/><Relationship Id="rId12" Type="http://schemas.openxmlformats.org/officeDocument/2006/relationships/header" Target="header1.xml"/><Relationship Id="rId13" Type="http://schemas.openxmlformats.org/officeDocument/2006/relationships/header" Target="head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dropbox.com/s/qsfxsqam02p1plb/Brand%20Archetype%20Cards%20A5.pdf?dl=0" TargetMode="Externa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peter.sandor@fearless.com.a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fearless/Dropbox%20(Fearless)/Fearless%20Team%20Folder/FEARLESS/02_TOOLS/Letterhead/Fearless-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Fearless-Letterhead.dotx</Template>
  <TotalTime>107</TotalTime>
  <Pages>18</Pages>
  <Words>1886</Words>
  <Characters>10755</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18</cp:revision>
  <cp:lastPrinted>2017-02-21T03:28:00Z</cp:lastPrinted>
  <dcterms:created xsi:type="dcterms:W3CDTF">2019-03-13T03:33:00Z</dcterms:created>
  <dcterms:modified xsi:type="dcterms:W3CDTF">2019-03-13T05:40:00Z</dcterms:modified>
</cp:coreProperties>
</file>